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B4D" w:rsidRPr="00E76B53" w:rsidRDefault="00921B4D">
      <w:pPr>
        <w:outlineLvl w:val="0"/>
        <w:rPr>
          <w:rFonts w:ascii="Tahoma" w:hAnsi="Tahoma" w:cs="Tahoma"/>
        </w:rPr>
      </w:pPr>
    </w:p>
    <w:p w:rsidR="00FA7FBC" w:rsidRDefault="00FA7FBC" w:rsidP="00FA7FBC">
      <w:pPr>
        <w:rPr>
          <w:rFonts w:ascii="Tahoma" w:hAnsi="Tahoma" w:cs="Tahoma"/>
        </w:rPr>
      </w:pPr>
    </w:p>
    <w:p w:rsidR="00B223A8" w:rsidRDefault="00B223A8" w:rsidP="00FA7FBC">
      <w:pPr>
        <w:rPr>
          <w:rFonts w:ascii="Tahoma" w:hAnsi="Tahoma" w:cs="Tahoma"/>
        </w:rPr>
      </w:pPr>
    </w:p>
    <w:p w:rsidR="00B223A8" w:rsidRDefault="00B223A8" w:rsidP="00FA7FBC">
      <w:pPr>
        <w:rPr>
          <w:rFonts w:ascii="Tahoma" w:hAnsi="Tahoma" w:cs="Tahoma"/>
        </w:rPr>
      </w:pPr>
    </w:p>
    <w:p w:rsidR="00B223A8" w:rsidRPr="00E76B53" w:rsidRDefault="00B223A8" w:rsidP="00FA7FBC">
      <w:pPr>
        <w:rPr>
          <w:rFonts w:ascii="Tahoma" w:hAnsi="Tahoma" w:cs="Tahoma"/>
        </w:rPr>
      </w:pPr>
    </w:p>
    <w:p w:rsidR="00E76B53" w:rsidRPr="00E76B53" w:rsidRDefault="00E76B53" w:rsidP="00E76B53">
      <w:pPr>
        <w:spacing w:line="360" w:lineRule="auto"/>
        <w:jc w:val="center"/>
        <w:rPr>
          <w:rFonts w:ascii="Tahoma" w:hAnsi="Tahoma" w:cs="Tahoma"/>
          <w:b/>
          <w:color w:val="0000FF"/>
          <w:sz w:val="40"/>
          <w:szCs w:val="40"/>
        </w:rPr>
      </w:pPr>
    </w:p>
    <w:p w:rsidR="00B223A8" w:rsidRDefault="00B223A8" w:rsidP="00E76B53">
      <w:pPr>
        <w:spacing w:line="360" w:lineRule="auto"/>
        <w:jc w:val="center"/>
        <w:rPr>
          <w:rFonts w:ascii="Tahoma" w:hAnsi="Tahoma" w:cs="Tahoma"/>
          <w:b/>
          <w:color w:val="0000FF"/>
          <w:sz w:val="32"/>
          <w:szCs w:val="40"/>
        </w:rPr>
      </w:pPr>
      <w:r w:rsidRPr="00B223A8">
        <w:rPr>
          <w:rFonts w:ascii="Tahoma" w:hAnsi="Tahoma" w:cs="Tahoma"/>
          <w:b/>
          <w:color w:val="0000FF"/>
          <w:sz w:val="32"/>
          <w:szCs w:val="40"/>
        </w:rPr>
        <w:t xml:space="preserve">Analýza dopravy v klidu na celém území </w:t>
      </w:r>
    </w:p>
    <w:p w:rsidR="00E76B53" w:rsidRPr="007641CD" w:rsidRDefault="00B223A8" w:rsidP="00E76B53">
      <w:pPr>
        <w:spacing w:line="360" w:lineRule="auto"/>
        <w:jc w:val="center"/>
        <w:rPr>
          <w:rFonts w:ascii="Tahoma" w:hAnsi="Tahoma" w:cs="Tahoma"/>
          <w:b/>
          <w:color w:val="0000FF"/>
          <w:sz w:val="32"/>
          <w:szCs w:val="40"/>
        </w:rPr>
      </w:pPr>
      <w:r w:rsidRPr="00B223A8">
        <w:rPr>
          <w:rFonts w:ascii="Tahoma" w:hAnsi="Tahoma" w:cs="Tahoma"/>
          <w:b/>
          <w:color w:val="0000FF"/>
          <w:sz w:val="32"/>
          <w:szCs w:val="40"/>
        </w:rPr>
        <w:t xml:space="preserve">Městské části Praha 10 </w:t>
      </w:r>
    </w:p>
    <w:p w:rsidR="00FA7FBC" w:rsidRPr="007641CD" w:rsidRDefault="00FA7FBC" w:rsidP="00FA7FBC">
      <w:pPr>
        <w:rPr>
          <w:rFonts w:ascii="Tahoma" w:hAnsi="Tahoma" w:cs="Tahoma"/>
          <w:b/>
          <w:color w:val="0000FF"/>
          <w:sz w:val="32"/>
          <w:szCs w:val="40"/>
        </w:rPr>
      </w:pPr>
    </w:p>
    <w:p w:rsidR="00E76B53" w:rsidRPr="007641CD" w:rsidRDefault="00E76B53" w:rsidP="00FA7FBC">
      <w:pPr>
        <w:rPr>
          <w:rFonts w:ascii="Tahoma" w:hAnsi="Tahoma" w:cs="Tahoma"/>
          <w:b/>
          <w:color w:val="0000FF"/>
          <w:sz w:val="32"/>
          <w:szCs w:val="40"/>
        </w:rPr>
      </w:pPr>
    </w:p>
    <w:p w:rsidR="00B223A8" w:rsidRPr="007641CD" w:rsidRDefault="00B223A8" w:rsidP="007641CD">
      <w:pPr>
        <w:spacing w:line="360" w:lineRule="auto"/>
        <w:jc w:val="center"/>
        <w:rPr>
          <w:rFonts w:ascii="Tahoma" w:hAnsi="Tahoma" w:cs="Tahoma"/>
          <w:b/>
          <w:color w:val="0000FF"/>
          <w:sz w:val="32"/>
          <w:szCs w:val="40"/>
        </w:rPr>
      </w:pPr>
    </w:p>
    <w:p w:rsidR="007641CD" w:rsidRPr="007641CD" w:rsidRDefault="007641CD" w:rsidP="007641CD">
      <w:pPr>
        <w:spacing w:line="360" w:lineRule="auto"/>
        <w:jc w:val="center"/>
        <w:rPr>
          <w:rFonts w:ascii="Tahoma" w:hAnsi="Tahoma" w:cs="Tahoma"/>
          <w:b/>
          <w:color w:val="0000FF"/>
          <w:sz w:val="32"/>
          <w:szCs w:val="40"/>
        </w:rPr>
      </w:pPr>
    </w:p>
    <w:p w:rsidR="007641CD" w:rsidRPr="007641CD" w:rsidRDefault="007641CD" w:rsidP="007641CD">
      <w:pPr>
        <w:spacing w:line="360" w:lineRule="auto"/>
        <w:jc w:val="center"/>
        <w:rPr>
          <w:rFonts w:ascii="Tahoma" w:hAnsi="Tahoma" w:cs="Tahoma"/>
          <w:b/>
          <w:color w:val="0000FF"/>
          <w:sz w:val="32"/>
          <w:szCs w:val="40"/>
        </w:rPr>
      </w:pPr>
      <w:r w:rsidRPr="007641CD">
        <w:rPr>
          <w:rFonts w:ascii="Tahoma" w:hAnsi="Tahoma" w:cs="Tahoma"/>
          <w:b/>
          <w:color w:val="0000FF"/>
          <w:sz w:val="32"/>
          <w:szCs w:val="40"/>
        </w:rPr>
        <w:t xml:space="preserve">Složka: </w:t>
      </w:r>
    </w:p>
    <w:p w:rsidR="00BE4709" w:rsidRPr="007641CD" w:rsidRDefault="007641CD" w:rsidP="007641CD">
      <w:pPr>
        <w:spacing w:line="360" w:lineRule="auto"/>
        <w:jc w:val="center"/>
        <w:rPr>
          <w:rFonts w:ascii="Tahoma" w:hAnsi="Tahoma" w:cs="Tahoma"/>
          <w:b/>
          <w:color w:val="0000FF"/>
          <w:sz w:val="32"/>
          <w:szCs w:val="40"/>
        </w:rPr>
      </w:pPr>
      <w:r>
        <w:rPr>
          <w:rFonts w:ascii="Tahoma" w:hAnsi="Tahoma" w:cs="Tahoma"/>
          <w:b/>
          <w:color w:val="0000FF"/>
          <w:sz w:val="32"/>
          <w:szCs w:val="40"/>
        </w:rPr>
        <w:t>Tabulková část</w:t>
      </w:r>
    </w:p>
    <w:p w:rsidR="00FB59DF" w:rsidRPr="00E76B53" w:rsidRDefault="00FB59DF" w:rsidP="00FA7FBC">
      <w:pPr>
        <w:rPr>
          <w:rFonts w:ascii="Tahoma" w:hAnsi="Tahoma" w:cs="Tahoma"/>
        </w:rPr>
      </w:pPr>
    </w:p>
    <w:p w:rsidR="008E2327" w:rsidRPr="00E76B53" w:rsidRDefault="008E2327" w:rsidP="00FA7FBC">
      <w:pPr>
        <w:rPr>
          <w:rFonts w:ascii="Tahoma" w:hAnsi="Tahoma" w:cs="Tahoma"/>
        </w:rPr>
      </w:pPr>
    </w:p>
    <w:p w:rsidR="007641CD" w:rsidRPr="00B45F86" w:rsidRDefault="007641CD" w:rsidP="007641CD">
      <w:pPr>
        <w:pStyle w:val="Nzev"/>
        <w:spacing w:line="360" w:lineRule="auto"/>
        <w:ind w:firstLine="0"/>
        <w:jc w:val="left"/>
        <w:rPr>
          <w:rFonts w:cs="Tahoma"/>
          <w:sz w:val="22"/>
          <w:szCs w:val="20"/>
          <w:u w:val="none"/>
        </w:rPr>
      </w:pPr>
      <w:r w:rsidRPr="00B45F86">
        <w:rPr>
          <w:rFonts w:cs="Tahoma"/>
          <w:bCs w:val="0"/>
          <w:sz w:val="22"/>
          <w:szCs w:val="20"/>
        </w:rPr>
        <w:t>ZADAVATEL</w:t>
      </w:r>
      <w:r w:rsidRPr="00B45F86">
        <w:rPr>
          <w:rFonts w:cs="Tahoma"/>
          <w:b w:val="0"/>
          <w:bCs w:val="0"/>
          <w:sz w:val="22"/>
          <w:szCs w:val="20"/>
        </w:rPr>
        <w:t>:</w:t>
      </w:r>
      <w:r w:rsidRPr="00B45F86">
        <w:rPr>
          <w:rFonts w:cs="Tahoma"/>
          <w:b w:val="0"/>
          <w:bCs w:val="0"/>
          <w:sz w:val="22"/>
          <w:szCs w:val="20"/>
          <w:u w:val="none"/>
        </w:rPr>
        <w:tab/>
      </w:r>
      <w:r w:rsidRPr="00B45F86">
        <w:rPr>
          <w:rFonts w:cs="Tahoma"/>
          <w:b w:val="0"/>
          <w:bCs w:val="0"/>
          <w:sz w:val="22"/>
          <w:szCs w:val="20"/>
          <w:u w:val="none"/>
        </w:rPr>
        <w:tab/>
      </w:r>
      <w:r w:rsidRPr="00B45F86">
        <w:rPr>
          <w:rFonts w:cs="Tahoma"/>
          <w:sz w:val="22"/>
          <w:szCs w:val="20"/>
          <w:u w:val="none"/>
        </w:rPr>
        <w:t xml:space="preserve">Městská část Praha </w:t>
      </w:r>
      <w:r w:rsidR="00B223A8">
        <w:rPr>
          <w:rFonts w:cs="Tahoma"/>
          <w:sz w:val="22"/>
          <w:szCs w:val="20"/>
          <w:u w:val="none"/>
        </w:rPr>
        <w:t>10</w:t>
      </w:r>
    </w:p>
    <w:p w:rsidR="007641CD" w:rsidRPr="00B45F86" w:rsidRDefault="00B223A8" w:rsidP="007641CD">
      <w:pPr>
        <w:pStyle w:val="Nzev"/>
        <w:spacing w:line="360" w:lineRule="auto"/>
        <w:ind w:left="1416" w:firstLine="708"/>
        <w:jc w:val="left"/>
        <w:rPr>
          <w:rFonts w:cs="Tahoma"/>
          <w:sz w:val="22"/>
          <w:szCs w:val="20"/>
          <w:u w:val="none"/>
        </w:rPr>
      </w:pPr>
      <w:r>
        <w:rPr>
          <w:rFonts w:cs="Tahoma"/>
          <w:sz w:val="22"/>
          <w:szCs w:val="20"/>
          <w:u w:val="none"/>
        </w:rPr>
        <w:t>Vršovická 68/1429</w:t>
      </w:r>
    </w:p>
    <w:p w:rsidR="007641CD" w:rsidRPr="00B45F86" w:rsidRDefault="00B223A8" w:rsidP="007641CD">
      <w:pPr>
        <w:pStyle w:val="Nzev"/>
        <w:spacing w:line="360" w:lineRule="auto"/>
        <w:ind w:left="1416" w:firstLine="708"/>
        <w:jc w:val="left"/>
        <w:rPr>
          <w:rFonts w:cs="Tahoma"/>
          <w:sz w:val="22"/>
          <w:szCs w:val="20"/>
          <w:u w:val="none"/>
        </w:rPr>
      </w:pPr>
      <w:r>
        <w:rPr>
          <w:rFonts w:cs="Tahoma"/>
          <w:sz w:val="22"/>
          <w:szCs w:val="20"/>
          <w:u w:val="none"/>
        </w:rPr>
        <w:t>101 38 Praha 10</w:t>
      </w:r>
    </w:p>
    <w:p w:rsidR="007641CD" w:rsidRPr="00342359" w:rsidRDefault="007641CD" w:rsidP="007641CD">
      <w:pPr>
        <w:ind w:left="1415"/>
        <w:rPr>
          <w:rFonts w:cs="Tahoma"/>
          <w:b/>
          <w:sz w:val="24"/>
        </w:rPr>
      </w:pPr>
      <w:r>
        <w:rPr>
          <w:rFonts w:cs="Tahoma"/>
          <w:noProof/>
          <w:sz w:val="22"/>
        </w:rPr>
        <w:drawing>
          <wp:anchor distT="0" distB="0" distL="114300" distR="114300" simplePos="0" relativeHeight="251616256" behindDoc="1" locked="0" layoutInCell="1" allowOverlap="1" wp14:anchorId="2E778EB4" wp14:editId="3BAA517A">
            <wp:simplePos x="0" y="0"/>
            <wp:positionH relativeFrom="column">
              <wp:posOffset>4862830</wp:posOffset>
            </wp:positionH>
            <wp:positionV relativeFrom="paragraph">
              <wp:posOffset>169545</wp:posOffset>
            </wp:positionV>
            <wp:extent cx="1454785" cy="1444625"/>
            <wp:effectExtent l="0" t="0" r="0" b="3175"/>
            <wp:wrapTight wrapText="bothSides">
              <wp:wrapPolygon edited="0">
                <wp:start x="0" y="0"/>
                <wp:lineTo x="0" y="21363"/>
                <wp:lineTo x="21213" y="21363"/>
                <wp:lineTo x="21213" y="0"/>
                <wp:lineTo x="0" y="0"/>
              </wp:wrapPolygon>
            </wp:wrapTight>
            <wp:docPr id="694" name="obrázek 6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785" cy="144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641CD" w:rsidRPr="00DB169C" w:rsidRDefault="007641CD" w:rsidP="007641CD">
      <w:pPr>
        <w:pStyle w:val="Nzev"/>
        <w:spacing w:line="360" w:lineRule="auto"/>
        <w:ind w:firstLine="0"/>
        <w:jc w:val="left"/>
        <w:rPr>
          <w:rFonts w:cs="Tahoma"/>
          <w:sz w:val="22"/>
          <w:szCs w:val="20"/>
          <w:u w:val="none"/>
        </w:rPr>
      </w:pPr>
      <w:r w:rsidRPr="00AC3168">
        <w:rPr>
          <w:rFonts w:cs="Tahoma"/>
          <w:sz w:val="22"/>
          <w:szCs w:val="20"/>
          <w:u w:val="none"/>
        </w:rPr>
        <w:tab/>
      </w:r>
      <w:r w:rsidRPr="00AC3168">
        <w:rPr>
          <w:rFonts w:cs="Tahoma"/>
          <w:sz w:val="22"/>
          <w:szCs w:val="20"/>
          <w:u w:val="none"/>
        </w:rPr>
        <w:tab/>
      </w:r>
      <w:r>
        <w:rPr>
          <w:rFonts w:cs="Tahoma"/>
          <w:sz w:val="22"/>
          <w:szCs w:val="20"/>
          <w:u w:val="none"/>
        </w:rPr>
        <w:t xml:space="preserve"> </w:t>
      </w:r>
    </w:p>
    <w:p w:rsidR="007641CD" w:rsidRPr="00DB169C" w:rsidRDefault="007641CD" w:rsidP="007641CD">
      <w:pPr>
        <w:pStyle w:val="Nzev"/>
        <w:spacing w:line="360" w:lineRule="auto"/>
        <w:jc w:val="left"/>
        <w:rPr>
          <w:rFonts w:cs="Tahoma"/>
          <w:sz w:val="22"/>
          <w:szCs w:val="20"/>
          <w:u w:val="none"/>
        </w:rPr>
      </w:pPr>
    </w:p>
    <w:p w:rsidR="007641CD" w:rsidRPr="00DB169C" w:rsidRDefault="007641CD" w:rsidP="007641CD">
      <w:pPr>
        <w:rPr>
          <w:rFonts w:cs="Tahoma"/>
        </w:rPr>
      </w:pPr>
    </w:p>
    <w:p w:rsidR="007641CD" w:rsidRPr="00DB169C" w:rsidRDefault="007641CD" w:rsidP="007641CD">
      <w:pPr>
        <w:pStyle w:val="Nzev"/>
        <w:spacing w:line="360" w:lineRule="auto"/>
        <w:ind w:firstLine="0"/>
        <w:jc w:val="left"/>
        <w:rPr>
          <w:rFonts w:cs="Tahoma"/>
          <w:sz w:val="22"/>
          <w:szCs w:val="20"/>
          <w:u w:val="none"/>
        </w:rPr>
      </w:pPr>
      <w:r w:rsidRPr="00DB169C">
        <w:rPr>
          <w:rFonts w:cs="Tahoma"/>
          <w:sz w:val="22"/>
          <w:szCs w:val="20"/>
        </w:rPr>
        <w:t>ZHOTOVITEL:</w:t>
      </w:r>
      <w:r w:rsidRPr="00DB169C">
        <w:rPr>
          <w:rFonts w:cs="Tahoma"/>
          <w:sz w:val="22"/>
          <w:szCs w:val="20"/>
          <w:u w:val="none"/>
        </w:rPr>
        <w:tab/>
      </w:r>
      <w:proofErr w:type="gramStart"/>
      <w:r w:rsidRPr="00DB169C">
        <w:rPr>
          <w:rFonts w:cs="Tahoma"/>
          <w:sz w:val="22"/>
          <w:szCs w:val="20"/>
          <w:u w:val="none"/>
        </w:rPr>
        <w:t>M.O.</w:t>
      </w:r>
      <w:proofErr w:type="gramEnd"/>
      <w:r w:rsidRPr="00DB169C">
        <w:rPr>
          <w:rFonts w:cs="Tahoma"/>
          <w:sz w:val="22"/>
          <w:szCs w:val="20"/>
          <w:u w:val="none"/>
        </w:rPr>
        <w:t>Z. Consult s.r.o.</w:t>
      </w:r>
    </w:p>
    <w:p w:rsidR="007641CD" w:rsidRPr="00DB169C" w:rsidRDefault="007641CD" w:rsidP="007641CD">
      <w:pPr>
        <w:pStyle w:val="Nzev"/>
        <w:spacing w:line="360" w:lineRule="auto"/>
        <w:jc w:val="left"/>
        <w:rPr>
          <w:rFonts w:cs="Tahoma"/>
          <w:sz w:val="22"/>
          <w:szCs w:val="20"/>
          <w:u w:val="none"/>
        </w:rPr>
      </w:pPr>
      <w:r w:rsidRPr="00DB169C">
        <w:rPr>
          <w:rFonts w:cs="Tahoma"/>
          <w:sz w:val="22"/>
          <w:szCs w:val="20"/>
          <w:u w:val="none"/>
        </w:rPr>
        <w:tab/>
      </w:r>
      <w:r w:rsidRPr="00DB169C">
        <w:rPr>
          <w:rFonts w:cs="Tahoma"/>
          <w:sz w:val="22"/>
          <w:szCs w:val="20"/>
          <w:u w:val="none"/>
        </w:rPr>
        <w:tab/>
        <w:t>Washingtonova 1599/17</w:t>
      </w:r>
    </w:p>
    <w:p w:rsidR="007641CD" w:rsidRPr="00DB169C" w:rsidRDefault="007641CD" w:rsidP="007641CD">
      <w:pPr>
        <w:pStyle w:val="Nzev"/>
        <w:spacing w:line="360" w:lineRule="auto"/>
        <w:jc w:val="left"/>
        <w:rPr>
          <w:rFonts w:cs="Tahoma"/>
          <w:sz w:val="22"/>
          <w:szCs w:val="20"/>
          <w:u w:val="none"/>
        </w:rPr>
      </w:pPr>
      <w:r w:rsidRPr="00DB169C">
        <w:rPr>
          <w:rFonts w:cs="Tahoma"/>
          <w:sz w:val="22"/>
          <w:szCs w:val="20"/>
          <w:u w:val="none"/>
        </w:rPr>
        <w:tab/>
      </w:r>
      <w:r w:rsidRPr="00DB169C">
        <w:rPr>
          <w:rFonts w:cs="Tahoma"/>
          <w:sz w:val="22"/>
          <w:szCs w:val="20"/>
          <w:u w:val="none"/>
        </w:rPr>
        <w:tab/>
        <w:t>110 00 Praha 1</w:t>
      </w:r>
    </w:p>
    <w:p w:rsidR="007641CD" w:rsidRPr="00DB169C" w:rsidRDefault="007641CD" w:rsidP="007641CD">
      <w:pPr>
        <w:pStyle w:val="Nzev"/>
        <w:spacing w:line="360" w:lineRule="auto"/>
        <w:jc w:val="left"/>
        <w:rPr>
          <w:rFonts w:cs="Tahoma"/>
          <w:sz w:val="22"/>
          <w:szCs w:val="20"/>
          <w:u w:val="none"/>
        </w:rPr>
      </w:pPr>
      <w:r w:rsidRPr="00DB169C">
        <w:rPr>
          <w:rFonts w:cs="Tahoma"/>
          <w:sz w:val="22"/>
          <w:szCs w:val="20"/>
          <w:u w:val="none"/>
        </w:rPr>
        <w:tab/>
      </w:r>
      <w:r w:rsidRPr="00DB169C">
        <w:rPr>
          <w:rFonts w:cs="Tahoma"/>
          <w:sz w:val="22"/>
          <w:szCs w:val="20"/>
          <w:u w:val="none"/>
        </w:rPr>
        <w:tab/>
        <w:t>IČO: 266 86</w:t>
      </w:r>
      <w:r w:rsidR="00B223A8">
        <w:rPr>
          <w:rFonts w:cs="Tahoma"/>
          <w:sz w:val="22"/>
          <w:szCs w:val="20"/>
          <w:u w:val="none"/>
        </w:rPr>
        <w:t> </w:t>
      </w:r>
      <w:r w:rsidRPr="00DB169C">
        <w:rPr>
          <w:rFonts w:cs="Tahoma"/>
          <w:sz w:val="22"/>
          <w:szCs w:val="20"/>
          <w:u w:val="none"/>
        </w:rPr>
        <w:t>503</w:t>
      </w:r>
    </w:p>
    <w:p w:rsidR="00B223A8" w:rsidRDefault="00B223A8" w:rsidP="00BE4709">
      <w:pPr>
        <w:jc w:val="right"/>
        <w:rPr>
          <w:rFonts w:ascii="Tahoma" w:hAnsi="Tahoma" w:cs="Tahoma"/>
        </w:rPr>
      </w:pPr>
    </w:p>
    <w:p w:rsidR="00B223A8" w:rsidRDefault="00B223A8" w:rsidP="00BE4709">
      <w:pPr>
        <w:jc w:val="right"/>
        <w:rPr>
          <w:rFonts w:ascii="Tahoma" w:hAnsi="Tahoma" w:cs="Tahoma"/>
        </w:rPr>
      </w:pPr>
    </w:p>
    <w:p w:rsidR="00BE4709" w:rsidRDefault="00BE4709" w:rsidP="00BE4709">
      <w:pPr>
        <w:jc w:val="right"/>
        <w:rPr>
          <w:rFonts w:ascii="Tahoma" w:hAnsi="Tahoma" w:cs="Tahoma"/>
        </w:rPr>
      </w:pPr>
      <w:proofErr w:type="gramStart"/>
      <w:r w:rsidRPr="00E76B53">
        <w:rPr>
          <w:rFonts w:ascii="Tahoma" w:hAnsi="Tahoma" w:cs="Tahoma"/>
        </w:rPr>
        <w:t>M.O.</w:t>
      </w:r>
      <w:proofErr w:type="gramEnd"/>
      <w:r w:rsidRPr="00E76B53">
        <w:rPr>
          <w:rFonts w:ascii="Tahoma" w:hAnsi="Tahoma" w:cs="Tahoma"/>
        </w:rPr>
        <w:t xml:space="preserve">Z. Consult s.r.o. </w:t>
      </w:r>
    </w:p>
    <w:p w:rsidR="007641CD" w:rsidRPr="00E76B53" w:rsidRDefault="00B223A8" w:rsidP="00BE4709">
      <w:pPr>
        <w:jc w:val="right"/>
        <w:rPr>
          <w:rFonts w:ascii="Tahoma" w:hAnsi="Tahoma" w:cs="Tahoma"/>
        </w:rPr>
      </w:pPr>
      <w:r>
        <w:rPr>
          <w:rFonts w:ascii="Tahoma" w:hAnsi="Tahoma" w:cs="Tahoma"/>
        </w:rPr>
        <w:t>Červenec - říjen</w:t>
      </w:r>
      <w:r w:rsidR="007641CD">
        <w:rPr>
          <w:rFonts w:ascii="Tahoma" w:hAnsi="Tahoma" w:cs="Tahoma"/>
        </w:rPr>
        <w:t xml:space="preserve"> 2012</w:t>
      </w:r>
    </w:p>
    <w:p w:rsidR="00BE4709" w:rsidRDefault="00BE4709" w:rsidP="00BE4709">
      <w:pPr>
        <w:jc w:val="right"/>
        <w:rPr>
          <w:rFonts w:ascii="Tahoma" w:hAnsi="Tahoma" w:cs="Tahoma"/>
        </w:rPr>
      </w:pPr>
    </w:p>
    <w:p w:rsidR="007A4BD6" w:rsidRPr="00E76B53" w:rsidRDefault="007A4BD6" w:rsidP="00BE4709">
      <w:pPr>
        <w:jc w:val="right"/>
        <w:rPr>
          <w:rFonts w:ascii="Tahoma" w:hAnsi="Tahoma" w:cs="Tahoma"/>
        </w:rPr>
      </w:pPr>
    </w:p>
    <w:p w:rsidR="00BE4709" w:rsidRDefault="00BE4709" w:rsidP="00BE4709">
      <w:pPr>
        <w:jc w:val="right"/>
        <w:rPr>
          <w:rFonts w:ascii="Tahoma" w:hAnsi="Tahoma" w:cs="Tahoma"/>
        </w:rPr>
      </w:pPr>
    </w:p>
    <w:p w:rsidR="00571CCC" w:rsidRDefault="00571CCC" w:rsidP="00BE4709">
      <w:pPr>
        <w:jc w:val="right"/>
        <w:rPr>
          <w:rFonts w:ascii="Tahoma" w:hAnsi="Tahoma" w:cs="Tahoma"/>
        </w:rPr>
      </w:pPr>
    </w:p>
    <w:p w:rsidR="00571CCC" w:rsidRPr="00E76B53" w:rsidRDefault="00571CCC" w:rsidP="00BE4709">
      <w:pPr>
        <w:jc w:val="right"/>
        <w:rPr>
          <w:rFonts w:ascii="Tahoma" w:hAnsi="Tahoma" w:cs="Tahoma"/>
        </w:rPr>
      </w:pPr>
      <w:bookmarkStart w:id="0" w:name="_GoBack"/>
      <w:bookmarkEnd w:id="0"/>
    </w:p>
    <w:p w:rsidR="00BE4709" w:rsidRPr="00E76B53" w:rsidRDefault="00BE4709" w:rsidP="00BE4709">
      <w:pPr>
        <w:jc w:val="right"/>
        <w:rPr>
          <w:rFonts w:ascii="Tahoma" w:hAnsi="Tahoma" w:cs="Tahoma"/>
        </w:rPr>
      </w:pPr>
    </w:p>
    <w:p w:rsidR="00BE4709" w:rsidRPr="00E76B53" w:rsidRDefault="00314D1A" w:rsidP="00BE4709">
      <w:pPr>
        <w:jc w:val="right"/>
        <w:rPr>
          <w:rFonts w:ascii="Tahoma" w:hAnsi="Tahoma" w:cs="Tahoma"/>
        </w:rPr>
      </w:pPr>
      <w:r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>
                <wp:simplePos x="0" y="0"/>
                <wp:positionH relativeFrom="column">
                  <wp:posOffset>56515</wp:posOffset>
                </wp:positionH>
                <wp:positionV relativeFrom="paragraph">
                  <wp:posOffset>67945</wp:posOffset>
                </wp:positionV>
                <wp:extent cx="5813425" cy="6772275"/>
                <wp:effectExtent l="0" t="0" r="0" b="9525"/>
                <wp:wrapNone/>
                <wp:docPr id="5" name="Text Box 6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3425" cy="6772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5BEB" w:rsidRPr="00BE4709" w:rsidRDefault="00BC5BEB" w:rsidP="00156032">
                            <w:pPr>
                              <w:spacing w:line="600" w:lineRule="auto"/>
                              <w:rPr>
                                <w:rFonts w:ascii="Tahoma" w:hAnsi="Tahoma" w:cs="Tahoma"/>
                                <w:b/>
                                <w:color w:val="0000FF"/>
                                <w:sz w:val="32"/>
                                <w:u w:val="single"/>
                              </w:rPr>
                            </w:pPr>
                            <w:r w:rsidRPr="00BE4709">
                              <w:rPr>
                                <w:rFonts w:ascii="Tahoma" w:hAnsi="Tahoma" w:cs="Tahoma"/>
                                <w:b/>
                                <w:color w:val="0000FF"/>
                                <w:sz w:val="32"/>
                                <w:u w:val="single"/>
                              </w:rPr>
                              <w:t>SEZNAM PŘÍLOH:</w:t>
                            </w:r>
                          </w:p>
                          <w:p w:rsidR="00BC5BEB" w:rsidRDefault="00BC5BEB" w:rsidP="00E76B53">
                            <w:pPr>
                              <w:pStyle w:val="Odstavecseseznamem"/>
                              <w:numPr>
                                <w:ilvl w:val="0"/>
                                <w:numId w:val="37"/>
                              </w:numPr>
                              <w:spacing w:before="360" w:line="360" w:lineRule="auto"/>
                              <w:rPr>
                                <w:rFonts w:ascii="Tahoma" w:hAnsi="Tahoma" w:cs="Tahoma"/>
                                <w:b/>
                                <w:color w:val="0000FF"/>
                                <w:sz w:val="32"/>
                              </w:rPr>
                            </w:pPr>
                            <w:r w:rsidRPr="00E76B53">
                              <w:rPr>
                                <w:rFonts w:ascii="Tahoma" w:hAnsi="Tahoma" w:cs="Tahoma"/>
                                <w:b/>
                                <w:color w:val="0000FF"/>
                                <w:sz w:val="32"/>
                              </w:rPr>
                              <w:t xml:space="preserve">Celoplošný dopravní průzkum – obsazenost místních komunikací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color w:val="0000FF"/>
                                <w:sz w:val="32"/>
                              </w:rPr>
                              <w:t xml:space="preserve">(včetně vybraných účelových komunikací) </w:t>
                            </w:r>
                            <w:r w:rsidRPr="00E76B53">
                              <w:rPr>
                                <w:rFonts w:ascii="Tahoma" w:hAnsi="Tahoma" w:cs="Tahoma"/>
                                <w:b/>
                                <w:color w:val="0000FF"/>
                                <w:sz w:val="32"/>
                              </w:rPr>
                              <w:t xml:space="preserve">v průběhu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color w:val="0000FF"/>
                                <w:sz w:val="32"/>
                              </w:rPr>
                              <w:t>48</w:t>
                            </w:r>
                            <w:r w:rsidRPr="00E76B53">
                              <w:rPr>
                                <w:rFonts w:ascii="Tahoma" w:hAnsi="Tahoma" w:cs="Tahoma"/>
                                <w:b/>
                                <w:color w:val="0000FF"/>
                                <w:sz w:val="32"/>
                              </w:rPr>
                              <w:t xml:space="preserve"> hodin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color w:val="0000FF"/>
                                <w:sz w:val="32"/>
                              </w:rPr>
                              <w:br/>
                            </w:r>
                            <w:r w:rsidRPr="00E76B53">
                              <w:rPr>
                                <w:rFonts w:ascii="Tahoma" w:hAnsi="Tahoma" w:cs="Tahoma"/>
                                <w:b/>
                                <w:color w:val="0000FF"/>
                                <w:sz w:val="32"/>
                              </w:rPr>
                              <w:t>(v členění na jednotlivé úseky ulic)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color w:val="0000FF"/>
                                <w:sz w:val="32"/>
                              </w:rPr>
                              <w:br/>
                              <w:t xml:space="preserve"> Září – říjen 2012</w:t>
                            </w:r>
                          </w:p>
                          <w:p w:rsidR="00BC5BEB" w:rsidRDefault="00BC5BEB" w:rsidP="00E76B53">
                            <w:pPr>
                              <w:pStyle w:val="Odstavecseseznamem"/>
                              <w:numPr>
                                <w:ilvl w:val="0"/>
                                <w:numId w:val="37"/>
                              </w:numPr>
                              <w:spacing w:before="360" w:line="360" w:lineRule="auto"/>
                              <w:rPr>
                                <w:rFonts w:ascii="Tahoma" w:hAnsi="Tahoma" w:cs="Tahoma"/>
                                <w:b/>
                                <w:color w:val="0000FF"/>
                                <w:sz w:val="32"/>
                              </w:rPr>
                            </w:pPr>
                            <w:r w:rsidRPr="00BE4709">
                              <w:rPr>
                                <w:rFonts w:ascii="Tahoma" w:hAnsi="Tahoma" w:cs="Tahoma"/>
                                <w:b/>
                                <w:color w:val="0000FF"/>
                                <w:sz w:val="32"/>
                              </w:rPr>
                              <w:t>Protokoly momentových dopravních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color w:val="0000FF"/>
                                <w:sz w:val="32"/>
                              </w:rPr>
                              <w:t xml:space="preserve"> </w:t>
                            </w:r>
                            <w:r w:rsidRPr="00BE4709">
                              <w:rPr>
                                <w:rFonts w:ascii="Tahoma" w:hAnsi="Tahoma" w:cs="Tahoma"/>
                                <w:b/>
                                <w:color w:val="0000FF"/>
                                <w:sz w:val="32"/>
                              </w:rPr>
                              <w:t>průzkumů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color w:val="0000FF"/>
                                <w:sz w:val="32"/>
                              </w:rPr>
                              <w:t xml:space="preserve"> Září - říjen 2012</w:t>
                            </w:r>
                          </w:p>
                          <w:p w:rsidR="00BC5BEB" w:rsidRPr="00BE4709" w:rsidRDefault="00BC5BEB" w:rsidP="00E76B53">
                            <w:pPr>
                              <w:spacing w:line="360" w:lineRule="auto"/>
                              <w:ind w:left="567" w:firstLine="0"/>
                              <w:rPr>
                                <w:rFonts w:ascii="Tahoma" w:hAnsi="Tahoma" w:cs="Tahoma"/>
                                <w:b/>
                                <w:color w:val="0000FF"/>
                                <w:sz w:val="32"/>
                              </w:rPr>
                            </w:pPr>
                            <w:r w:rsidRPr="00BE4709">
                              <w:rPr>
                                <w:rFonts w:ascii="Tahoma" w:hAnsi="Tahoma" w:cs="Tahoma"/>
                                <w:b/>
                                <w:color w:val="0000FF"/>
                                <w:sz w:val="32"/>
                              </w:rPr>
                              <w:t xml:space="preserve">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95" o:spid="_x0000_s1026" type="#_x0000_t202" style="position:absolute;left:0;text-align:left;margin-left:4.45pt;margin-top:5.35pt;width:457.75pt;height:533.25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" stroked="f">
                <v:textbox>
                  <w:txbxContent>
                    <w:p w:rsidR="00BC5BEB" w:rsidRPr="00BE4709" w:rsidRDefault="00BC5BEB" w:rsidP="00156032">
                      <w:pPr>
                        <w:spacing w:line="600" w:lineRule="auto"/>
                        <w:rPr>
                          <w:rFonts w:ascii="Tahoma" w:hAnsi="Tahoma" w:cs="Tahoma"/>
                          <w:b/>
                          <w:color w:val="0000FF"/>
                          <w:sz w:val="32"/>
                          <w:u w:val="single"/>
                        </w:rPr>
                      </w:pPr>
                      <w:r w:rsidRPr="00BE4709">
                        <w:rPr>
                          <w:rFonts w:ascii="Tahoma" w:hAnsi="Tahoma" w:cs="Tahoma"/>
                          <w:b/>
                          <w:color w:val="0000FF"/>
                          <w:sz w:val="32"/>
                          <w:u w:val="single"/>
                        </w:rPr>
                        <w:t>SEZNAM PŘÍLOH:</w:t>
                      </w:r>
                    </w:p>
                    <w:p w:rsidR="00BC5BEB" w:rsidRDefault="00BC5BEB" w:rsidP="00E76B53">
                      <w:pPr>
                        <w:pStyle w:val="Odstavecseseznamem"/>
                        <w:numPr>
                          <w:ilvl w:val="0"/>
                          <w:numId w:val="37"/>
                        </w:numPr>
                        <w:spacing w:before="360" w:line="360" w:lineRule="auto"/>
                        <w:rPr>
                          <w:rFonts w:ascii="Tahoma" w:hAnsi="Tahoma" w:cs="Tahoma"/>
                          <w:b/>
                          <w:color w:val="0000FF"/>
                          <w:sz w:val="32"/>
                        </w:rPr>
                      </w:pPr>
                      <w:r w:rsidRPr="00E76B53">
                        <w:rPr>
                          <w:rFonts w:ascii="Tahoma" w:hAnsi="Tahoma" w:cs="Tahoma"/>
                          <w:b/>
                          <w:color w:val="0000FF"/>
                          <w:sz w:val="32"/>
                        </w:rPr>
                        <w:t xml:space="preserve">Celoplošný dopravní průzkum – obsazenost místních komunikací </w:t>
                      </w:r>
                      <w:r>
                        <w:rPr>
                          <w:rFonts w:ascii="Tahoma" w:hAnsi="Tahoma" w:cs="Tahoma"/>
                          <w:b/>
                          <w:color w:val="0000FF"/>
                          <w:sz w:val="32"/>
                        </w:rPr>
                        <w:t xml:space="preserve">(včetně vybraných účelových komunikací) </w:t>
                      </w:r>
                      <w:r w:rsidRPr="00E76B53">
                        <w:rPr>
                          <w:rFonts w:ascii="Tahoma" w:hAnsi="Tahoma" w:cs="Tahoma"/>
                          <w:b/>
                          <w:color w:val="0000FF"/>
                          <w:sz w:val="32"/>
                        </w:rPr>
                        <w:t xml:space="preserve">v průběhu </w:t>
                      </w:r>
                      <w:r>
                        <w:rPr>
                          <w:rFonts w:ascii="Tahoma" w:hAnsi="Tahoma" w:cs="Tahoma"/>
                          <w:b/>
                          <w:color w:val="0000FF"/>
                          <w:sz w:val="32"/>
                        </w:rPr>
                        <w:t>48</w:t>
                      </w:r>
                      <w:r w:rsidRPr="00E76B53">
                        <w:rPr>
                          <w:rFonts w:ascii="Tahoma" w:hAnsi="Tahoma" w:cs="Tahoma"/>
                          <w:b/>
                          <w:color w:val="0000FF"/>
                          <w:sz w:val="32"/>
                        </w:rPr>
                        <w:t xml:space="preserve"> hodin </w:t>
                      </w:r>
                      <w:r>
                        <w:rPr>
                          <w:rFonts w:ascii="Tahoma" w:hAnsi="Tahoma" w:cs="Tahoma"/>
                          <w:b/>
                          <w:color w:val="0000FF"/>
                          <w:sz w:val="32"/>
                        </w:rPr>
                        <w:br/>
                      </w:r>
                      <w:r w:rsidRPr="00E76B53">
                        <w:rPr>
                          <w:rFonts w:ascii="Tahoma" w:hAnsi="Tahoma" w:cs="Tahoma"/>
                          <w:b/>
                          <w:color w:val="0000FF"/>
                          <w:sz w:val="32"/>
                        </w:rPr>
                        <w:t>(v členění na jednotlivé úseky ulic)</w:t>
                      </w:r>
                      <w:r>
                        <w:rPr>
                          <w:rFonts w:ascii="Tahoma" w:hAnsi="Tahoma" w:cs="Tahoma"/>
                          <w:b/>
                          <w:color w:val="0000FF"/>
                          <w:sz w:val="32"/>
                        </w:rPr>
                        <w:br/>
                        <w:t xml:space="preserve"> Září – říjen 2012</w:t>
                      </w:r>
                    </w:p>
                    <w:p w:rsidR="00BC5BEB" w:rsidRDefault="00BC5BEB" w:rsidP="00E76B53">
                      <w:pPr>
                        <w:pStyle w:val="Odstavecseseznamem"/>
                        <w:numPr>
                          <w:ilvl w:val="0"/>
                          <w:numId w:val="37"/>
                        </w:numPr>
                        <w:spacing w:before="360" w:line="360" w:lineRule="auto"/>
                        <w:rPr>
                          <w:rFonts w:ascii="Tahoma" w:hAnsi="Tahoma" w:cs="Tahoma"/>
                          <w:b/>
                          <w:color w:val="0000FF"/>
                          <w:sz w:val="32"/>
                        </w:rPr>
                      </w:pPr>
                      <w:r w:rsidRPr="00BE4709">
                        <w:rPr>
                          <w:rFonts w:ascii="Tahoma" w:hAnsi="Tahoma" w:cs="Tahoma"/>
                          <w:b/>
                          <w:color w:val="0000FF"/>
                          <w:sz w:val="32"/>
                        </w:rPr>
                        <w:t>Protokoly momentových dopravních</w:t>
                      </w:r>
                      <w:r>
                        <w:rPr>
                          <w:rFonts w:ascii="Tahoma" w:hAnsi="Tahoma" w:cs="Tahoma"/>
                          <w:b/>
                          <w:color w:val="0000FF"/>
                          <w:sz w:val="32"/>
                        </w:rPr>
                        <w:t xml:space="preserve"> </w:t>
                      </w:r>
                      <w:r w:rsidRPr="00BE4709">
                        <w:rPr>
                          <w:rFonts w:ascii="Tahoma" w:hAnsi="Tahoma" w:cs="Tahoma"/>
                          <w:b/>
                          <w:color w:val="0000FF"/>
                          <w:sz w:val="32"/>
                        </w:rPr>
                        <w:t>průzkumů</w:t>
                      </w:r>
                      <w:r>
                        <w:rPr>
                          <w:rFonts w:ascii="Tahoma" w:hAnsi="Tahoma" w:cs="Tahoma"/>
                          <w:b/>
                          <w:color w:val="0000FF"/>
                          <w:sz w:val="32"/>
                        </w:rPr>
                        <w:t xml:space="preserve"> Září - říjen 2012</w:t>
                      </w:r>
                    </w:p>
                    <w:p w:rsidR="00BC5BEB" w:rsidRPr="00BE4709" w:rsidRDefault="00BC5BEB" w:rsidP="00E76B53">
                      <w:pPr>
                        <w:spacing w:line="360" w:lineRule="auto"/>
                        <w:ind w:left="567" w:firstLine="0"/>
                        <w:rPr>
                          <w:rFonts w:ascii="Tahoma" w:hAnsi="Tahoma" w:cs="Tahoma"/>
                          <w:b/>
                          <w:color w:val="0000FF"/>
                          <w:sz w:val="32"/>
                        </w:rPr>
                      </w:pPr>
                      <w:r w:rsidRPr="00BE4709">
                        <w:rPr>
                          <w:rFonts w:ascii="Tahoma" w:hAnsi="Tahoma" w:cs="Tahoma"/>
                          <w:b/>
                          <w:color w:val="0000FF"/>
                          <w:sz w:val="32"/>
                        </w:rPr>
                        <w:t xml:space="preserve">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9B1BAF" w:rsidRPr="00E76B53" w:rsidRDefault="009B1BAF" w:rsidP="009B1BAF">
      <w:pPr>
        <w:rPr>
          <w:rFonts w:ascii="Tahoma" w:hAnsi="Tahoma" w:cs="Tahoma"/>
        </w:rPr>
      </w:pPr>
    </w:p>
    <w:p w:rsidR="009B1BAF" w:rsidRPr="00E76B53" w:rsidRDefault="009B1BAF" w:rsidP="009B1BAF">
      <w:pPr>
        <w:rPr>
          <w:rFonts w:ascii="Tahoma" w:hAnsi="Tahoma" w:cs="Tahoma"/>
        </w:rPr>
      </w:pPr>
    </w:p>
    <w:p w:rsidR="009B1BAF" w:rsidRPr="00E76B53" w:rsidRDefault="009B1BAF" w:rsidP="009B1BAF">
      <w:pPr>
        <w:rPr>
          <w:rFonts w:ascii="Tahoma" w:hAnsi="Tahoma" w:cs="Tahoma"/>
        </w:rPr>
      </w:pPr>
    </w:p>
    <w:p w:rsidR="009B1BAF" w:rsidRPr="00E76B53" w:rsidRDefault="009B1BAF" w:rsidP="009B1BAF">
      <w:pPr>
        <w:rPr>
          <w:rFonts w:ascii="Tahoma" w:hAnsi="Tahoma" w:cs="Tahoma"/>
        </w:rPr>
      </w:pPr>
    </w:p>
    <w:p w:rsidR="009B1BAF" w:rsidRPr="00E76B53" w:rsidRDefault="009B1BAF" w:rsidP="009B1BAF">
      <w:pPr>
        <w:rPr>
          <w:rFonts w:ascii="Tahoma" w:hAnsi="Tahoma" w:cs="Tahoma"/>
        </w:rPr>
      </w:pPr>
    </w:p>
    <w:p w:rsidR="009B1BAF" w:rsidRPr="00E76B53" w:rsidRDefault="009B1BAF" w:rsidP="009B1BAF">
      <w:pPr>
        <w:rPr>
          <w:rFonts w:ascii="Tahoma" w:hAnsi="Tahoma" w:cs="Tahoma"/>
        </w:rPr>
      </w:pPr>
    </w:p>
    <w:p w:rsidR="009B1BAF" w:rsidRPr="00E76B53" w:rsidRDefault="009B1BAF" w:rsidP="009B1BAF">
      <w:pPr>
        <w:rPr>
          <w:rFonts w:ascii="Tahoma" w:hAnsi="Tahoma" w:cs="Tahoma"/>
        </w:rPr>
      </w:pPr>
    </w:p>
    <w:p w:rsidR="009B1BAF" w:rsidRPr="00E76B53" w:rsidRDefault="009B1BAF" w:rsidP="009B1BAF">
      <w:pPr>
        <w:rPr>
          <w:rFonts w:ascii="Tahoma" w:hAnsi="Tahoma" w:cs="Tahoma"/>
        </w:rPr>
      </w:pPr>
    </w:p>
    <w:p w:rsidR="009B1BAF" w:rsidRPr="00E76B53" w:rsidRDefault="009B1BAF" w:rsidP="009B1BAF">
      <w:pPr>
        <w:rPr>
          <w:rFonts w:ascii="Tahoma" w:hAnsi="Tahoma" w:cs="Tahoma"/>
        </w:rPr>
      </w:pPr>
    </w:p>
    <w:p w:rsidR="009B1BAF" w:rsidRPr="00E76B53" w:rsidRDefault="009B1BAF" w:rsidP="009B1BAF">
      <w:pPr>
        <w:rPr>
          <w:rFonts w:ascii="Tahoma" w:hAnsi="Tahoma" w:cs="Tahoma"/>
        </w:rPr>
      </w:pPr>
    </w:p>
    <w:p w:rsidR="009B1BAF" w:rsidRPr="00E76B53" w:rsidRDefault="009B1BAF" w:rsidP="009B1BAF">
      <w:pPr>
        <w:rPr>
          <w:rFonts w:ascii="Tahoma" w:hAnsi="Tahoma" w:cs="Tahoma"/>
        </w:rPr>
      </w:pPr>
    </w:p>
    <w:p w:rsidR="009B1BAF" w:rsidRPr="00E76B53" w:rsidRDefault="009B1BAF" w:rsidP="009B1BAF">
      <w:pPr>
        <w:rPr>
          <w:rFonts w:ascii="Tahoma" w:hAnsi="Tahoma" w:cs="Tahoma"/>
        </w:rPr>
      </w:pPr>
    </w:p>
    <w:p w:rsidR="009B1BAF" w:rsidRPr="00E76B53" w:rsidRDefault="009B1BAF" w:rsidP="009B1BAF">
      <w:pPr>
        <w:rPr>
          <w:rFonts w:ascii="Tahoma" w:hAnsi="Tahoma" w:cs="Tahoma"/>
        </w:rPr>
      </w:pPr>
    </w:p>
    <w:p w:rsidR="009B1BAF" w:rsidRPr="00E76B53" w:rsidRDefault="009B1BAF" w:rsidP="009B1BAF">
      <w:pPr>
        <w:rPr>
          <w:rFonts w:ascii="Tahoma" w:hAnsi="Tahoma" w:cs="Tahoma"/>
        </w:rPr>
      </w:pPr>
    </w:p>
    <w:p w:rsidR="009B1BAF" w:rsidRPr="00E76B53" w:rsidRDefault="009B1BAF" w:rsidP="009B1BAF">
      <w:pPr>
        <w:rPr>
          <w:rFonts w:ascii="Tahoma" w:hAnsi="Tahoma" w:cs="Tahoma"/>
        </w:rPr>
      </w:pPr>
    </w:p>
    <w:p w:rsidR="009B1BAF" w:rsidRPr="00E76B53" w:rsidRDefault="009B1BAF" w:rsidP="009B1BAF">
      <w:pPr>
        <w:rPr>
          <w:rFonts w:ascii="Tahoma" w:hAnsi="Tahoma" w:cs="Tahoma"/>
        </w:rPr>
      </w:pPr>
    </w:p>
    <w:p w:rsidR="009B1BAF" w:rsidRPr="00E76B53" w:rsidRDefault="009B1BAF" w:rsidP="009B1BAF">
      <w:pPr>
        <w:rPr>
          <w:rFonts w:ascii="Tahoma" w:hAnsi="Tahoma" w:cs="Tahoma"/>
        </w:rPr>
      </w:pPr>
    </w:p>
    <w:p w:rsidR="009B1BAF" w:rsidRPr="00E76B53" w:rsidRDefault="009B1BAF" w:rsidP="009B1BAF">
      <w:pPr>
        <w:rPr>
          <w:rFonts w:ascii="Tahoma" w:hAnsi="Tahoma" w:cs="Tahoma"/>
        </w:rPr>
      </w:pPr>
    </w:p>
    <w:p w:rsidR="009B1BAF" w:rsidRPr="00E76B53" w:rsidRDefault="009B1BAF" w:rsidP="009B1BAF">
      <w:pPr>
        <w:rPr>
          <w:rFonts w:ascii="Tahoma" w:hAnsi="Tahoma" w:cs="Tahoma"/>
        </w:rPr>
      </w:pPr>
    </w:p>
    <w:p w:rsidR="009B1BAF" w:rsidRPr="00E76B53" w:rsidRDefault="009B1BAF" w:rsidP="009B1BAF">
      <w:pPr>
        <w:rPr>
          <w:rFonts w:ascii="Tahoma" w:hAnsi="Tahoma" w:cs="Tahoma"/>
        </w:rPr>
      </w:pPr>
    </w:p>
    <w:p w:rsidR="009B1BAF" w:rsidRPr="00E76B53" w:rsidRDefault="009B1BAF" w:rsidP="009B1BAF">
      <w:pPr>
        <w:rPr>
          <w:rFonts w:ascii="Tahoma" w:hAnsi="Tahoma" w:cs="Tahoma"/>
        </w:rPr>
      </w:pPr>
    </w:p>
    <w:p w:rsidR="009B1BAF" w:rsidRPr="00E76B53" w:rsidRDefault="009B1BAF" w:rsidP="009B1BAF">
      <w:pPr>
        <w:rPr>
          <w:rFonts w:ascii="Tahoma" w:hAnsi="Tahoma" w:cs="Tahoma"/>
        </w:rPr>
      </w:pPr>
    </w:p>
    <w:p w:rsidR="009B1BAF" w:rsidRPr="00E76B53" w:rsidRDefault="009B1BAF" w:rsidP="009B1BAF">
      <w:pPr>
        <w:rPr>
          <w:rFonts w:ascii="Tahoma" w:hAnsi="Tahoma" w:cs="Tahoma"/>
        </w:rPr>
      </w:pPr>
    </w:p>
    <w:p w:rsidR="009B1BAF" w:rsidRPr="00E76B53" w:rsidRDefault="009B1BAF" w:rsidP="009B1BAF">
      <w:pPr>
        <w:rPr>
          <w:rFonts w:ascii="Tahoma" w:hAnsi="Tahoma" w:cs="Tahoma"/>
        </w:rPr>
      </w:pPr>
    </w:p>
    <w:p w:rsidR="009B1BAF" w:rsidRPr="00E76B53" w:rsidRDefault="009B1BAF" w:rsidP="009B1BAF">
      <w:pPr>
        <w:rPr>
          <w:rFonts w:ascii="Tahoma" w:hAnsi="Tahoma" w:cs="Tahoma"/>
        </w:rPr>
      </w:pPr>
    </w:p>
    <w:p w:rsidR="009B1BAF" w:rsidRPr="00E76B53" w:rsidRDefault="009B1BAF" w:rsidP="009B1BAF">
      <w:pPr>
        <w:rPr>
          <w:rFonts w:ascii="Tahoma" w:hAnsi="Tahoma" w:cs="Tahoma"/>
        </w:rPr>
      </w:pPr>
    </w:p>
    <w:p w:rsidR="009B1BAF" w:rsidRPr="00E76B53" w:rsidRDefault="009B1BAF" w:rsidP="009B1BAF">
      <w:pPr>
        <w:rPr>
          <w:rFonts w:ascii="Tahoma" w:hAnsi="Tahoma" w:cs="Tahoma"/>
        </w:rPr>
      </w:pPr>
    </w:p>
    <w:p w:rsidR="009B1BAF" w:rsidRPr="00E76B53" w:rsidRDefault="009B1BAF" w:rsidP="009B1BAF">
      <w:pPr>
        <w:rPr>
          <w:rFonts w:ascii="Tahoma" w:hAnsi="Tahoma" w:cs="Tahoma"/>
        </w:rPr>
      </w:pPr>
    </w:p>
    <w:p w:rsidR="009B1BAF" w:rsidRPr="00E76B53" w:rsidRDefault="009B1BAF" w:rsidP="009B1BAF">
      <w:pPr>
        <w:rPr>
          <w:rFonts w:ascii="Tahoma" w:hAnsi="Tahoma" w:cs="Tahoma"/>
        </w:rPr>
      </w:pPr>
    </w:p>
    <w:p w:rsidR="009B1BAF" w:rsidRPr="00E76B53" w:rsidRDefault="009B1BAF" w:rsidP="009B1BAF">
      <w:pPr>
        <w:rPr>
          <w:rFonts w:ascii="Tahoma" w:hAnsi="Tahoma" w:cs="Tahoma"/>
        </w:rPr>
      </w:pPr>
    </w:p>
    <w:p w:rsidR="009B1BAF" w:rsidRPr="00E76B53" w:rsidRDefault="009B1BAF" w:rsidP="009B1BAF">
      <w:pPr>
        <w:rPr>
          <w:rFonts w:ascii="Tahoma" w:hAnsi="Tahoma" w:cs="Tahoma"/>
        </w:rPr>
      </w:pPr>
    </w:p>
    <w:p w:rsidR="009B1BAF" w:rsidRPr="00E76B53" w:rsidRDefault="009B1BAF" w:rsidP="009B1BAF">
      <w:pPr>
        <w:rPr>
          <w:rFonts w:ascii="Tahoma" w:hAnsi="Tahoma" w:cs="Tahoma"/>
        </w:rPr>
      </w:pPr>
    </w:p>
    <w:p w:rsidR="009B1BAF" w:rsidRPr="00E76B53" w:rsidRDefault="009B1BAF" w:rsidP="009B1BAF">
      <w:pPr>
        <w:rPr>
          <w:rFonts w:ascii="Tahoma" w:hAnsi="Tahoma" w:cs="Tahoma"/>
        </w:rPr>
      </w:pPr>
    </w:p>
    <w:p w:rsidR="009B1BAF" w:rsidRPr="00E76B53" w:rsidRDefault="009B1BAF" w:rsidP="009B1BAF">
      <w:pPr>
        <w:rPr>
          <w:rFonts w:ascii="Tahoma" w:hAnsi="Tahoma" w:cs="Tahoma"/>
        </w:rPr>
      </w:pPr>
    </w:p>
    <w:p w:rsidR="009B1BAF" w:rsidRPr="00E76B53" w:rsidRDefault="009B1BAF" w:rsidP="009B1BAF">
      <w:pPr>
        <w:rPr>
          <w:rFonts w:ascii="Tahoma" w:hAnsi="Tahoma" w:cs="Tahoma"/>
        </w:rPr>
      </w:pPr>
    </w:p>
    <w:p w:rsidR="009B1BAF" w:rsidRPr="00E76B53" w:rsidRDefault="009B1BAF" w:rsidP="009B1BAF">
      <w:pPr>
        <w:rPr>
          <w:rFonts w:ascii="Tahoma" w:hAnsi="Tahoma" w:cs="Tahoma"/>
        </w:rPr>
      </w:pPr>
    </w:p>
    <w:p w:rsidR="009B1BAF" w:rsidRPr="00E76B53" w:rsidRDefault="009B1BAF" w:rsidP="009B1BAF">
      <w:pPr>
        <w:rPr>
          <w:rFonts w:ascii="Tahoma" w:hAnsi="Tahoma" w:cs="Tahoma"/>
        </w:rPr>
      </w:pPr>
    </w:p>
    <w:p w:rsidR="009B1BAF" w:rsidRPr="00E76B53" w:rsidRDefault="009B1BAF" w:rsidP="009B1BAF">
      <w:pPr>
        <w:rPr>
          <w:rFonts w:ascii="Tahoma" w:hAnsi="Tahoma" w:cs="Tahoma"/>
        </w:rPr>
      </w:pPr>
    </w:p>
    <w:p w:rsidR="009B1BAF" w:rsidRPr="00E76B53" w:rsidRDefault="009B1BAF" w:rsidP="009B1BAF">
      <w:pPr>
        <w:rPr>
          <w:rFonts w:ascii="Tahoma" w:hAnsi="Tahoma" w:cs="Tahoma"/>
        </w:rPr>
      </w:pPr>
    </w:p>
    <w:p w:rsidR="009B1BAF" w:rsidRPr="00E76B53" w:rsidRDefault="009B1BAF" w:rsidP="009B1BAF">
      <w:pPr>
        <w:rPr>
          <w:rFonts w:ascii="Tahoma" w:hAnsi="Tahoma" w:cs="Tahoma"/>
        </w:rPr>
      </w:pPr>
    </w:p>
    <w:p w:rsidR="009B1BAF" w:rsidRPr="00E76B53" w:rsidRDefault="009B1BAF" w:rsidP="009B1BAF">
      <w:pPr>
        <w:rPr>
          <w:rFonts w:ascii="Tahoma" w:hAnsi="Tahoma" w:cs="Tahoma"/>
        </w:rPr>
      </w:pPr>
    </w:p>
    <w:p w:rsidR="009B1BAF" w:rsidRPr="00E76B53" w:rsidRDefault="009B1BAF" w:rsidP="009B1BAF">
      <w:pPr>
        <w:rPr>
          <w:rFonts w:ascii="Tahoma" w:hAnsi="Tahoma" w:cs="Tahoma"/>
        </w:rPr>
      </w:pPr>
    </w:p>
    <w:p w:rsidR="009B1BAF" w:rsidRPr="00E76B53" w:rsidRDefault="00B223A8" w:rsidP="009B1BAF">
      <w:pPr>
        <w:rPr>
          <w:rFonts w:ascii="Tahoma" w:hAnsi="Tahoma" w:cs="Tahoma"/>
        </w:rPr>
      </w:pPr>
      <w:r>
        <w:rPr>
          <w:rFonts w:ascii="Tahoma" w:hAnsi="Tahoma" w:cs="Tahom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5A6A8871" wp14:editId="440144D2">
                <wp:simplePos x="0" y="0"/>
                <wp:positionH relativeFrom="column">
                  <wp:posOffset>27940</wp:posOffset>
                </wp:positionH>
                <wp:positionV relativeFrom="paragraph">
                  <wp:posOffset>81915</wp:posOffset>
                </wp:positionV>
                <wp:extent cx="6092190" cy="2514600"/>
                <wp:effectExtent l="0" t="0" r="3810" b="0"/>
                <wp:wrapNone/>
                <wp:docPr id="4" name="Text Box 6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2190" cy="2514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5BEB" w:rsidRDefault="00BC5BEB" w:rsidP="00B223A8">
                            <w:pPr>
                              <w:pStyle w:val="Odstavecseseznamem"/>
                              <w:spacing w:before="360" w:line="360" w:lineRule="auto"/>
                              <w:ind w:left="1287" w:firstLine="0"/>
                              <w:rPr>
                                <w:rFonts w:ascii="Tahoma" w:hAnsi="Tahoma" w:cs="Tahoma"/>
                                <w:b/>
                                <w:color w:val="0000FF"/>
                                <w:sz w:val="32"/>
                              </w:rPr>
                            </w:pPr>
                            <w:r w:rsidRPr="00E76B53">
                              <w:rPr>
                                <w:rFonts w:ascii="Tahoma" w:hAnsi="Tahoma" w:cs="Tahoma"/>
                                <w:b/>
                                <w:color w:val="0000FF"/>
                                <w:sz w:val="32"/>
                              </w:rPr>
                              <w:t>1) Celoplošný dopravní průzkum – obsazenost místních komunikací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color w:val="0000FF"/>
                                <w:sz w:val="32"/>
                              </w:rPr>
                              <w:t xml:space="preserve"> (včetně vybraných účelových komunikací)</w:t>
                            </w:r>
                            <w:r w:rsidRPr="00E76B53">
                              <w:rPr>
                                <w:rFonts w:ascii="Tahoma" w:hAnsi="Tahoma" w:cs="Tahoma"/>
                                <w:b/>
                                <w:color w:val="0000FF"/>
                                <w:sz w:val="32"/>
                              </w:rPr>
                              <w:t xml:space="preserve"> v průběhu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color w:val="0000FF"/>
                                <w:sz w:val="32"/>
                              </w:rPr>
                              <w:t>48</w:t>
                            </w:r>
                            <w:r w:rsidRPr="00E76B53">
                              <w:rPr>
                                <w:rFonts w:ascii="Tahoma" w:hAnsi="Tahoma" w:cs="Tahoma"/>
                                <w:b/>
                                <w:color w:val="0000FF"/>
                                <w:sz w:val="32"/>
                              </w:rPr>
                              <w:t xml:space="preserve"> </w:t>
                            </w:r>
                            <w:proofErr w:type="gramStart"/>
                            <w:r w:rsidRPr="00E76B53">
                              <w:rPr>
                                <w:rFonts w:ascii="Tahoma" w:hAnsi="Tahoma" w:cs="Tahoma"/>
                                <w:b/>
                                <w:color w:val="0000FF"/>
                                <w:sz w:val="32"/>
                              </w:rPr>
                              <w:t xml:space="preserve">hodin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color w:val="0000FF"/>
                                <w:sz w:val="32"/>
                              </w:rPr>
                              <w:t xml:space="preserve">          </w:t>
                            </w:r>
                            <w:r w:rsidRPr="00E76B53">
                              <w:rPr>
                                <w:rFonts w:ascii="Tahoma" w:hAnsi="Tahoma" w:cs="Tahoma"/>
                                <w:b/>
                                <w:color w:val="0000FF"/>
                                <w:sz w:val="32"/>
                              </w:rPr>
                              <w:t>(v členění</w:t>
                            </w:r>
                            <w:proofErr w:type="gramEnd"/>
                            <w:r w:rsidRPr="00E76B53">
                              <w:rPr>
                                <w:rFonts w:ascii="Tahoma" w:hAnsi="Tahoma" w:cs="Tahoma"/>
                                <w:b/>
                                <w:color w:val="0000FF"/>
                                <w:sz w:val="32"/>
                              </w:rPr>
                              <w:t xml:space="preserve"> na jednotlivé úseky ulic)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color w:val="0000FF"/>
                                <w:sz w:val="32"/>
                              </w:rPr>
                              <w:t>- Září – říjen 2012</w:t>
                            </w:r>
                          </w:p>
                          <w:p w:rsidR="00BC5BEB" w:rsidRPr="00E76B53" w:rsidRDefault="00BC5BEB" w:rsidP="001B0F89">
                            <w:pPr>
                              <w:spacing w:line="600" w:lineRule="auto"/>
                              <w:ind w:left="567" w:firstLine="0"/>
                              <w:rPr>
                                <w:rFonts w:ascii="Tahoma" w:hAnsi="Tahoma" w:cs="Tahoma"/>
                                <w:b/>
                                <w:color w:val="0000FF"/>
                                <w:sz w:val="32"/>
                              </w:rPr>
                            </w:pPr>
                          </w:p>
                          <w:p w:rsidR="00BC5BEB" w:rsidRPr="009B1BAF" w:rsidRDefault="00BC5BEB" w:rsidP="006F7F67">
                            <w:pPr>
                              <w:spacing w:line="600" w:lineRule="auto"/>
                              <w:rPr>
                                <w:b/>
                                <w:color w:val="0000FF"/>
                                <w:sz w:val="36"/>
                                <w:u w:val="single"/>
                              </w:rPr>
                            </w:pPr>
                          </w:p>
                          <w:p w:rsidR="00BC5BEB" w:rsidRDefault="00BC5BEB" w:rsidP="006F7F67">
                            <w:pPr>
                              <w:spacing w:line="600" w:lineRule="auto"/>
                              <w:ind w:left="567" w:firstLine="0"/>
                              <w:rPr>
                                <w:b/>
                                <w:color w:val="0000FF"/>
                                <w:sz w:val="36"/>
                              </w:rPr>
                            </w:pPr>
                          </w:p>
                          <w:p w:rsidR="00BC5BEB" w:rsidRDefault="00BC5BEB" w:rsidP="006F7F67">
                            <w:pPr>
                              <w:spacing w:line="600" w:lineRule="auto"/>
                              <w:ind w:left="567" w:firstLine="0"/>
                              <w:rPr>
                                <w:b/>
                                <w:color w:val="0000FF"/>
                                <w:sz w:val="36"/>
                              </w:rPr>
                            </w:pPr>
                          </w:p>
                          <w:p w:rsidR="00BC5BEB" w:rsidRDefault="00BC5BEB" w:rsidP="006F7F67">
                            <w:pPr>
                              <w:spacing w:line="600" w:lineRule="auto"/>
                              <w:ind w:left="567" w:firstLine="0"/>
                              <w:rPr>
                                <w:b/>
                                <w:color w:val="0000FF"/>
                                <w:sz w:val="36"/>
                              </w:rPr>
                            </w:pPr>
                          </w:p>
                          <w:p w:rsidR="00BC5BEB" w:rsidRDefault="00BC5BEB" w:rsidP="006F7F67">
                            <w:pPr>
                              <w:spacing w:line="600" w:lineRule="auto"/>
                              <w:ind w:left="567" w:firstLine="0"/>
                              <w:rPr>
                                <w:b/>
                                <w:color w:val="0000FF"/>
                                <w:sz w:val="36"/>
                              </w:rPr>
                            </w:pPr>
                          </w:p>
                          <w:p w:rsidR="00BC5BEB" w:rsidRDefault="00BC5BEB" w:rsidP="006F7F67">
                            <w:pPr>
                              <w:spacing w:line="600" w:lineRule="auto"/>
                              <w:ind w:left="567" w:firstLine="0"/>
                              <w:rPr>
                                <w:b/>
                                <w:color w:val="0000FF"/>
                                <w:sz w:val="36"/>
                              </w:rPr>
                            </w:pPr>
                          </w:p>
                          <w:p w:rsidR="00BC5BEB" w:rsidRDefault="00BC5BEB" w:rsidP="006F7F67">
                            <w:pPr>
                              <w:spacing w:line="600" w:lineRule="auto"/>
                              <w:ind w:left="567" w:firstLine="0"/>
                              <w:rPr>
                                <w:b/>
                                <w:color w:val="0000FF"/>
                                <w:sz w:val="36"/>
                              </w:rPr>
                            </w:pPr>
                            <w:r w:rsidRPr="009B1BAF">
                              <w:rPr>
                                <w:b/>
                                <w:color w:val="0000FF"/>
                                <w:sz w:val="36"/>
                              </w:rPr>
                              <w:t xml:space="preserve">CELOPLOŠNÝ DOPRAVNÍ PRŮZKUM – OBSAZENOST MÍSTNÍCH KOMUNIKACÍ V PRŮBĚHU 24 HODIN </w:t>
                            </w:r>
                          </w:p>
                          <w:p w:rsidR="00BC5BEB" w:rsidRPr="009B1BAF" w:rsidRDefault="00BC5BEB" w:rsidP="006F7F67">
                            <w:pPr>
                              <w:spacing w:line="600" w:lineRule="auto"/>
                              <w:ind w:left="567" w:firstLine="0"/>
                              <w:rPr>
                                <w:b/>
                                <w:color w:val="0000FF"/>
                                <w:sz w:val="36"/>
                              </w:rPr>
                            </w:pPr>
                            <w:r w:rsidRPr="009B1BAF">
                              <w:rPr>
                                <w:b/>
                                <w:color w:val="0000FF"/>
                                <w:sz w:val="36"/>
                              </w:rPr>
                              <w:t>(V ČLENĚNÍ NA JEDNOTLIVÉ ÚSEKY ULIC)</w:t>
                            </w:r>
                          </w:p>
                          <w:p w:rsidR="00BC5BEB" w:rsidRPr="009B1BAF" w:rsidRDefault="00BC5BEB" w:rsidP="006F7F67">
                            <w:pPr>
                              <w:spacing w:line="600" w:lineRule="auto"/>
                              <w:ind w:left="567" w:firstLine="0"/>
                              <w:rPr>
                                <w:b/>
                                <w:color w:val="0000FF"/>
                                <w:sz w:val="36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sz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6" o:spid="_x0000_s1027" type="#_x0000_t202" style="position:absolute;left:0;text-align:left;margin-left:2.2pt;margin-top:6.45pt;width:479.7pt;height:198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" stroked="f">
                <v:textbox>
                  <w:txbxContent>
                    <w:p w:rsidR="00BC5BEB" w:rsidRDefault="00BC5BEB" w:rsidP="00B223A8">
                      <w:pPr>
                        <w:pStyle w:val="Odstavecseseznamem"/>
                        <w:spacing w:before="360" w:line="360" w:lineRule="auto"/>
                        <w:ind w:left="1287" w:firstLine="0"/>
                        <w:rPr>
                          <w:rFonts w:ascii="Tahoma" w:hAnsi="Tahoma" w:cs="Tahoma"/>
                          <w:b/>
                          <w:color w:val="0000FF"/>
                          <w:sz w:val="32"/>
                        </w:rPr>
                      </w:pPr>
                      <w:r w:rsidRPr="00E76B53">
                        <w:rPr>
                          <w:rFonts w:ascii="Tahoma" w:hAnsi="Tahoma" w:cs="Tahoma"/>
                          <w:b/>
                          <w:color w:val="0000FF"/>
                          <w:sz w:val="32"/>
                        </w:rPr>
                        <w:t>1) Celoplošný dopravní průzkum – obsazenost místních komunikací</w:t>
                      </w:r>
                      <w:r>
                        <w:rPr>
                          <w:rFonts w:ascii="Tahoma" w:hAnsi="Tahoma" w:cs="Tahoma"/>
                          <w:b/>
                          <w:color w:val="0000FF"/>
                          <w:sz w:val="32"/>
                        </w:rPr>
                        <w:t xml:space="preserve"> (včetně vybraných účelových komunikací)</w:t>
                      </w:r>
                      <w:r w:rsidRPr="00E76B53">
                        <w:rPr>
                          <w:rFonts w:ascii="Tahoma" w:hAnsi="Tahoma" w:cs="Tahoma"/>
                          <w:b/>
                          <w:color w:val="0000FF"/>
                          <w:sz w:val="32"/>
                        </w:rPr>
                        <w:t xml:space="preserve"> v průběhu </w:t>
                      </w:r>
                      <w:r>
                        <w:rPr>
                          <w:rFonts w:ascii="Tahoma" w:hAnsi="Tahoma" w:cs="Tahoma"/>
                          <w:b/>
                          <w:color w:val="0000FF"/>
                          <w:sz w:val="32"/>
                        </w:rPr>
                        <w:t>48</w:t>
                      </w:r>
                      <w:r w:rsidRPr="00E76B53">
                        <w:rPr>
                          <w:rFonts w:ascii="Tahoma" w:hAnsi="Tahoma" w:cs="Tahoma"/>
                          <w:b/>
                          <w:color w:val="0000FF"/>
                          <w:sz w:val="32"/>
                        </w:rPr>
                        <w:t xml:space="preserve"> </w:t>
                      </w:r>
                      <w:proofErr w:type="gramStart"/>
                      <w:r w:rsidRPr="00E76B53">
                        <w:rPr>
                          <w:rFonts w:ascii="Tahoma" w:hAnsi="Tahoma" w:cs="Tahoma"/>
                          <w:b/>
                          <w:color w:val="0000FF"/>
                          <w:sz w:val="32"/>
                        </w:rPr>
                        <w:t xml:space="preserve">hodin </w:t>
                      </w:r>
                      <w:r>
                        <w:rPr>
                          <w:rFonts w:ascii="Tahoma" w:hAnsi="Tahoma" w:cs="Tahoma"/>
                          <w:b/>
                          <w:color w:val="0000FF"/>
                          <w:sz w:val="32"/>
                        </w:rPr>
                        <w:t xml:space="preserve">          </w:t>
                      </w:r>
                      <w:r w:rsidRPr="00E76B53">
                        <w:rPr>
                          <w:rFonts w:ascii="Tahoma" w:hAnsi="Tahoma" w:cs="Tahoma"/>
                          <w:b/>
                          <w:color w:val="0000FF"/>
                          <w:sz w:val="32"/>
                        </w:rPr>
                        <w:t>(v členění</w:t>
                      </w:r>
                      <w:proofErr w:type="gramEnd"/>
                      <w:r w:rsidRPr="00E76B53">
                        <w:rPr>
                          <w:rFonts w:ascii="Tahoma" w:hAnsi="Tahoma" w:cs="Tahoma"/>
                          <w:b/>
                          <w:color w:val="0000FF"/>
                          <w:sz w:val="32"/>
                        </w:rPr>
                        <w:t xml:space="preserve"> na jednotlivé úseky ulic) </w:t>
                      </w:r>
                      <w:r>
                        <w:rPr>
                          <w:rFonts w:ascii="Tahoma" w:hAnsi="Tahoma" w:cs="Tahoma"/>
                          <w:b/>
                          <w:color w:val="0000FF"/>
                          <w:sz w:val="32"/>
                        </w:rPr>
                        <w:t>- Září – říjen 2012</w:t>
                      </w:r>
                    </w:p>
                    <w:p w:rsidR="00BC5BEB" w:rsidRPr="00E76B53" w:rsidRDefault="00BC5BEB" w:rsidP="001B0F89">
                      <w:pPr>
                        <w:spacing w:line="600" w:lineRule="auto"/>
                        <w:ind w:left="567" w:firstLine="0"/>
                        <w:rPr>
                          <w:rFonts w:ascii="Tahoma" w:hAnsi="Tahoma" w:cs="Tahoma"/>
                          <w:b/>
                          <w:color w:val="0000FF"/>
                          <w:sz w:val="32"/>
                        </w:rPr>
                      </w:pPr>
                    </w:p>
                    <w:p w:rsidR="00BC5BEB" w:rsidRPr="009B1BAF" w:rsidRDefault="00BC5BEB" w:rsidP="006F7F67">
                      <w:pPr>
                        <w:spacing w:line="600" w:lineRule="auto"/>
                        <w:rPr>
                          <w:b/>
                          <w:color w:val="0000FF"/>
                          <w:sz w:val="36"/>
                          <w:u w:val="single"/>
                        </w:rPr>
                      </w:pPr>
                    </w:p>
                    <w:p w:rsidR="00BC5BEB" w:rsidRDefault="00BC5BEB" w:rsidP="006F7F67">
                      <w:pPr>
                        <w:spacing w:line="600" w:lineRule="auto"/>
                        <w:ind w:left="567" w:firstLine="0"/>
                        <w:rPr>
                          <w:b/>
                          <w:color w:val="0000FF"/>
                          <w:sz w:val="36"/>
                        </w:rPr>
                      </w:pPr>
                    </w:p>
                    <w:p w:rsidR="00BC5BEB" w:rsidRDefault="00BC5BEB" w:rsidP="006F7F67">
                      <w:pPr>
                        <w:spacing w:line="600" w:lineRule="auto"/>
                        <w:ind w:left="567" w:firstLine="0"/>
                        <w:rPr>
                          <w:b/>
                          <w:color w:val="0000FF"/>
                          <w:sz w:val="36"/>
                        </w:rPr>
                      </w:pPr>
                    </w:p>
                    <w:p w:rsidR="00BC5BEB" w:rsidRDefault="00BC5BEB" w:rsidP="006F7F67">
                      <w:pPr>
                        <w:spacing w:line="600" w:lineRule="auto"/>
                        <w:ind w:left="567" w:firstLine="0"/>
                        <w:rPr>
                          <w:b/>
                          <w:color w:val="0000FF"/>
                          <w:sz w:val="36"/>
                        </w:rPr>
                      </w:pPr>
                    </w:p>
                    <w:p w:rsidR="00BC5BEB" w:rsidRDefault="00BC5BEB" w:rsidP="006F7F67">
                      <w:pPr>
                        <w:spacing w:line="600" w:lineRule="auto"/>
                        <w:ind w:left="567" w:firstLine="0"/>
                        <w:rPr>
                          <w:b/>
                          <w:color w:val="0000FF"/>
                          <w:sz w:val="36"/>
                        </w:rPr>
                      </w:pPr>
                    </w:p>
                    <w:p w:rsidR="00BC5BEB" w:rsidRDefault="00BC5BEB" w:rsidP="006F7F67">
                      <w:pPr>
                        <w:spacing w:line="600" w:lineRule="auto"/>
                        <w:ind w:left="567" w:firstLine="0"/>
                        <w:rPr>
                          <w:b/>
                          <w:color w:val="0000FF"/>
                          <w:sz w:val="36"/>
                        </w:rPr>
                      </w:pPr>
                    </w:p>
                    <w:p w:rsidR="00BC5BEB" w:rsidRDefault="00BC5BEB" w:rsidP="006F7F67">
                      <w:pPr>
                        <w:spacing w:line="600" w:lineRule="auto"/>
                        <w:ind w:left="567" w:firstLine="0"/>
                        <w:rPr>
                          <w:b/>
                          <w:color w:val="0000FF"/>
                          <w:sz w:val="36"/>
                        </w:rPr>
                      </w:pPr>
                      <w:r w:rsidRPr="009B1BAF">
                        <w:rPr>
                          <w:b/>
                          <w:color w:val="0000FF"/>
                          <w:sz w:val="36"/>
                        </w:rPr>
                        <w:t xml:space="preserve">CELOPLOŠNÝ DOPRAVNÍ PRŮZKUM – OBSAZENOST MÍSTNÍCH KOMUNIKACÍ V PRŮBĚHU 24 HODIN </w:t>
                      </w:r>
                    </w:p>
                    <w:p w:rsidR="00BC5BEB" w:rsidRPr="009B1BAF" w:rsidRDefault="00BC5BEB" w:rsidP="006F7F67">
                      <w:pPr>
                        <w:spacing w:line="600" w:lineRule="auto"/>
                        <w:ind w:left="567" w:firstLine="0"/>
                        <w:rPr>
                          <w:b/>
                          <w:color w:val="0000FF"/>
                          <w:sz w:val="36"/>
                        </w:rPr>
                      </w:pPr>
                      <w:r w:rsidRPr="009B1BAF">
                        <w:rPr>
                          <w:b/>
                          <w:color w:val="0000FF"/>
                          <w:sz w:val="36"/>
                        </w:rPr>
                        <w:t>(V ČLENĚNÍ NA JEDNOTLIVÉ ÚSEKY ULIC)</w:t>
                      </w:r>
                    </w:p>
                    <w:p w:rsidR="00BC5BEB" w:rsidRPr="009B1BAF" w:rsidRDefault="00BC5BEB" w:rsidP="006F7F67">
                      <w:pPr>
                        <w:spacing w:line="600" w:lineRule="auto"/>
                        <w:ind w:left="567" w:firstLine="0"/>
                        <w:rPr>
                          <w:b/>
                          <w:color w:val="0000FF"/>
                          <w:sz w:val="36"/>
                        </w:rPr>
                      </w:pPr>
                      <w:r>
                        <w:rPr>
                          <w:b/>
                          <w:color w:val="0000FF"/>
                          <w:sz w:val="3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9B1BAF" w:rsidRPr="004D476F" w:rsidRDefault="009B1BAF" w:rsidP="009B1BAF">
      <w:pPr>
        <w:rPr>
          <w:rFonts w:ascii="Tahoma" w:hAnsi="Tahoma" w:cs="Tahoma"/>
        </w:rPr>
      </w:pPr>
    </w:p>
    <w:p w:rsidR="009B1BAF" w:rsidRPr="004D476F" w:rsidRDefault="009B1BAF" w:rsidP="009B1BAF">
      <w:pPr>
        <w:rPr>
          <w:rFonts w:ascii="Tahoma" w:hAnsi="Tahoma" w:cs="Tahoma"/>
        </w:rPr>
      </w:pPr>
    </w:p>
    <w:p w:rsidR="009B1BAF" w:rsidRPr="004D476F" w:rsidRDefault="009B1BAF" w:rsidP="009B1BAF">
      <w:pPr>
        <w:rPr>
          <w:rFonts w:ascii="Tahoma" w:hAnsi="Tahoma" w:cs="Tahoma"/>
        </w:rPr>
      </w:pPr>
    </w:p>
    <w:p w:rsidR="009B1BAF" w:rsidRPr="004D476F" w:rsidRDefault="009B1BAF" w:rsidP="009B1BAF">
      <w:pPr>
        <w:rPr>
          <w:rFonts w:ascii="Tahoma" w:hAnsi="Tahoma" w:cs="Tahoma"/>
        </w:rPr>
      </w:pPr>
    </w:p>
    <w:p w:rsidR="009B1BAF" w:rsidRPr="004D476F" w:rsidRDefault="009B1BAF" w:rsidP="009B1BAF">
      <w:pPr>
        <w:rPr>
          <w:rFonts w:ascii="Tahoma" w:hAnsi="Tahoma" w:cs="Tahoma"/>
        </w:rPr>
      </w:pPr>
    </w:p>
    <w:p w:rsidR="009B1BAF" w:rsidRPr="004D476F" w:rsidRDefault="009B1BAF" w:rsidP="009B1BAF">
      <w:pPr>
        <w:rPr>
          <w:rFonts w:ascii="Tahoma" w:hAnsi="Tahoma" w:cs="Tahoma"/>
        </w:rPr>
      </w:pPr>
    </w:p>
    <w:p w:rsidR="009B1BAF" w:rsidRPr="004D476F" w:rsidRDefault="009B1BAF" w:rsidP="009B1BAF">
      <w:pPr>
        <w:rPr>
          <w:rFonts w:ascii="Tahoma" w:hAnsi="Tahoma" w:cs="Tahoma"/>
        </w:rPr>
      </w:pPr>
    </w:p>
    <w:p w:rsidR="009B1BAF" w:rsidRPr="004D476F" w:rsidRDefault="009B1BAF" w:rsidP="009B1BAF">
      <w:pPr>
        <w:rPr>
          <w:rFonts w:ascii="Tahoma" w:hAnsi="Tahoma" w:cs="Tahoma"/>
        </w:rPr>
      </w:pPr>
    </w:p>
    <w:p w:rsidR="009B1BAF" w:rsidRPr="004D476F" w:rsidRDefault="009B1BAF" w:rsidP="009B1BAF">
      <w:pPr>
        <w:rPr>
          <w:rFonts w:ascii="Tahoma" w:hAnsi="Tahoma" w:cs="Tahoma"/>
        </w:rPr>
      </w:pPr>
    </w:p>
    <w:p w:rsidR="009B1BAF" w:rsidRPr="004D476F" w:rsidRDefault="009B1BAF" w:rsidP="009B1BAF">
      <w:pPr>
        <w:rPr>
          <w:rFonts w:ascii="Tahoma" w:hAnsi="Tahoma" w:cs="Tahoma"/>
        </w:rPr>
      </w:pPr>
    </w:p>
    <w:p w:rsidR="009B1BAF" w:rsidRPr="004D476F" w:rsidRDefault="009B1BAF" w:rsidP="009B1BAF">
      <w:pPr>
        <w:rPr>
          <w:rFonts w:ascii="Tahoma" w:hAnsi="Tahoma" w:cs="Tahoma"/>
        </w:rPr>
      </w:pPr>
    </w:p>
    <w:p w:rsidR="005D6C7E" w:rsidRPr="004D476F" w:rsidRDefault="005D6C7E" w:rsidP="005D6C7E">
      <w:pPr>
        <w:rPr>
          <w:rFonts w:ascii="Tahoma" w:hAnsi="Tahoma" w:cs="Tahoma"/>
        </w:rPr>
      </w:pPr>
    </w:p>
    <w:p w:rsidR="009B1BAF" w:rsidRPr="004D476F" w:rsidRDefault="009B1BAF" w:rsidP="009B1BAF">
      <w:pPr>
        <w:rPr>
          <w:rFonts w:ascii="Tahoma" w:hAnsi="Tahoma" w:cs="Tahom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53"/>
        <w:gridCol w:w="2121"/>
        <w:gridCol w:w="5506"/>
      </w:tblGrid>
      <w:tr w:rsidR="009F5F16" w:rsidRPr="004D476F" w:rsidTr="00BC5AEF">
        <w:tc>
          <w:tcPr>
            <w:tcW w:w="2653" w:type="dxa"/>
            <w:vMerge w:val="restart"/>
            <w:vAlign w:val="center"/>
          </w:tcPr>
          <w:p w:rsidR="009F5F16" w:rsidRPr="004D476F" w:rsidRDefault="009F5F16" w:rsidP="00E67E60">
            <w:pPr>
              <w:ind w:firstLine="0"/>
              <w:jc w:val="center"/>
              <w:rPr>
                <w:rFonts w:ascii="Tahoma" w:hAnsi="Tahoma" w:cs="Tahoma"/>
                <w:b/>
              </w:rPr>
            </w:pPr>
            <w:r w:rsidRPr="004D476F">
              <w:rPr>
                <w:rFonts w:ascii="Tahoma" w:hAnsi="Tahoma" w:cs="Tahoma"/>
                <w:b/>
              </w:rPr>
              <w:t>Legenda:</w:t>
            </w:r>
          </w:p>
          <w:p w:rsidR="00015648" w:rsidRPr="004D476F" w:rsidRDefault="00015648" w:rsidP="00E67E60">
            <w:pPr>
              <w:ind w:firstLine="0"/>
              <w:jc w:val="center"/>
              <w:rPr>
                <w:rFonts w:ascii="Tahoma" w:hAnsi="Tahoma" w:cs="Tahoma"/>
              </w:rPr>
            </w:pPr>
          </w:p>
          <w:p w:rsidR="00015648" w:rsidRPr="004D476F" w:rsidRDefault="00015648" w:rsidP="00E67E60">
            <w:pPr>
              <w:ind w:firstLine="0"/>
              <w:jc w:val="center"/>
              <w:rPr>
                <w:rFonts w:ascii="Tahoma" w:hAnsi="Tahoma" w:cs="Tahoma"/>
              </w:rPr>
            </w:pPr>
          </w:p>
          <w:p w:rsidR="00015648" w:rsidRPr="004D476F" w:rsidRDefault="00015648" w:rsidP="00E67E60">
            <w:pPr>
              <w:ind w:firstLine="0"/>
              <w:jc w:val="center"/>
              <w:rPr>
                <w:rFonts w:ascii="Tahoma" w:hAnsi="Tahoma" w:cs="Tahoma"/>
              </w:rPr>
            </w:pPr>
          </w:p>
          <w:p w:rsidR="009F5F16" w:rsidRPr="004D476F" w:rsidRDefault="009F5F16" w:rsidP="00E67E60">
            <w:pPr>
              <w:ind w:firstLine="0"/>
              <w:rPr>
                <w:rFonts w:ascii="Tahoma" w:hAnsi="Tahoma" w:cs="Tahoma"/>
              </w:rPr>
            </w:pPr>
          </w:p>
          <w:p w:rsidR="009F5F16" w:rsidRPr="004D476F" w:rsidRDefault="009F5F16" w:rsidP="00E67E60">
            <w:pPr>
              <w:ind w:firstLine="0"/>
              <w:rPr>
                <w:rFonts w:ascii="Tahoma" w:hAnsi="Tahoma" w:cs="Tahoma"/>
              </w:rPr>
            </w:pPr>
          </w:p>
          <w:p w:rsidR="009F5F16" w:rsidRPr="004D476F" w:rsidRDefault="009F5F16" w:rsidP="00E67E60">
            <w:pPr>
              <w:ind w:firstLine="0"/>
              <w:rPr>
                <w:rFonts w:ascii="Tahoma" w:hAnsi="Tahoma" w:cs="Tahoma"/>
              </w:rPr>
            </w:pPr>
          </w:p>
          <w:p w:rsidR="009F5F16" w:rsidRPr="004D476F" w:rsidRDefault="009F5F16" w:rsidP="00E67E60">
            <w:pPr>
              <w:ind w:firstLine="0"/>
              <w:rPr>
                <w:rFonts w:ascii="Tahoma" w:hAnsi="Tahoma" w:cs="Tahoma"/>
              </w:rPr>
            </w:pPr>
          </w:p>
          <w:p w:rsidR="009F5F16" w:rsidRPr="004D476F" w:rsidRDefault="009F5F16" w:rsidP="00E67E60">
            <w:pPr>
              <w:ind w:firstLine="0"/>
              <w:rPr>
                <w:rFonts w:ascii="Tahoma" w:hAnsi="Tahoma" w:cs="Tahoma"/>
              </w:rPr>
            </w:pPr>
          </w:p>
          <w:p w:rsidR="009F5F16" w:rsidRPr="004D476F" w:rsidRDefault="009F5F16" w:rsidP="00E67E60">
            <w:pPr>
              <w:ind w:firstLine="0"/>
              <w:rPr>
                <w:rFonts w:ascii="Tahoma" w:hAnsi="Tahoma" w:cs="Tahoma"/>
              </w:rPr>
            </w:pPr>
          </w:p>
          <w:p w:rsidR="009F5F16" w:rsidRPr="004D476F" w:rsidRDefault="009F5F16" w:rsidP="009B1BAF">
            <w:pPr>
              <w:rPr>
                <w:rFonts w:ascii="Tahoma" w:hAnsi="Tahoma" w:cs="Tahoma"/>
              </w:rPr>
            </w:pPr>
          </w:p>
        </w:tc>
        <w:tc>
          <w:tcPr>
            <w:tcW w:w="2121" w:type="dxa"/>
            <w:shd w:val="clear" w:color="auto" w:fill="FF00FF"/>
            <w:vAlign w:val="center"/>
          </w:tcPr>
          <w:p w:rsidR="009F5F16" w:rsidRPr="00BC5AEF" w:rsidRDefault="005D6C7E" w:rsidP="00E67E60">
            <w:pPr>
              <w:ind w:firstLine="0"/>
              <w:jc w:val="center"/>
              <w:rPr>
                <w:rFonts w:ascii="Tahoma" w:hAnsi="Tahoma" w:cs="Tahoma"/>
                <w:color w:val="FFFFFF" w:themeColor="background1"/>
                <w:sz w:val="28"/>
              </w:rPr>
            </w:pPr>
            <w:r w:rsidRPr="00BC5AEF">
              <w:rPr>
                <w:rFonts w:ascii="Tahoma" w:hAnsi="Tahoma" w:cs="Tahoma"/>
                <w:sz w:val="24"/>
              </w:rPr>
              <w:t>ZÁKAZ</w:t>
            </w:r>
          </w:p>
        </w:tc>
        <w:tc>
          <w:tcPr>
            <w:tcW w:w="5506" w:type="dxa"/>
            <w:vAlign w:val="center"/>
          </w:tcPr>
          <w:p w:rsidR="009F5F16" w:rsidRPr="004D476F" w:rsidRDefault="009F5F16" w:rsidP="00E67E60">
            <w:pPr>
              <w:ind w:firstLine="0"/>
              <w:rPr>
                <w:rFonts w:ascii="Tahoma" w:hAnsi="Tahoma" w:cs="Tahoma"/>
              </w:rPr>
            </w:pPr>
            <w:r w:rsidRPr="004D476F">
              <w:rPr>
                <w:rFonts w:ascii="Tahoma" w:hAnsi="Tahoma" w:cs="Tahoma"/>
              </w:rPr>
              <w:t>Parkování na komunikaci s kapacitou 0</w:t>
            </w:r>
          </w:p>
          <w:p w:rsidR="009F5F16" w:rsidRPr="004D476F" w:rsidRDefault="009F5F16" w:rsidP="00E67E60">
            <w:pPr>
              <w:ind w:firstLine="0"/>
              <w:rPr>
                <w:rFonts w:ascii="Tahoma" w:hAnsi="Tahoma" w:cs="Tahoma"/>
              </w:rPr>
            </w:pPr>
          </w:p>
        </w:tc>
      </w:tr>
      <w:tr w:rsidR="00015648" w:rsidRPr="004D476F" w:rsidTr="00BC5AEF">
        <w:tc>
          <w:tcPr>
            <w:tcW w:w="2653" w:type="dxa"/>
            <w:vMerge/>
            <w:vAlign w:val="center"/>
          </w:tcPr>
          <w:p w:rsidR="00015648" w:rsidRPr="004D476F" w:rsidRDefault="00015648" w:rsidP="00E67E60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121" w:type="dxa"/>
            <w:shd w:val="clear" w:color="FF0000" w:fill="auto"/>
            <w:vAlign w:val="center"/>
          </w:tcPr>
          <w:p w:rsidR="00015648" w:rsidRPr="004D476F" w:rsidRDefault="00015648" w:rsidP="00E67E60">
            <w:pPr>
              <w:ind w:firstLine="0"/>
              <w:jc w:val="center"/>
              <w:rPr>
                <w:rFonts w:ascii="Tahoma" w:hAnsi="Tahoma" w:cs="Tahoma"/>
                <w:sz w:val="24"/>
              </w:rPr>
            </w:pPr>
          </w:p>
        </w:tc>
        <w:tc>
          <w:tcPr>
            <w:tcW w:w="5506" w:type="dxa"/>
            <w:vAlign w:val="center"/>
          </w:tcPr>
          <w:p w:rsidR="00015648" w:rsidRPr="004D476F" w:rsidRDefault="00015648" w:rsidP="00E67E60">
            <w:pPr>
              <w:ind w:firstLine="0"/>
              <w:rPr>
                <w:rFonts w:ascii="Tahoma" w:hAnsi="Tahoma" w:cs="Tahoma"/>
              </w:rPr>
            </w:pPr>
          </w:p>
        </w:tc>
      </w:tr>
      <w:tr w:rsidR="009F5F16" w:rsidRPr="004D476F" w:rsidTr="00BC5AEF">
        <w:tc>
          <w:tcPr>
            <w:tcW w:w="2653" w:type="dxa"/>
            <w:vMerge/>
            <w:vAlign w:val="center"/>
          </w:tcPr>
          <w:p w:rsidR="009F5F16" w:rsidRPr="004D476F" w:rsidRDefault="009F5F16" w:rsidP="009B1BAF">
            <w:pPr>
              <w:rPr>
                <w:rFonts w:ascii="Tahoma" w:hAnsi="Tahoma" w:cs="Tahoma"/>
              </w:rPr>
            </w:pPr>
          </w:p>
        </w:tc>
        <w:tc>
          <w:tcPr>
            <w:tcW w:w="2121" w:type="dxa"/>
            <w:shd w:val="clear" w:color="auto" w:fill="FF0000"/>
            <w:vAlign w:val="center"/>
          </w:tcPr>
          <w:p w:rsidR="009F5F16" w:rsidRPr="004D476F" w:rsidRDefault="009F5F16" w:rsidP="00E67E60">
            <w:pPr>
              <w:ind w:firstLine="0"/>
              <w:rPr>
                <w:rFonts w:ascii="Tahoma" w:hAnsi="Tahoma" w:cs="Tahoma"/>
              </w:rPr>
            </w:pPr>
          </w:p>
        </w:tc>
        <w:tc>
          <w:tcPr>
            <w:tcW w:w="5506" w:type="dxa"/>
            <w:vAlign w:val="center"/>
          </w:tcPr>
          <w:p w:rsidR="009F5F16" w:rsidRPr="004D476F" w:rsidRDefault="005D6C7E" w:rsidP="00E67E60">
            <w:pPr>
              <w:ind w:firstLine="0"/>
              <w:rPr>
                <w:rFonts w:ascii="Tahoma" w:hAnsi="Tahoma" w:cs="Tahoma"/>
              </w:rPr>
            </w:pPr>
            <w:r w:rsidRPr="004D476F">
              <w:rPr>
                <w:rFonts w:ascii="Tahoma" w:hAnsi="Tahoma" w:cs="Tahoma"/>
              </w:rPr>
              <w:t>Obsazeno více než 100 % parkovací kapacity</w:t>
            </w:r>
          </w:p>
          <w:p w:rsidR="009F5F16" w:rsidRPr="004D476F" w:rsidRDefault="009F5F16" w:rsidP="00E67E60">
            <w:pPr>
              <w:ind w:firstLine="0"/>
              <w:rPr>
                <w:rFonts w:ascii="Tahoma" w:hAnsi="Tahoma" w:cs="Tahoma"/>
              </w:rPr>
            </w:pPr>
          </w:p>
        </w:tc>
      </w:tr>
      <w:tr w:rsidR="00015648" w:rsidRPr="004D476F" w:rsidTr="00BC5AEF">
        <w:tc>
          <w:tcPr>
            <w:tcW w:w="2653" w:type="dxa"/>
            <w:vMerge/>
            <w:vAlign w:val="center"/>
          </w:tcPr>
          <w:p w:rsidR="00015648" w:rsidRPr="004D476F" w:rsidRDefault="00015648" w:rsidP="009B1BAF">
            <w:pPr>
              <w:rPr>
                <w:rFonts w:ascii="Tahoma" w:hAnsi="Tahoma" w:cs="Tahoma"/>
              </w:rPr>
            </w:pPr>
          </w:p>
        </w:tc>
        <w:tc>
          <w:tcPr>
            <w:tcW w:w="2121" w:type="dxa"/>
            <w:shd w:val="clear" w:color="FF0000" w:fill="auto"/>
            <w:vAlign w:val="center"/>
          </w:tcPr>
          <w:p w:rsidR="00015648" w:rsidRPr="004D476F" w:rsidRDefault="00015648" w:rsidP="00E67E60">
            <w:pPr>
              <w:ind w:firstLine="0"/>
              <w:rPr>
                <w:rFonts w:ascii="Tahoma" w:hAnsi="Tahoma" w:cs="Tahoma"/>
              </w:rPr>
            </w:pPr>
          </w:p>
        </w:tc>
        <w:tc>
          <w:tcPr>
            <w:tcW w:w="5506" w:type="dxa"/>
            <w:vAlign w:val="center"/>
          </w:tcPr>
          <w:p w:rsidR="00015648" w:rsidRPr="004D476F" w:rsidRDefault="00015648" w:rsidP="00E67E60">
            <w:pPr>
              <w:ind w:firstLine="0"/>
              <w:rPr>
                <w:rFonts w:ascii="Tahoma" w:hAnsi="Tahoma" w:cs="Tahoma"/>
              </w:rPr>
            </w:pPr>
          </w:p>
        </w:tc>
      </w:tr>
      <w:tr w:rsidR="009F5F16" w:rsidRPr="004D476F" w:rsidTr="00BC5AEF">
        <w:tc>
          <w:tcPr>
            <w:tcW w:w="2653" w:type="dxa"/>
            <w:vMerge/>
            <w:vAlign w:val="center"/>
          </w:tcPr>
          <w:p w:rsidR="009F5F16" w:rsidRPr="004D476F" w:rsidRDefault="009F5F16" w:rsidP="009B1BAF">
            <w:pPr>
              <w:rPr>
                <w:rFonts w:ascii="Tahoma" w:hAnsi="Tahoma" w:cs="Tahoma"/>
              </w:rPr>
            </w:pPr>
          </w:p>
        </w:tc>
        <w:tc>
          <w:tcPr>
            <w:tcW w:w="2121" w:type="dxa"/>
            <w:shd w:val="clear" w:color="auto" w:fill="F79646" w:themeFill="accent6"/>
            <w:vAlign w:val="center"/>
          </w:tcPr>
          <w:p w:rsidR="009F5F16" w:rsidRPr="004D476F" w:rsidRDefault="009F5F16" w:rsidP="00E67E60">
            <w:pPr>
              <w:ind w:firstLine="0"/>
              <w:rPr>
                <w:rFonts w:ascii="Tahoma" w:hAnsi="Tahoma" w:cs="Tahoma"/>
              </w:rPr>
            </w:pPr>
          </w:p>
        </w:tc>
        <w:tc>
          <w:tcPr>
            <w:tcW w:w="5506" w:type="dxa"/>
            <w:vAlign w:val="center"/>
          </w:tcPr>
          <w:p w:rsidR="009F5F16" w:rsidRPr="004D476F" w:rsidRDefault="009F5F16" w:rsidP="00E67E60">
            <w:pPr>
              <w:ind w:firstLine="0"/>
              <w:rPr>
                <w:rFonts w:ascii="Tahoma" w:hAnsi="Tahoma" w:cs="Tahoma"/>
              </w:rPr>
            </w:pPr>
            <w:r w:rsidRPr="004D476F">
              <w:rPr>
                <w:rFonts w:ascii="Tahoma" w:hAnsi="Tahoma" w:cs="Tahoma"/>
              </w:rPr>
              <w:t xml:space="preserve">Obsazeno </w:t>
            </w:r>
            <w:r w:rsidR="005D6C7E" w:rsidRPr="004D476F">
              <w:rPr>
                <w:rFonts w:ascii="Tahoma" w:hAnsi="Tahoma" w:cs="Tahoma"/>
              </w:rPr>
              <w:t>80</w:t>
            </w:r>
            <w:r w:rsidRPr="004D476F">
              <w:rPr>
                <w:rFonts w:ascii="Tahoma" w:hAnsi="Tahoma" w:cs="Tahoma"/>
              </w:rPr>
              <w:t xml:space="preserve"> – </w:t>
            </w:r>
            <w:r w:rsidR="005D6C7E" w:rsidRPr="004D476F">
              <w:rPr>
                <w:rFonts w:ascii="Tahoma" w:hAnsi="Tahoma" w:cs="Tahoma"/>
              </w:rPr>
              <w:t>99</w:t>
            </w:r>
            <w:r w:rsidR="00B223A8">
              <w:rPr>
                <w:rFonts w:ascii="Tahoma" w:hAnsi="Tahoma" w:cs="Tahoma"/>
              </w:rPr>
              <w:t>,9</w:t>
            </w:r>
            <w:r w:rsidRPr="004D476F">
              <w:rPr>
                <w:rFonts w:ascii="Tahoma" w:hAnsi="Tahoma" w:cs="Tahoma"/>
              </w:rPr>
              <w:t>% parkovací kapacity</w:t>
            </w:r>
          </w:p>
          <w:p w:rsidR="009F5F16" w:rsidRPr="004D476F" w:rsidRDefault="009F5F16" w:rsidP="00E67E60">
            <w:pPr>
              <w:ind w:firstLine="0"/>
              <w:rPr>
                <w:rFonts w:ascii="Tahoma" w:hAnsi="Tahoma" w:cs="Tahoma"/>
              </w:rPr>
            </w:pPr>
          </w:p>
        </w:tc>
      </w:tr>
      <w:tr w:rsidR="00015648" w:rsidRPr="004D476F" w:rsidTr="00BC5AEF">
        <w:tc>
          <w:tcPr>
            <w:tcW w:w="2653" w:type="dxa"/>
            <w:vMerge/>
            <w:vAlign w:val="center"/>
          </w:tcPr>
          <w:p w:rsidR="00015648" w:rsidRPr="004D476F" w:rsidRDefault="00015648" w:rsidP="009B1BAF">
            <w:pPr>
              <w:rPr>
                <w:rFonts w:ascii="Tahoma" w:hAnsi="Tahoma" w:cs="Tahoma"/>
              </w:rPr>
            </w:pPr>
          </w:p>
        </w:tc>
        <w:tc>
          <w:tcPr>
            <w:tcW w:w="2121" w:type="dxa"/>
            <w:shd w:val="clear" w:color="FF0000" w:fill="auto"/>
            <w:vAlign w:val="center"/>
          </w:tcPr>
          <w:p w:rsidR="00015648" w:rsidRPr="004D476F" w:rsidRDefault="00015648" w:rsidP="00E67E60">
            <w:pPr>
              <w:ind w:firstLine="0"/>
              <w:rPr>
                <w:rFonts w:ascii="Tahoma" w:hAnsi="Tahoma" w:cs="Tahoma"/>
              </w:rPr>
            </w:pPr>
          </w:p>
        </w:tc>
        <w:tc>
          <w:tcPr>
            <w:tcW w:w="5506" w:type="dxa"/>
            <w:vAlign w:val="center"/>
          </w:tcPr>
          <w:p w:rsidR="00015648" w:rsidRPr="004D476F" w:rsidRDefault="00015648" w:rsidP="00E67E60">
            <w:pPr>
              <w:ind w:firstLine="0"/>
              <w:rPr>
                <w:rFonts w:ascii="Tahoma" w:hAnsi="Tahoma" w:cs="Tahoma"/>
              </w:rPr>
            </w:pPr>
          </w:p>
        </w:tc>
      </w:tr>
      <w:tr w:rsidR="009F5F16" w:rsidRPr="004D476F" w:rsidTr="00BC5AEF">
        <w:tc>
          <w:tcPr>
            <w:tcW w:w="2653" w:type="dxa"/>
            <w:vMerge/>
            <w:vAlign w:val="center"/>
          </w:tcPr>
          <w:p w:rsidR="009F5F16" w:rsidRPr="004D476F" w:rsidRDefault="009F5F16" w:rsidP="00E67E60">
            <w:pPr>
              <w:ind w:firstLine="0"/>
              <w:rPr>
                <w:rFonts w:ascii="Tahoma" w:hAnsi="Tahoma" w:cs="Tahoma"/>
              </w:rPr>
            </w:pPr>
          </w:p>
        </w:tc>
        <w:tc>
          <w:tcPr>
            <w:tcW w:w="2121" w:type="dxa"/>
            <w:shd w:val="clear" w:color="auto" w:fill="0070C0"/>
            <w:vAlign w:val="center"/>
          </w:tcPr>
          <w:p w:rsidR="009F5F16" w:rsidRPr="004D476F" w:rsidRDefault="009F5F16" w:rsidP="00E67E60">
            <w:pPr>
              <w:ind w:firstLine="0"/>
              <w:rPr>
                <w:rFonts w:ascii="Tahoma" w:hAnsi="Tahoma" w:cs="Tahoma"/>
              </w:rPr>
            </w:pPr>
          </w:p>
        </w:tc>
        <w:tc>
          <w:tcPr>
            <w:tcW w:w="5506" w:type="dxa"/>
            <w:vAlign w:val="center"/>
          </w:tcPr>
          <w:p w:rsidR="009F5F16" w:rsidRPr="004D476F" w:rsidRDefault="005D6C7E" w:rsidP="00E67E60">
            <w:pPr>
              <w:ind w:firstLine="0"/>
              <w:rPr>
                <w:rFonts w:ascii="Tahoma" w:hAnsi="Tahoma" w:cs="Tahoma"/>
              </w:rPr>
            </w:pPr>
            <w:r w:rsidRPr="004D476F">
              <w:rPr>
                <w:rFonts w:ascii="Tahoma" w:hAnsi="Tahoma" w:cs="Tahoma"/>
              </w:rPr>
              <w:t>Obsazeno 60  - 79</w:t>
            </w:r>
            <w:r w:rsidR="00B223A8">
              <w:rPr>
                <w:rFonts w:ascii="Tahoma" w:hAnsi="Tahoma" w:cs="Tahoma"/>
              </w:rPr>
              <w:t>,9</w:t>
            </w:r>
            <w:r w:rsidRPr="004D476F">
              <w:rPr>
                <w:rFonts w:ascii="Tahoma" w:hAnsi="Tahoma" w:cs="Tahoma"/>
              </w:rPr>
              <w:t xml:space="preserve"> % parkovací kapacity</w:t>
            </w:r>
          </w:p>
          <w:p w:rsidR="009F5F16" w:rsidRPr="004D476F" w:rsidRDefault="009F5F16" w:rsidP="00E67E60">
            <w:pPr>
              <w:ind w:firstLine="0"/>
              <w:rPr>
                <w:rFonts w:ascii="Tahoma" w:hAnsi="Tahoma" w:cs="Tahoma"/>
              </w:rPr>
            </w:pPr>
          </w:p>
        </w:tc>
      </w:tr>
      <w:tr w:rsidR="005D6C7E" w:rsidRPr="004D476F" w:rsidTr="00BC5AEF">
        <w:tc>
          <w:tcPr>
            <w:tcW w:w="2653" w:type="dxa"/>
            <w:vAlign w:val="center"/>
          </w:tcPr>
          <w:p w:rsidR="005D6C7E" w:rsidRPr="004D476F" w:rsidRDefault="005D6C7E" w:rsidP="00E67E60">
            <w:pPr>
              <w:ind w:firstLine="0"/>
              <w:rPr>
                <w:rFonts w:ascii="Tahoma" w:hAnsi="Tahoma" w:cs="Tahoma"/>
              </w:rPr>
            </w:pPr>
          </w:p>
        </w:tc>
        <w:tc>
          <w:tcPr>
            <w:tcW w:w="2121" w:type="dxa"/>
            <w:shd w:val="clear" w:color="auto" w:fill="auto"/>
            <w:vAlign w:val="center"/>
          </w:tcPr>
          <w:p w:rsidR="005D6C7E" w:rsidRPr="004D476F" w:rsidRDefault="005D6C7E" w:rsidP="00E67E60">
            <w:pPr>
              <w:ind w:firstLine="0"/>
              <w:rPr>
                <w:rFonts w:ascii="Tahoma" w:hAnsi="Tahoma" w:cs="Tahoma"/>
              </w:rPr>
            </w:pPr>
          </w:p>
        </w:tc>
        <w:tc>
          <w:tcPr>
            <w:tcW w:w="5506" w:type="dxa"/>
            <w:vAlign w:val="center"/>
          </w:tcPr>
          <w:p w:rsidR="005D6C7E" w:rsidRPr="004D476F" w:rsidRDefault="005D6C7E" w:rsidP="00E67E60">
            <w:pPr>
              <w:ind w:firstLine="0"/>
              <w:rPr>
                <w:rFonts w:ascii="Tahoma" w:hAnsi="Tahoma" w:cs="Tahoma"/>
              </w:rPr>
            </w:pPr>
          </w:p>
        </w:tc>
      </w:tr>
      <w:tr w:rsidR="005D6C7E" w:rsidRPr="004D476F" w:rsidTr="00BC5AEF">
        <w:tc>
          <w:tcPr>
            <w:tcW w:w="2653" w:type="dxa"/>
            <w:vAlign w:val="center"/>
          </w:tcPr>
          <w:p w:rsidR="005D6C7E" w:rsidRPr="004D476F" w:rsidRDefault="005D6C7E" w:rsidP="00E67E60">
            <w:pPr>
              <w:ind w:firstLine="0"/>
              <w:rPr>
                <w:rFonts w:ascii="Tahoma" w:hAnsi="Tahoma" w:cs="Tahoma"/>
              </w:rPr>
            </w:pPr>
          </w:p>
        </w:tc>
        <w:tc>
          <w:tcPr>
            <w:tcW w:w="2121" w:type="dxa"/>
            <w:shd w:val="clear" w:color="auto" w:fill="92D050"/>
            <w:vAlign w:val="center"/>
          </w:tcPr>
          <w:p w:rsidR="005D6C7E" w:rsidRPr="004D476F" w:rsidRDefault="005D6C7E" w:rsidP="00E67E60">
            <w:pPr>
              <w:ind w:firstLine="0"/>
              <w:rPr>
                <w:rFonts w:ascii="Tahoma" w:hAnsi="Tahoma" w:cs="Tahoma"/>
              </w:rPr>
            </w:pPr>
          </w:p>
          <w:p w:rsidR="005D6C7E" w:rsidRPr="004D476F" w:rsidRDefault="005D6C7E" w:rsidP="00E67E60">
            <w:pPr>
              <w:ind w:firstLine="0"/>
              <w:rPr>
                <w:rFonts w:ascii="Tahoma" w:hAnsi="Tahoma" w:cs="Tahoma"/>
              </w:rPr>
            </w:pPr>
          </w:p>
        </w:tc>
        <w:tc>
          <w:tcPr>
            <w:tcW w:w="5506" w:type="dxa"/>
            <w:vAlign w:val="center"/>
          </w:tcPr>
          <w:p w:rsidR="005D6C7E" w:rsidRPr="004D476F" w:rsidRDefault="005D6C7E" w:rsidP="00E67E60">
            <w:pPr>
              <w:ind w:firstLine="0"/>
              <w:rPr>
                <w:rFonts w:ascii="Tahoma" w:hAnsi="Tahoma" w:cs="Tahoma"/>
              </w:rPr>
            </w:pPr>
            <w:r w:rsidRPr="004D476F">
              <w:rPr>
                <w:rFonts w:ascii="Tahoma" w:hAnsi="Tahoma" w:cs="Tahoma"/>
              </w:rPr>
              <w:t>Obsazeno 40 – 59</w:t>
            </w:r>
            <w:r w:rsidR="00B223A8">
              <w:rPr>
                <w:rFonts w:ascii="Tahoma" w:hAnsi="Tahoma" w:cs="Tahoma"/>
              </w:rPr>
              <w:t>,9</w:t>
            </w:r>
            <w:r w:rsidRPr="004D476F">
              <w:rPr>
                <w:rFonts w:ascii="Tahoma" w:hAnsi="Tahoma" w:cs="Tahoma"/>
              </w:rPr>
              <w:t xml:space="preserve"> % parkovací kapacity</w:t>
            </w:r>
          </w:p>
        </w:tc>
      </w:tr>
      <w:tr w:rsidR="005D6C7E" w:rsidRPr="004D476F" w:rsidTr="00BC5AEF">
        <w:tc>
          <w:tcPr>
            <w:tcW w:w="2653" w:type="dxa"/>
            <w:vAlign w:val="center"/>
          </w:tcPr>
          <w:p w:rsidR="005D6C7E" w:rsidRPr="004D476F" w:rsidRDefault="005D6C7E" w:rsidP="00E67E60">
            <w:pPr>
              <w:ind w:firstLine="0"/>
              <w:rPr>
                <w:rFonts w:ascii="Tahoma" w:hAnsi="Tahoma" w:cs="Tahoma"/>
              </w:rPr>
            </w:pPr>
          </w:p>
        </w:tc>
        <w:tc>
          <w:tcPr>
            <w:tcW w:w="2121" w:type="dxa"/>
            <w:shd w:val="clear" w:color="auto" w:fill="auto"/>
            <w:vAlign w:val="center"/>
          </w:tcPr>
          <w:p w:rsidR="005D6C7E" w:rsidRPr="004D476F" w:rsidRDefault="005D6C7E" w:rsidP="00E67E60">
            <w:pPr>
              <w:ind w:firstLine="0"/>
              <w:rPr>
                <w:rFonts w:ascii="Tahoma" w:hAnsi="Tahoma" w:cs="Tahoma"/>
              </w:rPr>
            </w:pPr>
          </w:p>
        </w:tc>
        <w:tc>
          <w:tcPr>
            <w:tcW w:w="5506" w:type="dxa"/>
            <w:vAlign w:val="center"/>
          </w:tcPr>
          <w:p w:rsidR="005D6C7E" w:rsidRPr="004D476F" w:rsidRDefault="005D6C7E" w:rsidP="00E67E60">
            <w:pPr>
              <w:ind w:firstLine="0"/>
              <w:rPr>
                <w:rFonts w:ascii="Tahoma" w:hAnsi="Tahoma" w:cs="Tahoma"/>
              </w:rPr>
            </w:pPr>
          </w:p>
        </w:tc>
      </w:tr>
      <w:tr w:rsidR="005D6C7E" w:rsidRPr="004D476F" w:rsidTr="00BC5AEF">
        <w:tc>
          <w:tcPr>
            <w:tcW w:w="2653" w:type="dxa"/>
            <w:vAlign w:val="center"/>
          </w:tcPr>
          <w:p w:rsidR="005D6C7E" w:rsidRPr="004D476F" w:rsidRDefault="005D6C7E" w:rsidP="00E67E60">
            <w:pPr>
              <w:ind w:firstLine="0"/>
              <w:rPr>
                <w:rFonts w:ascii="Tahoma" w:hAnsi="Tahoma" w:cs="Tahoma"/>
              </w:rPr>
            </w:pPr>
          </w:p>
        </w:tc>
        <w:tc>
          <w:tcPr>
            <w:tcW w:w="2121" w:type="dxa"/>
            <w:shd w:val="clear" w:color="auto" w:fill="FFFF00"/>
            <w:vAlign w:val="center"/>
          </w:tcPr>
          <w:p w:rsidR="005D6C7E" w:rsidRPr="004D476F" w:rsidRDefault="005D6C7E" w:rsidP="00E67E60">
            <w:pPr>
              <w:ind w:firstLine="0"/>
              <w:rPr>
                <w:rFonts w:ascii="Tahoma" w:hAnsi="Tahoma" w:cs="Tahoma"/>
              </w:rPr>
            </w:pPr>
          </w:p>
          <w:p w:rsidR="005D6C7E" w:rsidRPr="004D476F" w:rsidRDefault="005D6C7E" w:rsidP="00E67E60">
            <w:pPr>
              <w:ind w:firstLine="0"/>
              <w:rPr>
                <w:rFonts w:ascii="Tahoma" w:hAnsi="Tahoma" w:cs="Tahoma"/>
              </w:rPr>
            </w:pPr>
          </w:p>
        </w:tc>
        <w:tc>
          <w:tcPr>
            <w:tcW w:w="5506" w:type="dxa"/>
            <w:vAlign w:val="center"/>
          </w:tcPr>
          <w:p w:rsidR="005D6C7E" w:rsidRPr="004D476F" w:rsidRDefault="005D6C7E" w:rsidP="005D6C7E">
            <w:pPr>
              <w:ind w:firstLine="0"/>
              <w:rPr>
                <w:rFonts w:ascii="Tahoma" w:hAnsi="Tahoma" w:cs="Tahoma"/>
              </w:rPr>
            </w:pPr>
            <w:r w:rsidRPr="004D476F">
              <w:rPr>
                <w:rFonts w:ascii="Tahoma" w:hAnsi="Tahoma" w:cs="Tahoma"/>
              </w:rPr>
              <w:t>Obsazeno méně než 39</w:t>
            </w:r>
            <w:r w:rsidR="00B223A8">
              <w:rPr>
                <w:rFonts w:ascii="Tahoma" w:hAnsi="Tahoma" w:cs="Tahoma"/>
              </w:rPr>
              <w:t>,9</w:t>
            </w:r>
            <w:r w:rsidRPr="004D476F">
              <w:rPr>
                <w:rFonts w:ascii="Tahoma" w:hAnsi="Tahoma" w:cs="Tahoma"/>
              </w:rPr>
              <w:t xml:space="preserve"> % parkovací kapacity</w:t>
            </w:r>
          </w:p>
        </w:tc>
      </w:tr>
      <w:tr w:rsidR="00BC5AEF" w:rsidRPr="004D476F" w:rsidTr="00BC5AEF">
        <w:tc>
          <w:tcPr>
            <w:tcW w:w="2653" w:type="dxa"/>
            <w:vAlign w:val="center"/>
          </w:tcPr>
          <w:p w:rsidR="00BC5AEF" w:rsidRPr="004D476F" w:rsidRDefault="00BC5AEF" w:rsidP="003C4EB0">
            <w:pPr>
              <w:ind w:firstLine="0"/>
              <w:rPr>
                <w:rFonts w:ascii="Tahoma" w:hAnsi="Tahoma" w:cs="Tahoma"/>
              </w:rPr>
            </w:pPr>
          </w:p>
        </w:tc>
        <w:tc>
          <w:tcPr>
            <w:tcW w:w="2121" w:type="dxa"/>
            <w:shd w:val="clear" w:color="auto" w:fill="auto"/>
            <w:vAlign w:val="center"/>
          </w:tcPr>
          <w:p w:rsidR="00BC5AEF" w:rsidRPr="004D476F" w:rsidRDefault="00BC5AEF" w:rsidP="003C4EB0">
            <w:pPr>
              <w:ind w:firstLine="0"/>
              <w:rPr>
                <w:rFonts w:ascii="Tahoma" w:hAnsi="Tahoma" w:cs="Tahoma"/>
              </w:rPr>
            </w:pPr>
          </w:p>
        </w:tc>
        <w:tc>
          <w:tcPr>
            <w:tcW w:w="5506" w:type="dxa"/>
            <w:vAlign w:val="center"/>
          </w:tcPr>
          <w:p w:rsidR="00BC5AEF" w:rsidRPr="004D476F" w:rsidRDefault="00BC5AEF" w:rsidP="003C4EB0">
            <w:pPr>
              <w:ind w:firstLine="0"/>
              <w:rPr>
                <w:rFonts w:ascii="Tahoma" w:hAnsi="Tahoma" w:cs="Tahoma"/>
              </w:rPr>
            </w:pPr>
          </w:p>
        </w:tc>
      </w:tr>
      <w:tr w:rsidR="00BC5AEF" w:rsidRPr="004D476F" w:rsidTr="00BC5AEF">
        <w:trPr>
          <w:trHeight w:val="567"/>
        </w:trPr>
        <w:tc>
          <w:tcPr>
            <w:tcW w:w="2653" w:type="dxa"/>
            <w:vAlign w:val="center"/>
          </w:tcPr>
          <w:p w:rsidR="00BC5AEF" w:rsidRPr="004D476F" w:rsidRDefault="00BC5AEF" w:rsidP="003C4EB0">
            <w:pPr>
              <w:ind w:firstLine="0"/>
              <w:rPr>
                <w:rFonts w:ascii="Tahoma" w:hAnsi="Tahoma" w:cs="Tahoma"/>
              </w:rPr>
            </w:pPr>
          </w:p>
        </w:tc>
        <w:tc>
          <w:tcPr>
            <w:tcW w:w="2121" w:type="dxa"/>
            <w:shd w:val="clear" w:color="auto" w:fill="D9D9D9" w:themeFill="background1" w:themeFillShade="D9"/>
            <w:vAlign w:val="center"/>
          </w:tcPr>
          <w:p w:rsidR="00BC5AEF" w:rsidRPr="004D476F" w:rsidRDefault="00BC5AEF" w:rsidP="00BC5AEF">
            <w:pPr>
              <w:ind w:firstLine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NO</w:t>
            </w:r>
          </w:p>
        </w:tc>
        <w:tc>
          <w:tcPr>
            <w:tcW w:w="5506" w:type="dxa"/>
            <w:vAlign w:val="center"/>
          </w:tcPr>
          <w:p w:rsidR="00BC5AEF" w:rsidRPr="004D476F" w:rsidRDefault="00BC5AEF" w:rsidP="003C4EB0">
            <w:pPr>
              <w:ind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Komunikace s kapacitou 0 PS bez parkujících aut</w:t>
            </w:r>
          </w:p>
        </w:tc>
      </w:tr>
    </w:tbl>
    <w:p w:rsidR="006F7F67" w:rsidRPr="004D476F" w:rsidRDefault="006F7F67" w:rsidP="0074497D">
      <w:pPr>
        <w:rPr>
          <w:rFonts w:ascii="Tahoma" w:hAnsi="Tahoma" w:cs="Tahoma"/>
        </w:rPr>
      </w:pPr>
    </w:p>
    <w:p w:rsidR="00BC5BEB" w:rsidRDefault="0074497D" w:rsidP="0074497D">
      <w:pPr>
        <w:rPr>
          <w:rFonts w:ascii="Tahoma" w:hAnsi="Tahoma" w:cs="Tahoma"/>
        </w:rPr>
      </w:pPr>
      <w:r w:rsidRPr="004D476F">
        <w:rPr>
          <w:rFonts w:ascii="Tahoma" w:hAnsi="Tahoma" w:cs="Tahoma"/>
        </w:rPr>
        <w:t>Vysvětlivky – zkratky</w:t>
      </w:r>
      <w:r w:rsidRPr="004D476F">
        <w:rPr>
          <w:rFonts w:ascii="Tahoma" w:hAnsi="Tahoma" w:cs="Tahoma"/>
        </w:rPr>
        <w:tab/>
      </w:r>
      <w:r w:rsidRPr="004D476F">
        <w:rPr>
          <w:rFonts w:ascii="Tahoma" w:hAnsi="Tahoma" w:cs="Tahoma"/>
        </w:rPr>
        <w:tab/>
      </w:r>
      <w:r w:rsidR="00BC5BEB">
        <w:rPr>
          <w:rFonts w:ascii="Tahoma" w:hAnsi="Tahoma" w:cs="Tahoma"/>
        </w:rPr>
        <w:t>ID</w:t>
      </w:r>
      <w:r w:rsidR="00BC5BEB">
        <w:rPr>
          <w:rFonts w:ascii="Tahoma" w:hAnsi="Tahoma" w:cs="Tahoma"/>
        </w:rPr>
        <w:tab/>
      </w:r>
      <w:r w:rsidR="00BC5BEB">
        <w:rPr>
          <w:rFonts w:ascii="Tahoma" w:hAnsi="Tahoma" w:cs="Tahoma"/>
        </w:rPr>
        <w:tab/>
        <w:t>Vlastní identifikační číslo</w:t>
      </w:r>
    </w:p>
    <w:p w:rsidR="009B1BAF" w:rsidRPr="004D476F" w:rsidRDefault="0074497D" w:rsidP="00BC5BEB">
      <w:pPr>
        <w:ind w:left="2836" w:firstLine="709"/>
        <w:rPr>
          <w:rFonts w:ascii="Tahoma" w:hAnsi="Tahoma" w:cs="Tahoma"/>
        </w:rPr>
      </w:pPr>
      <w:r w:rsidRPr="004D476F">
        <w:rPr>
          <w:rFonts w:ascii="Tahoma" w:hAnsi="Tahoma" w:cs="Tahoma"/>
        </w:rPr>
        <w:t>PS</w:t>
      </w:r>
      <w:r w:rsidRPr="004D476F">
        <w:rPr>
          <w:rFonts w:ascii="Tahoma" w:hAnsi="Tahoma" w:cs="Tahoma"/>
        </w:rPr>
        <w:tab/>
        <w:t xml:space="preserve">           Parkovací stání</w:t>
      </w:r>
    </w:p>
    <w:p w:rsidR="009B1BAF" w:rsidRDefault="0074497D" w:rsidP="00015648">
      <w:pPr>
        <w:ind w:firstLine="0"/>
        <w:rPr>
          <w:rFonts w:ascii="Tahoma" w:hAnsi="Tahoma" w:cs="Tahoma"/>
        </w:rPr>
      </w:pPr>
      <w:r w:rsidRPr="004D476F">
        <w:rPr>
          <w:rFonts w:ascii="Tahoma" w:hAnsi="Tahoma" w:cs="Tahoma"/>
        </w:rPr>
        <w:tab/>
      </w:r>
      <w:r w:rsidRPr="004D476F">
        <w:rPr>
          <w:rFonts w:ascii="Tahoma" w:hAnsi="Tahoma" w:cs="Tahoma"/>
        </w:rPr>
        <w:tab/>
      </w:r>
      <w:r w:rsidRPr="004D476F">
        <w:rPr>
          <w:rFonts w:ascii="Tahoma" w:hAnsi="Tahoma" w:cs="Tahoma"/>
        </w:rPr>
        <w:tab/>
      </w:r>
      <w:r w:rsidRPr="004D476F">
        <w:rPr>
          <w:rFonts w:ascii="Tahoma" w:hAnsi="Tahoma" w:cs="Tahoma"/>
        </w:rPr>
        <w:tab/>
      </w:r>
      <w:r w:rsidRPr="004D476F">
        <w:rPr>
          <w:rFonts w:ascii="Tahoma" w:hAnsi="Tahoma" w:cs="Tahoma"/>
        </w:rPr>
        <w:tab/>
        <w:t>OA</w:t>
      </w:r>
      <w:r w:rsidRPr="004D476F">
        <w:rPr>
          <w:rFonts w:ascii="Tahoma" w:hAnsi="Tahoma" w:cs="Tahoma"/>
        </w:rPr>
        <w:tab/>
        <w:t xml:space="preserve">           Osobní automobil</w:t>
      </w:r>
    </w:p>
    <w:p w:rsidR="004D476F" w:rsidRDefault="004D476F" w:rsidP="00015648">
      <w:pPr>
        <w:ind w:firstLine="0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BC5BEB">
        <w:rPr>
          <w:rFonts w:ascii="Tahoma" w:hAnsi="Tahoma" w:cs="Tahoma"/>
        </w:rPr>
        <w:t>OA NOC</w:t>
      </w:r>
      <w:r>
        <w:rPr>
          <w:rFonts w:ascii="Tahoma" w:hAnsi="Tahoma" w:cs="Tahoma"/>
        </w:rPr>
        <w:tab/>
      </w:r>
      <w:r w:rsidR="00BC5BEB">
        <w:rPr>
          <w:rFonts w:ascii="Tahoma" w:hAnsi="Tahoma" w:cs="Tahoma"/>
        </w:rPr>
        <w:t>Průměrný počet odstavených vozidel v noci</w:t>
      </w:r>
    </w:p>
    <w:p w:rsidR="00BC5AEF" w:rsidRDefault="00BC5AEF" w:rsidP="00015648">
      <w:pPr>
        <w:ind w:firstLine="0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OBS</w:t>
      </w:r>
      <w:r w:rsidR="00BC5BEB">
        <w:rPr>
          <w:rFonts w:ascii="Tahoma" w:hAnsi="Tahoma" w:cs="Tahoma"/>
        </w:rPr>
        <w:t xml:space="preserve"> NOC</w:t>
      </w:r>
      <w:r>
        <w:rPr>
          <w:rFonts w:ascii="Tahoma" w:hAnsi="Tahoma" w:cs="Tahoma"/>
        </w:rPr>
        <w:tab/>
      </w:r>
      <w:r w:rsidR="00BC5BEB">
        <w:rPr>
          <w:rFonts w:ascii="Tahoma" w:hAnsi="Tahoma" w:cs="Tahoma"/>
        </w:rPr>
        <w:t>Průměrná noční o</w:t>
      </w:r>
      <w:r>
        <w:rPr>
          <w:rFonts w:ascii="Tahoma" w:hAnsi="Tahoma" w:cs="Tahoma"/>
        </w:rPr>
        <w:t>bsazenost</w:t>
      </w:r>
    </w:p>
    <w:p w:rsidR="00BC5BEB" w:rsidRDefault="00BC5BEB" w:rsidP="00BC5BEB">
      <w:pPr>
        <w:ind w:left="2836" w:firstLine="709"/>
        <w:rPr>
          <w:rFonts w:ascii="Tahoma" w:hAnsi="Tahoma" w:cs="Tahoma"/>
        </w:rPr>
      </w:pPr>
      <w:r>
        <w:rPr>
          <w:rFonts w:ascii="Tahoma" w:hAnsi="Tahoma" w:cs="Tahoma"/>
        </w:rPr>
        <w:t>OA DEN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Průměrný počet parkujících vozidel ve dne</w:t>
      </w:r>
    </w:p>
    <w:p w:rsidR="00BC5BEB" w:rsidRDefault="00BC5BEB" w:rsidP="00BC5BEB">
      <w:pPr>
        <w:ind w:firstLine="0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OBS NOC</w:t>
      </w:r>
      <w:r>
        <w:rPr>
          <w:rFonts w:ascii="Tahoma" w:hAnsi="Tahoma" w:cs="Tahoma"/>
        </w:rPr>
        <w:tab/>
        <w:t>Průměrná denní obsazenost</w:t>
      </w:r>
    </w:p>
    <w:p w:rsidR="00BC5AEF" w:rsidRDefault="00BC5AEF" w:rsidP="00015648">
      <w:pPr>
        <w:ind w:firstLine="0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BC5BEB">
        <w:rPr>
          <w:rFonts w:ascii="Tahoma" w:hAnsi="Tahoma" w:cs="Tahoma"/>
        </w:rPr>
        <w:t>Typ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BC5BEB">
        <w:rPr>
          <w:rFonts w:ascii="Tahoma" w:hAnsi="Tahoma" w:cs="Tahoma"/>
        </w:rPr>
        <w:t>Typ komunikace MK = místní komunikace</w:t>
      </w:r>
    </w:p>
    <w:p w:rsidR="00BC5BEB" w:rsidRPr="004D476F" w:rsidRDefault="00BC5BEB" w:rsidP="00015648">
      <w:pPr>
        <w:ind w:firstLine="0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UK = účelová komunikace</w:t>
      </w:r>
    </w:p>
    <w:p w:rsidR="000756FB" w:rsidRDefault="000756FB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C5AEF" w:rsidRDefault="00BC5AEF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tbl>
      <w:tblPr>
        <w:tblW w:w="10309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4"/>
        <w:gridCol w:w="2070"/>
        <w:gridCol w:w="2126"/>
        <w:gridCol w:w="2132"/>
        <w:gridCol w:w="420"/>
        <w:gridCol w:w="567"/>
        <w:gridCol w:w="683"/>
        <w:gridCol w:w="592"/>
        <w:gridCol w:w="683"/>
        <w:gridCol w:w="412"/>
      </w:tblGrid>
      <w:tr w:rsidR="00B223A8" w:rsidRPr="00B223A8" w:rsidTr="00BC5BEB">
        <w:trPr>
          <w:trHeight w:val="7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bookmarkStart w:id="1" w:name="RANGE!A2:J1901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ID</w:t>
            </w:r>
            <w:bookmarkEnd w:id="1"/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Ulice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Od</w:t>
            </w:r>
            <w:proofErr w:type="gramEnd"/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</w:t>
            </w:r>
            <w:proofErr w:type="gramEnd"/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NOC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NOC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DEN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DEN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3A8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0101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Vlašimská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Bratří Čapků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Šrobárova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188,5%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180,8%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Šrobárova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Písecká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Vlašimská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113,9%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Šrobárova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Písecká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Nám. Jiřího z </w:t>
            </w: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Lobkovic</w:t>
            </w:r>
            <w:proofErr w:type="gram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35,4%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52,8%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Šrobárova-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Písecká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Hradecká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83,3%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61,1%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0105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Šrobárova-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Písecká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Hradecká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Šrobárova-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Hradecká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Jičínská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57,5%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33,8%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0107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Šrobárova-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Hradešinská</w:t>
            </w:r>
            <w:proofErr w:type="spellEnd"/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Hradecká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140,0%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0108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Hradešinská</w:t>
            </w:r>
            <w:proofErr w:type="spellEnd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Benešovská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Šrobárova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0109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Hradešinská</w:t>
            </w:r>
            <w:proofErr w:type="spellEnd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Benešovská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Šrobárova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0110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Korunní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Jičínská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Čáslavksá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52,8%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Korunní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Benešovská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Hradešinská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0112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Korunní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Čáslavksá</w:t>
            </w:r>
            <w:proofErr w:type="spellEnd"/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Boleslavská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45,8%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Korunní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Libická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Benešovská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0114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Korunní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Boleslavská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Libická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51,7%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0115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Korunní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Libická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Kolínská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118,2%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89,4%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0116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Korunní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Libická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Sobotecká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111,4%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122,0%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Sobotecká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Korunní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Chorvatská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109,3%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60,8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103,1%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0118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Korunní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Kolínská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Perunova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121,4%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115,5%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0119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Korunní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Sobotecká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Chorvatská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37,5%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88,5%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0120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Chorvatská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Korunní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Dykova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150,0%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141,7%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0121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Korunní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Chorvatská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Řípská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0122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Korunní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Řípská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Perunova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101,2%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0123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Korunní-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Řípská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Nitranská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127,1%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33,3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138,9%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0124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Korunní-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Řípská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Nitranská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71,4%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183,3%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0125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Nitranská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Korunní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Dykova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116,3%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108,7%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0126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Korunní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Nitranská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Vodárny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0127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Korunní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Nitranská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Vodárny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0128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Korunní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Vodárny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Kladská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89,3%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89,3%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0129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Vodárny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Korunní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Dykova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0130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Vodárny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Korunní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Dykova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0131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Dykova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Vodárny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Vodárny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44,1%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41,2%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0132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Vodárny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Dykova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Hradešinská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115,6%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113,5%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0133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Vodárny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Dykova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Hradešinská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115,4%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115,4%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0134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Dykova-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Vodárny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Nitranská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109,5%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108,6%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0135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Dykova-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Vodárny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Nitranská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145,5%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151,5%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0136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Dykova-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Nitranská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Řípská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118,9%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54,8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121,9%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0137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Dykova-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Nitranská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Řípská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112,5%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29,8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124,3%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0138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Dykova-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Řípská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Chorvatská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102,6%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105,3%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0139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Dykova-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Řípská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Chorvatská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125,8%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0140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Chorvatská-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Dykova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Hradešinská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0141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Chorvatská-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Dykova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Hradešinská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0142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Hradešinská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Chorvatská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Estonská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205,0%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38,3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191,7%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0143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Estonská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Hradešinská</w:t>
            </w:r>
            <w:proofErr w:type="spellEnd"/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Šafránce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102,8%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101,9%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0144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Hradešinská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Estonská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Vodárny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187,8%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71,8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194,1%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C5BEB" w:rsidRPr="00B223A8" w:rsidTr="00BC5BEB">
        <w:trPr>
          <w:trHeight w:val="7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ID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Ulice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Od</w:t>
            </w:r>
            <w:proofErr w:type="gramEnd"/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</w:t>
            </w:r>
            <w:proofErr w:type="gramEnd"/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NOC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NOC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DEN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DEN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0145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Slovenská-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NN336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Chodská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43,8%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64,6%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0146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Slovenská-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NN337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Chodská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87,5%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94,4%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0147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Slovenská-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Chodská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Šumavská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81,0%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46,8%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0148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Slovenská-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Chodská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Šumavská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108,0%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0149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Slovenská-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Šumavská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Francouzská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72,2%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0150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Slovenská-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Šumavská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Francouzská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108,3%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0151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Máchova-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Francouzská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Rybalkova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95,8%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0152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Máchova-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Francouzská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Rybalkova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166,7%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166,7%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0153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Rybalkova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Máchova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Voroněžská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89,5%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0154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Rybalkova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Máchova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Kozačce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0155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Francouzská-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Máchova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NN2147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126,3%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53,8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134,6%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0156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Francouzská-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Máchova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NN2147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119,2%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124,4%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0157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Francouzská-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0158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Francouzská-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180,0%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190,0%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0159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Slovenská/Na šafránce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NN336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Estonská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107,9%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127,8%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0160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Estonská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Šafránce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108,3%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102,8%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0161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Šafránce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Estonská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Chorvatská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0162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Chorvatská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Šafránce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Hradešinská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0163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Hradešinská</w:t>
            </w:r>
            <w:proofErr w:type="spellEnd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Chorvatská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Říčanská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126,1%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121,6%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0164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Hradešinská</w:t>
            </w:r>
            <w:proofErr w:type="spellEnd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Chorvatská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Říčanská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114,4%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51,2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113,7%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0165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Říčanská-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Hradešinská</w:t>
            </w:r>
            <w:proofErr w:type="spellEnd"/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Benešovská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125,6%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0166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Říčanská-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Hradešinská</w:t>
            </w:r>
            <w:proofErr w:type="spellEnd"/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Benešovská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0167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Benešovská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Korunní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Říčanská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0168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Benešovská-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Říčanská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Hradešinská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0169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Benešovská-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Říčanská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Hradešinská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0170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Hradešinská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Benešovská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Bošická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0171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Bošická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Hradešinská</w:t>
            </w:r>
            <w:proofErr w:type="spellEnd"/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Zájezdu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308,3%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0172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Hradešinská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Bošická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Říčanská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0173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Říčanská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Zájezdu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Hradešinská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185,0%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185,0%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0174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Zájezdu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Říčanská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Bošická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350,0%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483,3%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0175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Zájezdu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Bošická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123,3%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137,8%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0176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Zájezdu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Zájezdu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0177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Vlašimská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Benešovská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109,5%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0178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Benešovská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Vlašimská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Hradešinská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0179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Vlašimská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Benešovská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Bratří Čapků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131,3%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162,5%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0180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Bratří Čapků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Vlašimská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650,0%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750,0%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0181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Řipská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Korunní 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Dykova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141,0%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51,2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131,2%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0201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Kodaňská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0202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Kodaňská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275,0%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220,8%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Estonská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128,6%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123,8%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0204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Estonská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112,5%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115,6%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0205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Estonská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Kodaňská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114,9%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47,2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0206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Estonská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Chorvatská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121,4%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96,4%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0207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Estonská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Chorvatská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123,1%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103,8%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C5BEB" w:rsidRPr="00B223A8" w:rsidTr="00BC5BEB">
        <w:trPr>
          <w:trHeight w:val="7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ID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Ulice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Od</w:t>
            </w:r>
            <w:proofErr w:type="gramEnd"/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</w:t>
            </w:r>
            <w:proofErr w:type="gramEnd"/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NOC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NOC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DEN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DEN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0208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Norská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Kodaňská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111,1%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0209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Norská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Finská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135,7%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128,6%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0210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Norská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Finská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112,5%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112,5%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0211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Chorvatská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Šafránce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0212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Šafránce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Chorvatská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139,6%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141,7%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0213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Šafránce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Žitomírská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84,2%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105,3%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0214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Šafránce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Žitomírská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131,3%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114,6%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0215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Žitomírská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Bulharská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154,3%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39,2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111,9%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0216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Žitomírská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Tolstého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133,3%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115,3%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Žitomírská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Tolstého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183,3%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0218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Tolstého-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Bulharská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0219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Tolstého-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Bulharská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111,8%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105,9%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0220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Tolstého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Na </w:t>
            </w: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Míčankách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123,8%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107,1%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0221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Tolstého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Na </w:t>
            </w: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Míčankách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114,3%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0222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Na </w:t>
            </w: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Míčankách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Bulharská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118,0%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105,7%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0223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Na </w:t>
            </w: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Míčankách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Bulharská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Dvacátého osmého pluku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127,2%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120,7%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0224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Bulharská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Na </w:t>
            </w: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Míčankách</w:t>
            </w:r>
            <w:proofErr w:type="spellEnd"/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Tolstého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72,4%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57,8%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0225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Tolstého-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Bulharská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Kodaňská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179,4%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143,1%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0226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Tolstého-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Bulharská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Kodaňská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170,0%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29,8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149,2%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0227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Kodaňská-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Tolstého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Slovinská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150,0%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0228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Kodaňská-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Tolstého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Slovinská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98,3%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0229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Slovinská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Bulharská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Kodaňská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96,8%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80,6%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0230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Bulharská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Slovinská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Tolstého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126,3%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114,0%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0231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Bulharská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Slovinská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Žitomírská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115,8%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0232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Bulharská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Žitomírská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Mexická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106,9%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0233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Mexická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Bulharská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Žitomírská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250,0%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288,9%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0234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Žitomírská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Mexická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Bulharská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153,7%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0235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Žitomírská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Mexická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Kodaňská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120,7%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32,7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112,6%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0236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Kodaňská-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Žitomírská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Finská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127,8%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0237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Kodaňská-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Žitomírská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Finská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0238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Finská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Kodaňská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Bulharská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135,4%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29,8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124,3%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0239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Bulharská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Finská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Mexická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134,0%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0240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Mexická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Bulharská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86,5%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49,4%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0241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Mexická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Šafránce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0242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Mexická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Šafránce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127,8%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120,4%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0243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Mexická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Finská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109,1%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0244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Mexická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Finská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114,6%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0245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Finská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Bulharská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120,5%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0246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Kodaňská-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Finská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Norská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115,0%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0247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Kodaňská-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Finská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Norská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120,6%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103,9%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0248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Kodaňská-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Norská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Estonská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103,1%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34,7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108,3%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0249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Kodaňská-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Norská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Estonská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101,4%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35,8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96,8%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0250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Kodaňská-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Estonská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112,5%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97,9%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0251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Kodaňská-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Estonská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111,8%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102,0%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C5BEB" w:rsidRPr="00B223A8" w:rsidTr="00BC5BEB">
        <w:trPr>
          <w:trHeight w:val="7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ID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Ulice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Od</w:t>
            </w:r>
            <w:proofErr w:type="gramEnd"/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</w:t>
            </w:r>
            <w:proofErr w:type="gramEnd"/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NOC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NOC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DEN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DEN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0252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Heroldovy Sady/ Estonská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Kodaňská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62,5%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150,0%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0253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Kodaňská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Heroldovy Sady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0254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Kodaňská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Heroldovy Sady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0255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Krymská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Křiž</w:t>
            </w:r>
            <w:r w:rsidR="00BC5BEB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 Krymská x Kodaňská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170,3%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164,9%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0256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Charkovská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Černomořská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Krymská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112,5%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0257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Černomořská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Charkovská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Královce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242,9%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207,1%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0258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Černomořská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Karlovce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Košická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162,5%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154,2%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0259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Černomořská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Královce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Košická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137,5%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125,0%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0260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Černomořská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Královce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Košická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137,5%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0261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Košická-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Černomořská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Krymská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113,3%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112,2%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0262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Košická-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Černomořská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Krymská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120,6%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102,9%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0263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Krymská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Charkovská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Košická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241,7%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208,3%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0264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Košická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Borodinská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151,9%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39,7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152,6%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0265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Borodinská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Heroldovy Sady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0266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Borodinská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Smolenská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142,9%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141,7%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0267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Smolenská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Borodinská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190,0%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190,0%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0268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Košická/ U Vrš</w:t>
            </w:r>
            <w:r w:rsidR="00BC5BEB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nádraží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Rostovská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Černomořská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142,7%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45,8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111,8%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0269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Královce-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Černomořská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Rybalkova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163,6%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162,1%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0270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Královce-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Černomořská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Rybalkova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105,6%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0271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Rybalkova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Královce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Charkovská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175,0%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166,7%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0272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Rybalkova-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Charkovská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Kozácká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0273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Rybalkova-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Charkovská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Kozácká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115,2%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104,5%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0274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Charkovská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Sevastopolská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255,0%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210,0%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0275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Charkovská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Černomořská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108,0%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51,7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0276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Černomořská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Charkovská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Sevastopolská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126,9%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114,1%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0277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Černomořská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Sevastopolská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Krymská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134,6%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119,2%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0278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Sevastopolská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Černomořská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109,5%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34,3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92,8%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0279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Sevastopolská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Kozácká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140,0%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146,7%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0280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Kozácká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Rybalkova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862,5%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737,5%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0281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Rybalkova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Voroněžská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Kozácká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220,0%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246,7%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0282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Rybalkova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Šmilovského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Havlíčkových sadů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83,3%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51,9%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0283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Rybalkova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Křiž. Rybalkova x Šmilovského x Na Kozačce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110,9%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87,0%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0284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Voroněžská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Rybalkova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116,9%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66,8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0285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Donská/ NN2147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Voroněžská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Francouzská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117,6%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135,3%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0286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Krymská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Kozácká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237,5%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227,1%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0287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Krymská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Černomořská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126,2%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45,7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108,7%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0288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Krymská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Černomořská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NN2146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157,1%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136,9%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0289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NN2146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Krymská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608,3%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0290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Charkovská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Rybalkova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85,4%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0301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Tolstého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Slovinská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118,1%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0302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Kavkazská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Minská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0303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Minská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Spojce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181,3%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170,8%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0304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Slovinská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Žitomírská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121,6%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42,2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114,0%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C5BEB" w:rsidRPr="00B223A8" w:rsidTr="00BC5BEB">
        <w:trPr>
          <w:trHeight w:val="7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ID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Ulice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Od</w:t>
            </w:r>
            <w:proofErr w:type="gramEnd"/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</w:t>
            </w:r>
            <w:proofErr w:type="gramEnd"/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NOC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NOC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DEN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DEN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0305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Žitomírská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Spojce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125,9%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33,3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123,5%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0306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Spojce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Orelská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102,1%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0307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Orelská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Spojce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Žitomírská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106,3%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95,8%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0308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Žitomírská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Orelská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Obloukova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110,3%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35,2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103,4%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Žitomírská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Orelská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47,2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104,8%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Žitomírská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Kovárně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106,3%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91,7%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0311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Žitomírská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Kovárně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87,5%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104,2%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0312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Kovárně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Sportovní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0313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Sportovní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Kovárně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Vršovické náměstí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150,0%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138,9%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Vršovické náměstí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Křižovatka 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117,6%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113,7%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0315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Stupni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Petrohradská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Vršovické náměstí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216,7%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0316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Petrohradská-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Rostovská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Stupni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160,0%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Petrohradská-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Rostovská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Stupni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103,1%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81,3%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0318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Petrohradská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Stupni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Sámova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121,2%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110,6%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0319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Vršovického nádraží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Sámova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Rostovská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98,9%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94,3%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0320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Rostovská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Vršovického nádraží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Petrohradská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122,7%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94,5%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0321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Rostovská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Petrohradská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Petrohradská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109,1%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86,4%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0322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Borodinská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Rostovská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191,7%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177,8%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0323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Rostovská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Borodinská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93,2%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75,0%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0324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Borodinská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Rostovská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111,1%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135,2%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0325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Borodinská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Holandská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0326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 náměstí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Kovárně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106,3%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102,1%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0327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Holandská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Kovárně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0328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Holandská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Norská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112,0%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95,7%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0329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Holandská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Norská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Žitomírská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113,1%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43,2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102,8%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0330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Norská/ Madridská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Žitomírská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Holandská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126,0%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47,8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95,7%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0331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Žitomírská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Madridská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Kodaňská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109,7%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36,3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0332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Kodaňská-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Žitomírská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Slovinská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140,0%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153,3%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0333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Kodaňská-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Žitomírská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Slovinská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115,4%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115,4%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0334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Slovinská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Kodaňská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Madridská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121,3%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40,3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0335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Madridská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Slovinská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Žitomírská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103,0%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0336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Žitomírská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Madridská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Holandská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118,3%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95,6%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0337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Žitomírská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Holandská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128,6%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0338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Holandská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Slovinská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Žitomírská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113,0%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51,7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0339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Slovinská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Holandská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125,9%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106,2%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0340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Nám. Svatopluka Čecha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Slovinská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91,7%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0341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Slovinská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Holandská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Madridská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135,4%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29,7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123,6%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0342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Nám. Svatopluka Čecha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Slovinská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Tolstého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102,7%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83,8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92,1%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0343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Tolstého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Nám. Svatopluka Čecha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Nám. Svatopluka Čecha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108,0%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0344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Nám. Svatopluka Čecha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Tolstého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108,3%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69,4%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0345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Tolstého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Nám. Svatopluka Čecha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Kavkazská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103,1%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0346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Altajská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0347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Altajská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102,9%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98,0%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C5BEB" w:rsidRPr="00B223A8" w:rsidTr="00BC5BEB">
        <w:trPr>
          <w:trHeight w:val="7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ID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Ulice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Od</w:t>
            </w:r>
            <w:proofErr w:type="gramEnd"/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</w:t>
            </w:r>
            <w:proofErr w:type="gramEnd"/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NOC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NOC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DEN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DEN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0348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Altajská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Archangelská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0349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Altajská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Archangelská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26,5%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123,5%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0350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Archangelská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Kodaňská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0351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Archangelská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Kodaňská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68,3%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0352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Uljanovská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Kirgizská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Kazašská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118,1%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0353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Kirgizská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Uljanovská</w:t>
            </w:r>
            <w:proofErr w:type="spellEnd"/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Magnitogorská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105,6%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105,6%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0354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Magnitogorská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Kazašská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Kirgizská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111,1%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101,9%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0355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Magnitogorská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Kazašská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Tádžická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135,7%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138,1%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0356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Kazašská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Magnitogorská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Uljanovská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175,0%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150,0%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0357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Uljanovská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Kazašská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Tádžická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104,2%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0358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Uljanovská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Tádžická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Turkmenská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96,2%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111,5%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0359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Tádžická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Uljanovská</w:t>
            </w:r>
            <w:proofErr w:type="spellEnd"/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Magnitogorská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204,5%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174,2%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0360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NN3296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Magnitogorská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0361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Magnitogorská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Tádžická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Turkmenská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118,8%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120,8%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0362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Magnitogorská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Turkmenská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Taškentská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103,8%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0363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Turkmenská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Uljanovská</w:t>
            </w:r>
            <w:proofErr w:type="spellEnd"/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Magnitogorská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208,3%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198,6%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0364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Uljanovská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Turkmenská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Taškentská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131,8%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113,6%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0365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Uljanovská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Taškentská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Uzbecká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0366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Taškentská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Uljanovská</w:t>
            </w:r>
            <w:proofErr w:type="spellEnd"/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Magnitogorská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208,3%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147,2%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0367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Uzbecká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Uljanovská</w:t>
            </w:r>
            <w:proofErr w:type="spellEnd"/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Magnitogorská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137,5%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95,8%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0368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Baškirská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Magnitogorská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NN3296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141,7%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130,6%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0369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NN3296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Baškirská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0370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Baškirská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NN3296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57,3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84,3%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0371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Baškirská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Seřadiště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0372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Baškirská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Seřadiště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0373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 Louži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Baškirská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112,5%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102,1%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0374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 Louži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Baškirská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92,6%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0375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Magnitogorská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Uzbecká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0376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Uzbecká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NN4789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Magnitogorská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130,3%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37,2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97,8%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0377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NN4789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Uzbecká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0378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 Louži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0379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 Louži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0380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Kavkazská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121,4%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0381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Kavkazská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0382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NN3295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Kirgizská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Obloukova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Spojce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74,1%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97,7%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0402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Spojce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Obloukova</w:t>
            </w:r>
            <w:proofErr w:type="spellEnd"/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Orelská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122,1%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30,7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90,2%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0403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Obloukova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Spojce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Žitomírská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115,9%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95,5%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0404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Žitomírská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Obloukova</w:t>
            </w:r>
            <w:proofErr w:type="spellEnd"/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Sportovní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221,4%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252,4%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Obloukova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Žitomírská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Kovárně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111,1%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29,3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108,6%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0406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Sportovní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Žitomírská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Obloukova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155,6%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39,3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145,7%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0407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Sportovní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Žitomírská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153,3%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124,4%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Obloukova</w:t>
            </w:r>
            <w:proofErr w:type="spellEnd"/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Sportovní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Obloukova</w:t>
            </w:r>
            <w:proofErr w:type="spellEnd"/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Sportovní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C5BEB" w:rsidRPr="00B223A8" w:rsidTr="00BC5BEB">
        <w:trPr>
          <w:trHeight w:val="7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ID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Ulice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Od</w:t>
            </w:r>
            <w:proofErr w:type="gramEnd"/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</w:t>
            </w:r>
            <w:proofErr w:type="gramEnd"/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NOC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NOC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DEN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DEN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0410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Petrohradská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Sportovní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0411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 Botiči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Sportovní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59,3%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Petrohradská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Sámova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101,8%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101,2%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0413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Sámova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Petrohradská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Vršovického nádraží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107,0%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0414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Sámova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Vršovického nádraží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Vršovického nádraží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81,3%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91,7%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0415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Sámova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Vršovického nádraží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74,5%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30,7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55,8%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0416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Sámova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Parkoviště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250,0%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Vršovického nádraží-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Sámova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0418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Vršovického nádraží-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Sámova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112,5%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101,7%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0419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Vršovického nádraží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Petrohradská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123,9%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97,1%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0420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Vršovického nádraží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Petrohradská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115,5%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31,7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109,2%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0421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Vršovického nádraží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Ukrajinská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0422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Vršovického nádraží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Ukrajinská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0423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Ukrajinská-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Vršovického nádraží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76,9%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171,8%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0424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Ukrajinská-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Vršovického nádraží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18,2%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81,8%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0425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Vršovického nádraží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Ukrajinská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112,5%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112,5%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0426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Ukrajinská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Ukrajinská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118,2%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93,9%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0427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Ukrajinská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Vršovického nádraží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Vršovického nádraží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126,5%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84,3%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0428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Vršovického nádraží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Ukrajinská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Vršovického nádraží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122,7%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87,9%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0429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Ukrajinská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Vršovického nádraží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Novgorodská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154,5%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44,7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203,0%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0430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Novgorodská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Ukrajinská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53,7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134,2%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0431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Ukrajinská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Novgorodská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Petrohradská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119,1%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30,3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89,2%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0432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Petrohradská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Ukrajinská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0433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Petrohradská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 Botiči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137,5%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0434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 Botiči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Ukrajinská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92,1%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86,8%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0435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Ukrajinská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Petrohradská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 Botiči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208,3%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166,7%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0436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 Botiči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Ukrajinská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Petrohradská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106,8%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102,1%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0437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Petrohradská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Ukrajinská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 Botiči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104,4%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0438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Petrohradská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 Botiči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Bartoškova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52,2%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30,7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68,1%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0439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Vinným potokem/ Bartoškova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Seřadiště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Hranice MČ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0440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Seřadiště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Parkoviště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0441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Seřadiště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Vinným potokem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Louži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24,4%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0442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Lopuchová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Seřadiště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0443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Přípotoční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NN5228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Sportovní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0444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Sportovní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Přípotoční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0445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Sportovní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Přípotoční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154,9%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64,7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126,8%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0446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Přípotoční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Sportovní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Oblouková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205,0%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35,3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176,7%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0447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Přípotoční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Oblouková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Louži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0448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Oblouková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Přípotoční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94,9%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88,8%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0449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Oblouková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Louži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117,9%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88,1%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0450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Oblouková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Louži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333,3%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644,4%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Louži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 Louži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124,0%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92,0%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0452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Louži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 Louži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Přípotoční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216,7%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163,9%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C5BEB" w:rsidRPr="00B223A8" w:rsidTr="00BC5BEB">
        <w:trPr>
          <w:trHeight w:val="7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ID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Ulice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Od</w:t>
            </w:r>
            <w:proofErr w:type="gramEnd"/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</w:t>
            </w:r>
            <w:proofErr w:type="gramEnd"/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NOC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NOC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DEN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DEN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0453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 Louži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Louži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Přípotoční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109,0%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54,7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81,6%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0454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Přípotoční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 Louži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Pod </w:t>
            </w: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Soutratím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121,4%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55,7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99,4%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0455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Přípotoční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Louži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Pod </w:t>
            </w: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Soutratím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91,2%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42,3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124,5%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0456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Louži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Přípotoční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Seřadiště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63,1%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111,4%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0457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Seřadiště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Louži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Pod </w:t>
            </w: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Soutratím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122,0%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50,7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202,7%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0458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Seřadiště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Pod </w:t>
            </w: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Soutratím</w:t>
            </w:r>
            <w:proofErr w:type="spellEnd"/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26,6%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38,7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82,3%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0459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Pod </w:t>
            </w: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Soutratím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Seřadiště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NN5343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26,4%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50,7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140,7%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0460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Pod </w:t>
            </w: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Soutratím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NN5343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Přípotoční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90,7%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46,3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107,8%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0461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Louži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111,5%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92,3%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0462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Louži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113,9%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90,7%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0463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Minská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Orelská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137,7%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104,9%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0464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Minská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Orelská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37,3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83,0%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0465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Orelská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Spojce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Minská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127,4%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34,3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110,8%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0466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NN4895-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NN4895 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0467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NN4895-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NN4895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Kodaňská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Kavkazská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Kavkazská-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Kodaňská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Archangelská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Kavkazská-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Kodaňská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Archangelská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0504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Archangelská-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Kavkazská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97,2%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Archangelská-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Kavkazská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95,8%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0506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Kodaňská-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Kavkazská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Moldavská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92,7%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99,7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103,8%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0507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Kodaňská-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Kavkazská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Moldavská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97,0%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94,0%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0508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Moldavská-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Kodaňská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Armenská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0509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Moldavská-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Kodaňská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Armenská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103,6%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97,6%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Moldavská-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Armenská</w:t>
            </w:r>
            <w:proofErr w:type="spellEnd"/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Kavkazská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145,8%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122,2%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0511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Moldavská-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Armenská</w:t>
            </w:r>
            <w:proofErr w:type="spellEnd"/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Kavkazská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112,5%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105,6%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0512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Altajská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Kavkazská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56,9%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98,9%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0513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Kavkazská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Altajská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Archangelská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200,0%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0514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Kavkazská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Moldavská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Tolstého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87,5%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88,9%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0515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Kavkazská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Moldavská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109,4%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92,2%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0516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Armenská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Tolstého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Moldavská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119,4%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68,5%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Tolstého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Kodaňská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Nám. Svatopluka Čecha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108,1%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98,4%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0518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Kodaňská-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Tolstého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Moldavská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104,7%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0519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Kodaňská-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Tolstého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Moldavská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115,6%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111,5%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0520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Dvacátého osmého pluku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Tolstého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Na </w:t>
            </w: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Míčankách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128,6%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68,7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122,6%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0521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NN2953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Dvacátého osmého pluku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154,5%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157,6%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0522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Dvacátého osmého pluku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Na </w:t>
            </w: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Míčankách</w:t>
            </w:r>
            <w:proofErr w:type="spellEnd"/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Roháčových kasáren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121,7%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110,9%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0523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Konopišťská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Roháčových kasáren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113,5%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107,1%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0524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Roháčových kasáren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Konopišťská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145,2%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105,6%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0525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Roháčových kasáren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Konopišťská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120,5%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109,1%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0526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Roháčových kasáren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Na </w:t>
            </w: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Míčankách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112,0%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99,3%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0527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Roháčových kasáren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Na </w:t>
            </w: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Míčankách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137,0%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121,7%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0528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Roháčových kasáren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Dvacátého osmého pluku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C5BEB" w:rsidRPr="00B223A8" w:rsidTr="00BC5BEB">
        <w:trPr>
          <w:trHeight w:val="7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ID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Ulice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Od</w:t>
            </w:r>
            <w:proofErr w:type="gramEnd"/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</w:t>
            </w:r>
            <w:proofErr w:type="gramEnd"/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NOC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NOC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DEN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DEN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0529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Roháčových kasáren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Dvacátého osmého pluku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Novorossijská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104,9%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84,1%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0530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Novorossijská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Roháčových kasáren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Kodaňská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58,6%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49,5%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0531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NN5257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Novorossijská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Novorossijská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165,9%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121,2%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0532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Novorossijská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Roháčových kasáren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NN4795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118,3%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92,3%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0533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Novorossijská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NN4795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Dvacátého osmého pluku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115,6%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91,7%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0534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NN4795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Roháčových kasáren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Novorossijská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40,3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80,7%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0535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Dvacátého osmého pluku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Roháčových kasáren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Novorossijská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117,5%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0536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Dvacátého osmého pluku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Novorossijská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Bělocerkevská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111,9%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0537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Bělocerkevská-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Dvacátého osmého pluku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Dukelská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0538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Bělocerkevská-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Dvacátého osmého pluku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Dukelská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0539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Bělocerkevská-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Dukelská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0540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Bělocerkevská-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Dukelská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0541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Dukelská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Bělocerkevská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Volynská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194,4%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104,6%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0542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Volynská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Dukelská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41,3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108,8%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0543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Tulská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Litevská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107,9%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0544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Litevská-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Tulská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0545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Litevská-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Tulská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0546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Litevská-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Tulská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Jakutská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119,4%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0547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Litevská-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Tulská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Jakutská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105,6%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0548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Jakutská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Litevská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Dukelská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114,0%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63,8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85,1%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0549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Dukelská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Volynská</w:t>
            </w:r>
            <w:proofErr w:type="spellEnd"/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Jakutská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150,0%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97,9%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0550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Volynská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Dukelská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Jakutská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137,5%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131,9%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0551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Jakutská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Dukelská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Volynská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90,2%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0552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Volynská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Jakutská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NN3305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91,7%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81,3%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0553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NN3305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Volynská</w:t>
            </w:r>
            <w:proofErr w:type="spellEnd"/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285,0%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221,7%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0554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Bělocerkevská-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Dvacátého osmého pluku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NN2749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0555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Bělocerkevská-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Dvacátého osmého pluku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NN2749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0556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Bajkalská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Gruzínská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Bělocerkevská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0557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Bajkalská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Jerevanská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Gruzínská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91,7%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0558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Gruzínská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Bajkalská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98,1%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79,6%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0559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Čeljabinská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Bělocerkevská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55,9%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0560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Bělocerkevská-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NN2749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0561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Bělocerkevská-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NN2750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0562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Jerevanská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NN2752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109,4%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107,3%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0563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Jerevanská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Vladivostocká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109,3%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82,1%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0564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Vladivostocká-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Jerevanská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Slavie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81,5%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0565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Vladivostocká-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Jerevanská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Slavie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88,0%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41,7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0566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Slavie-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Altánem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NN2755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0567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Slavie-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Altánem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NN2755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0568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Slavie-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Vladivostocká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0569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Slavie-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Vladivostocká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C5BEB" w:rsidRPr="00B223A8" w:rsidTr="00BC5BEB">
        <w:trPr>
          <w:trHeight w:val="7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ID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Ulice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Od</w:t>
            </w:r>
            <w:proofErr w:type="gramEnd"/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</w:t>
            </w:r>
            <w:proofErr w:type="gramEnd"/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NOC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NOC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DEN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DEN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0570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NN2752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NN2754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0571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NN2752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NN2754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0572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Kavkazská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Moldavská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Altajská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88,9%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105,6%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0573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Jerevanská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NN2752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0574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NN2749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Bělocerkevská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Bělocerkevská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0601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Rapidem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Předpolí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Rapidem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Předpolí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88,3%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0603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Primaskou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Předpolí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0604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Primaskou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Předpolí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Předpolí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NN3297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138,0%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115,3%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0606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NN3297-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Předpolí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143,8%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139,6%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0607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Předpolí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NN3297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Olšinách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135,7%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138,1%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0608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Předpolí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327,3%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251,5%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0609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Olšinách-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Stezce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Předpolí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99,4%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0610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Olšinách-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Stezce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Předpolí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108,3%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29,7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98,9%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0611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Kubánské náměstí-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NN5352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Stezce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0612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Kubánské náměstí-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NN5352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Stezce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113,3%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102,2%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0613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Kubánské náměstí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Parkoviště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708,3%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0614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Litevská-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Bajkalská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90,7%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0615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Litevská-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Bajkalská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83,3%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0616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Kubánské náměstí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Litevská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NN2955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83,2%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86,2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93,7%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Murmanská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NN2955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Kubánské náměstí 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101,3%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38,3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98,3%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0618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Murmanská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Kubánské náměstí 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Omská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106,3%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92,7%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0619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Murmanská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Omská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218,8%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200,0%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Omská/ NN4800/ NN4799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Murmanská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Bajkalská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190,9%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136,4%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0621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Bajkalská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Omská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NN2955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0622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NN2954/ NN2955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Murmanská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Bajkalská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0623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Bajkalská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NN2955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Litevská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0624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Litevská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Bajkalská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Omská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145,5%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97,0%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0625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Omská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NN5361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Litevská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86,4%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109,1%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0626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Litevská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Jakutská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Omská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83,3%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105,6%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0627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Litevská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Jakutská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Bajkalská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111,5%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0628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Bajkalská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Karpatská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Litevská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95,1%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35,3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86,2%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0629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Karpatská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Bajkalská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78,6%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0630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Bajkalská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Karpatská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Užocká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108,1%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34,7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80,6%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0631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Užocká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Bajkalská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104,8%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69,9%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0632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Užocká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Krásnojarská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94,4%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0633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Krásnojarská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Bajkalská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113,5%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76,9%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0634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Bajkalská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Užocká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Krásnojarská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0635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Volynská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Bajkalská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NN3305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89,5%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71,9%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0636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Bajkalská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Krásnojarská</w:t>
            </w:r>
            <w:proofErr w:type="spellEnd"/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Kišiněvská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94,7%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71,1%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0637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Bajkalská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Kišiněvská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Jerevanská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88,5%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80,8%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0638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Kišiněvská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Bajkalská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101,9%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70,5%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C5BEB" w:rsidRPr="00B223A8" w:rsidTr="00BC5BEB">
        <w:trPr>
          <w:trHeight w:val="7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ID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Ulice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Od</w:t>
            </w:r>
            <w:proofErr w:type="gramEnd"/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</w:t>
            </w:r>
            <w:proofErr w:type="gramEnd"/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NOC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NOC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DEN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DEN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0639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Kišiněvská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Krásnojarská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97,2%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0640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Jerevanská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Kišiněvská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87,5%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112,5%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0641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Jerevanská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Bajkalská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101,9%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67,9%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0642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Jerevanská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Kišiněvská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0643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Kišiněvská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Vladivostocká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111,5%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96,8%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0644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Vladivostocká-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Jerevanská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Kišiněvská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85,7%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77,4%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0645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Vladivostocká-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Jerevanská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Kišiněvská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94,4%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75,9%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0646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Vladivostocká-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Kišiněvská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Krásnojarská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92,9%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72,6%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0647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Vladivostocká-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Kišiněvská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Krásnojarská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93,2%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90,2%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0648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Vladivostocká-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Krásnojarská</w:t>
            </w:r>
            <w:proofErr w:type="spellEnd"/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Amurská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91,7%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0649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Vladivostocká-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Krásnojarská</w:t>
            </w:r>
            <w:proofErr w:type="spellEnd"/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Amurská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104,5%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95,5%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0650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Krásnojarská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Vladivostocká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17,9%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0651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Kišiněvská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Krásnojarská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0652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Amurská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Krásnojarská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150,0%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0653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Amurská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Vladivostocká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114,6%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97,9%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0654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Vladivostocká-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Amurská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Lvovská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56,3%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0655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Vladivostocká-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Amurská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Lvovská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131,8%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112,1%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0656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Vladivostocká-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Lvovská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Karpatská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103,8%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79,5%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0657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Vladivostocká-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Lvovská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Karpatská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105,6%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0658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Lvovská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Vladivostocká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101,9%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85,2%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0659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Amurská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Lvovská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84,4%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80,2%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0660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Užocká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Karpatská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102,6%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96,5%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0661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Lvovská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Karpatská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107,1%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81,0%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0662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Karpatská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Kubánské náměstí 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104,5%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90,2%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0663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NN4798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Vladivostocká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124,0%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42,7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85,3%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0664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Vladivostocká-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Karpatská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Kubánské náměstí 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79,4%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82,4%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0665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Vladivostocká-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Karpatská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Kubánské náměstí 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77,4%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29,2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94,1%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0666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Kubánské </w:t>
            </w: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náím</w:t>
            </w:r>
            <w:proofErr w:type="spellEnd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./ Na Hroudě-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Vladivostocká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Stezce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97,5%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0667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Kubánské nám./ Na Hroudě-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Vladivostocká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Stezce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70,8%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93,1%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0668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NN4801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Hroudě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Hroudě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0669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Hroudě-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Stezce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Vrších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0670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Hroudě-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Stezce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Vrších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121,4%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154,8%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0671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Stezce-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NN3302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Hroudě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150,0%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104,2%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0672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Stezce-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NN3302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Hroudě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113,6%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89,4%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0673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Stezce-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Olšinách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NN3302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0674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Stezce-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Olšinách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NN3302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130,6%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0675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NN3302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Stezce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Hroudě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0676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Hroudě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Vrších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Předpolí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58,3%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46,1%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0677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Vrších-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Hroudě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Hranic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128,6%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123,8%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0678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Vrších-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Hroudě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Hranic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137,5%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125,0%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0679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Hranic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Vrších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Předpolí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121,2%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29,3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112,8%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0680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Předpolí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Hranic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Hroudě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95,6%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0681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Předpolí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Olšinách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Hroudě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102,1%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99,3%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C5BEB" w:rsidRPr="00B223A8" w:rsidTr="00BC5BEB">
        <w:trPr>
          <w:trHeight w:val="7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ID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Ulice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Od</w:t>
            </w:r>
            <w:proofErr w:type="gramEnd"/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</w:t>
            </w:r>
            <w:proofErr w:type="gramEnd"/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NOC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NOC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DEN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DEN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0682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Hroudě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Předpolí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Hráze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107,1%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83,2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97,8%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0683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Hráze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Olšinách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Hroudě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123,8%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45,8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109,1%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0684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Olšinách-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NN2293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Předpolí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101,1%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0685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Olšinách-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NN2293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Předpolí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107,8%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0686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NN3297-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Předpolí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108,3%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0687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NN3302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NN3302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Hroudě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246,7%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0688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Kubánské </w:t>
            </w: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nám.- úsek</w:t>
            </w:r>
            <w:proofErr w:type="gramEnd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Vladivostocká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109,1%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110,6%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0689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Kubánské </w:t>
            </w: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nám.- úsek</w:t>
            </w:r>
            <w:proofErr w:type="gramEnd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Vladivostocká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220,0%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216,7%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0690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Karpatská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Vladivostocká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86,1%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NN4558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Vinohradská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Za Strašnickou vozovnou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31,5%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91,4%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Vinohradská-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Počernická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Za Strašnickou vozovnou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Vinohradská-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Počernická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Za Strašnickou vozovnou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0704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Počernická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Názovská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Vinohradská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64,3%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69,6%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Počernická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Názovská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Palouku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65,8%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96,5%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0706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Palouku-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Vodovodem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Počernická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Palouku-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Vodovodem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Počernická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0708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Vodovodem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Parkoviště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22,0%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99,3%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Vodovodem-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Palouku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Třebešínem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0710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Vodovodem-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Palouku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Třebešínem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0711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Vodovodem-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Kapličkou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Třebešínem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0712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Vodovodem-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Kapličkou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Třebešínem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0713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Izraelská-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Kapličkou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Židovskými hřbitovy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0714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Izraelská-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Kapličkou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Židovskými hřbitovy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0715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Židovskými hřbitovy-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Izraelská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Vinohradská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0716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Židovskými hřbitovy-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Izraelská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Vinohradská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Vinohradská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Vinohradského hřbitova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Židovskými hřbitovy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0718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Vinohradská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Počernická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Židovskými hřbitovy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0719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Vinohradská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Počernická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Vinohradského hřbitova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0720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Vinohradská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Parkoviště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33,7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67,3%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0721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Vinohradského hřbitova- úsek východ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Vinohradská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Šrobárova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38,2%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62,3%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0722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Vinohradského hřbitova-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Vinohradská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Šrobárova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68,9%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0723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Šrobárova-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Vinohradského hřbitova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Hollarovo náměstí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150,0%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147,6%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0724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Šrobárova-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Vinohradského hřbitova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Hollarovo náměstí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0725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Šrobárova-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Hollarovo náměstí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Vinohradské nemocnice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93,8%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29,3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91,7%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0726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Šrobárova-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Hollarovo náměstí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Vinohradské nemocnice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91,1%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0727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Šrobárova-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Vinohradské nemocnice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Votická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110,9%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36,3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113,5%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0728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Šrobárova-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Vinohradské nemocnice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Votická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20,8%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69,4%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0729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Šrobárova-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Votická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Květná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102,9%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93,1%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0730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Šrobárova-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Votická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Květná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90,6%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61,5%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0731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Šrobárova-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Květná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Soběslavská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0732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Šrobárova-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Květná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Soběslavská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55,6%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C5BEB" w:rsidRPr="00B223A8" w:rsidTr="00BC5BEB">
        <w:trPr>
          <w:trHeight w:val="7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ID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Ulice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Od</w:t>
            </w:r>
            <w:proofErr w:type="gramEnd"/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</w:t>
            </w:r>
            <w:proofErr w:type="gramEnd"/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NOC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NOC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DEN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DEN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0733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Šrobárova-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Soběslavská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Nám. Jiřího z </w:t>
            </w: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Lobkovic</w:t>
            </w:r>
            <w:proofErr w:type="gram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0734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Šrobárova-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Soběslavská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Nám. Jiřího z </w:t>
            </w: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Lobkovic</w:t>
            </w:r>
            <w:proofErr w:type="gram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0735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Šrobárova-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Nám. Jiřího z </w:t>
            </w: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Lobkovic</w:t>
            </w:r>
            <w:proofErr w:type="gramEnd"/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Vlašimská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0736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Šrobárova-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Nám. Jiřího z </w:t>
            </w: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Lobkovic</w:t>
            </w:r>
            <w:proofErr w:type="gramEnd"/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Vlašimská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121,4%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117,9%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0737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Bratří Čapků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Vlašimská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Zdravotního ústavu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208,8%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208,8%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0738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Zdravotního ústavu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Bratří Čapků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Šrobárova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0739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Zdravotního ústavu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Bratří Čapků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Benešovská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0740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Benešovská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Vlašimská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Zdravotního ústavu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0741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Benešovská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Zdravotního ústavu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0742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NN2746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Benešovská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0743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Konopišťská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Bělocerkevská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0744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Bělocerkevská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Volynská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0745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Bělocerkevská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Volynská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115,6%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0746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Volynská</w:t>
            </w:r>
            <w:proofErr w:type="spellEnd"/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Tulská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0747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Volynská</w:t>
            </w:r>
            <w:proofErr w:type="spellEnd"/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Tulská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113,9%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0748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Tulská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Litevská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0749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Tulská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Litevská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155,0%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135,0%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0750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Litevská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NN5361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150,0%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0751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Litevská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NN5361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101,6%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31,8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99,5%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0752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NN5361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Primaskou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0753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NN5361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Primaskou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118,2%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60,6%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0754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Primaskou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Rapidem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112,2%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0755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Rapidem-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Primaskou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Rapidem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0756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Rapidem-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Primaskou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Rapidem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81,8%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75,8%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0757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Rapidem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Křižovatka Krátká x Irkutská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82,7%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82,7%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0758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Irkutská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Rapidem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Za Strašnickou vozovnou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155,0%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195,0%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0759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Krátká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Rapidem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Olšinami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101,1%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0760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Olšinami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Krátká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Primaskou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89,4%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87,4%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0761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Krátká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Olšinami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Za Strašnickou vozovnou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92,5%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105,0%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0762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Za Strašnickou vozovnou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Krátká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Primaskou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101,7%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0763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Za Strašnickou vozovnou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Irkutská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Krátká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88,0%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102,7%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0764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Krátká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Za Strašnickou vozovnou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Nových vil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101,4%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96,4%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0765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Nových vil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Krátká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Primaskou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110,6%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0766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Krátká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Nových vil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Starostrašnická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112,9%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75,7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114,6%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0767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Starostrašnická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Krátká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Primaskou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112,5%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140,3%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0768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Starostrašnická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Krátká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Vinohradská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32,1%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103,6%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0769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Vinohradská-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Starostrašnická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Za Strašnickou vozovnou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0770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Vinohradská-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Starostrašnická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Za Strašnickou vozovnou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0771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Za Strašnickou vozovnou-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Vinohradská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Irkutská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150,0%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154,2%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0772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Za Strašnickou vozovnou-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Vinohradská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Irkutská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Slunečná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Počernická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Vodovodem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0802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Vodovodem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Palouku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Slunečná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41,7%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35,3%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0803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Palouku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Krbu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Vodovodem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C5BEB" w:rsidRPr="00B223A8" w:rsidTr="00BC5BEB">
        <w:trPr>
          <w:trHeight w:val="7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ID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Ulice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Od</w:t>
            </w:r>
            <w:proofErr w:type="gramEnd"/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</w:t>
            </w:r>
            <w:proofErr w:type="gramEnd"/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NOC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NOC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DEN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DEN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Krbu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Palouku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Slunečná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45,6%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0805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 Červenému dvoru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Palouku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Třebešínem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158,3%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0806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Třebešínem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Vodovodem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 Červenému dvoru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40,7%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0807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 Červenému dvoru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Třebešínem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Viktorkou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0808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Viktorkou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Třebešíně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 Červenému dvoru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0809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 Červenému dvoru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Viktorkou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Okrajní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0810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Okrajní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 Červenému dvoru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Kapličkou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32,4%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29,4%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0811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Kapličkou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Vodovodem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Okrajní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0812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Kapličkou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Okrajní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Třebešíně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0813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Třebešíně-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Kapličkou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 Červenému dvoru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37,5%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0814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Třebešíně-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Kapličkou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 Červenému dvoru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91,7%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0815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Třebešíně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 Červenému dvoru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Viktorkou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46,4%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69,0%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0816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 Červenému dvoru-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Třebešíně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Třebešíně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 Červenému dvoru-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Třebešíně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Třebešíně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0818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Třebešíně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 Červenému dvoru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Třebešínem 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52,2%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0819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Třebešínem 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Třebešíně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69,4%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0820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Třebešíně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Třebešínem 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Třebešínem II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105,3%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64,9%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0821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Třebešínem II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Třebešíně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0822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Třebešíně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Třebešínem II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Třebešínem III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0823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Třebešínem III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Třebešíně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112,5%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108,3%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0824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Slunečná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Třebešíně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Třebešíně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0825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Třebešíně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Slunečná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Úseku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0826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Třebešíně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Úseku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Viktorkou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0827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Úseku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Třebešíně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Třebešínem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122,7%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78,8%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0828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Třebešínem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 Červenému dvoru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Úseku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56,3%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18,8%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0829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Třebešínem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Úseku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Slunečná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35,6%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0830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Slunečná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Třebešínem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Kapličkou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14,3%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0831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Slunečná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Třebešínem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Třebešíně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0832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Třebešíně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Slunečná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Kapličkou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0833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Kapličkou-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Třebešíně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Slunečná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19,1%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0834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Kapličkou-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Třebešíně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Slunečná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0835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Kapličkou-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Třebešíně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Za Stadionem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0836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Kapličkou-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Třebešíně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Za Stadionem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0837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NN4759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Kapličkou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89,6%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60,4%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0838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Kapličkou-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Za Stadionem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Za Třebešínem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92,9%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48,8%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0839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Kapličkou-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Za Třebešínem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Za Stadionem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0840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Kapličkou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Za Stadionem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0841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Za Stadionem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Kapličkou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0842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Za Třebešínem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Kapličkou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Za Stadionem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0843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Za Stadionem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Za Třebešínem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0844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Za Stadionem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Za Třebešínem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Kapličkou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86,4%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52,3%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0845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Třebešíně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Kapličkou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Krbu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46,2%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65,0%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C5BEB" w:rsidRPr="00B223A8" w:rsidTr="00BC5BEB">
        <w:trPr>
          <w:trHeight w:val="7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ID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Ulice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Od</w:t>
            </w:r>
            <w:proofErr w:type="gramEnd"/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</w:t>
            </w:r>
            <w:proofErr w:type="gramEnd"/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NOC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NOC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DEN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DEN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0846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Krbu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Třebešíně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NN3298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62,2%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0847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NN3298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Krbu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Krbu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115,9%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0848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Krbu-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Třebešíně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Útulná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73,1%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0849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Krbu-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Třebešíně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Útulná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88,9%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57,4%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0850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Krbu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Slunečná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Útulná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0851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Slunečná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Krbu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Kapličkou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0852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Slunečná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Krbu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Vodovodem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0853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Útulná-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Krbu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Hostýnská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93,8%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62,5%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0854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Útulná-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Krbu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Hostýnská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109,5%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90,5%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0855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Hostýnská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Útulná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61,7%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0856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Hostýnská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96,3%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35,3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130,9%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0857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Hostýnská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NN350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Vodovodem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109,3%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61,1%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0858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Vodovodem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Hostýnská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Chotutická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88,9%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57,4%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0859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Chotutická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Vodovodem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Útulná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112,0%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42,8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79,3%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0860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Chotouňská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Skřivánská</w:t>
            </w:r>
            <w:proofErr w:type="spellEnd"/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161,8%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126,5%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0861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Skřivánská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Vodovodem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Chotouňská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121,4%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42,7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87,1%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0862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Vodovodem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Skřivánská</w:t>
            </w:r>
            <w:proofErr w:type="spellEnd"/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Chotutická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110,3%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67,6%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0863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Vodovodem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Skřivánská</w:t>
            </w:r>
            <w:proofErr w:type="spellEnd"/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Cehrenická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108,9%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79,8%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0864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Cehrenická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Vodovodem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Počernická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69,0%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0865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Počernická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Cehrenická</w:t>
            </w:r>
            <w:proofErr w:type="spellEnd"/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Úžlabinou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76,2%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42,1%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0866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Počernická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Úžlabinou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Hostýnská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102,9%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68,7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78,9%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0867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Hostýnská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Vodovodem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Počernická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0868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Vodovodem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Hostýnská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Slunečná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81,0%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42,8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54,2%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0869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 Červenému dvoru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Okrajní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Třebešíně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0901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Malešická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Pobořská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Dřevčická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Pobořská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Malešická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Káranská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158,3%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144,4%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0903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Káranská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Pobořská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135,7%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90,5%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0904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NN4762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Káranská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128,8%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65,8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111,6%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0905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Káranská-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Pobořská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Limuzská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0906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Káranská-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Pobořská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Limuzská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112,5%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104,2%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0907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Limuzská-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Káranská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Počernická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0908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Limuzská-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Káranská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Počernická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121,4%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114,3%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0909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Káranská-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Limuzská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Zálužanského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127,8%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51,9%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0910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Káranská-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Limuzská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Zálužanského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104,5%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68,2%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0911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Zálužanského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Malešická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Káranská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63,6%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21,2%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0912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Káranská-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Božecká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Zálužanského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108,3%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58,3%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0913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Káranská-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Božecká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Zálužanského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112,5%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75,0%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0914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Kodicilova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Káranská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Kodicilova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79,2%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0915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Kodicilova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Kodicilova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0916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Kodicilova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Kodicilova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Malešická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28,6%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31,0%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Malešická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Kodicilova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Bydžovského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0918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Bydžovského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Troilova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Malešická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54,5%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0919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Malešická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Bydžovského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Univerzitní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0920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Malešická-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Univerzitní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Marciho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C5BEB" w:rsidRPr="00B223A8" w:rsidTr="00BC5BEB">
        <w:trPr>
          <w:trHeight w:val="7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ID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Ulice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Od</w:t>
            </w:r>
            <w:proofErr w:type="gramEnd"/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</w:t>
            </w:r>
            <w:proofErr w:type="gramEnd"/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NOC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NOC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DEN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DEN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0921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Malešická-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Univerzitní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Marciho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0922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Marciho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Malešická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0923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Akademická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Marciho</w:t>
            </w:r>
            <w:proofErr w:type="spellEnd"/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Univerzitní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60,2%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37,1%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0924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Univerzitní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Malešická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Rektorská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0925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Univerzitní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Rektorská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Prorektorská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0926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Univerzitní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Prorektorská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Marciho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63,8%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42,0%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0927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Prorektorská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Univerzitní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Bakalářská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80,8%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45,8%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0928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Bakalářská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Rektorská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0929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Rektorská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Univerzitní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Bakalářská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88,2%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61,8%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0930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Bakalářská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Rektorská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Malešická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0931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Rektorská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Bakalářská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Rektorská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69,0%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63,8%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0932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Rektorská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Universitním statku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14,3%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104,8%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0933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Universitním statku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Universitním statku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37,8%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0934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Universitním statku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Universitním statku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Rektorská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35,4%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0935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Universitním statku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Universitním statku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NN3681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0936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NN3681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Universitním statku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0937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Universitním statku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NN3681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Rektorská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0938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Rektorská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Universitním statku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Universitním statku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0939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Universitním statku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Rektorská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Mistrovská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0940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Universitním statku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Mistrovská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Bacháčkova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55,6%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0941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Mistrovská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Universitním statku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Malešická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34,3%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16,2%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0942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Malešická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Mistrovská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Bacháčkova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0943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Malešická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Bacháčkova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Kampanova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0944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Bacháčkova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Universitním statku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Malešická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70,8%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42,4%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0945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Universitním statku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Bacháčkova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Kampanova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23,1%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0946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Kampanova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Universitním statku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Malešická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37,5%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0947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Universitním statku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Kampanova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Malešické náměstí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119,4%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0948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Tvrze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Universitním statku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Kaňkova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0949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Kaňkova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Tvrze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Chládkova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77,3%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81,8%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0950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Kaňkova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Chládkova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Janderova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62,5%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46,9%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0951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Janderova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Kaňkova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NN348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68,8%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56,3%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0952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Janderova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Janderova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0953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Janderova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NN348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Chládkova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80,6%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57,4%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0954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Chládkova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Kaňkova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Janderova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56,3%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0955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Janderova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Chládkova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Vydrova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0956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Chládkova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Janderova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Vydrova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52,5%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0957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Strnadova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Chládkova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Vydrova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62,5%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56,9%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0958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Vydrova-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Strnadova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Vydrova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0959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Vydrova-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Strnadova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Vydrova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20,8%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0960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Vydrova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Vydrova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Tvrze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75,0%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0961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Tvrze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Táborem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Strnadova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0962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Tvrze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Strnadova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Janderova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0963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Strnadova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Tvrze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Vydrova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84,6%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44,9%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0964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Vydrova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Strnadova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Janderova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73,3%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57,8%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C5BEB" w:rsidRPr="00B223A8" w:rsidTr="00BC5BEB">
        <w:trPr>
          <w:trHeight w:val="7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ID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Ulice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Od</w:t>
            </w:r>
            <w:proofErr w:type="gramEnd"/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</w:t>
            </w:r>
            <w:proofErr w:type="gramEnd"/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NOC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NOC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DEN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DEN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0965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Janderova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Vydrova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Tvrze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163,3%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0966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Tvrze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Janderova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Kaňkova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0967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Tomsova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Heldova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Tvrze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96,3%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0968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Heldova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Ungarova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Tomsova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91,7%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0969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Ungarova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Heldova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92,0%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32,7%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0970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Heldova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Ungarova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Niederleho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79,2%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0971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Niederleho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Gollova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Heldova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131,3%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0972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NN3307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Niederleho</w:t>
            </w:r>
            <w:proofErr w:type="spellEnd"/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102,8%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42,6%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0973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Niederleho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Gollova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0974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Gollova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Niederleho</w:t>
            </w:r>
            <w:proofErr w:type="spellEnd"/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48,7%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0975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Tomsova-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Heldova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Malešické náměstí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0976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Tomsova-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Heldova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Malešické náměstí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170,0%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0977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Malešické náměstí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Tvrze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Tomsova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0978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Malešické náměstí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Tvrze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Podle Trati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38,9%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77,8%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0979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Malešické náměstí-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Malešická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Universitním statku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0980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Malešické náměstí-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Malešická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Universitním statku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0981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Malešické náměstí-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Tomsova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Podle Trati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0982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Malešické náměstí-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Tomsova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Podle Trati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22,2%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0983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Podle Trati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Malešická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Niederleho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0984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Dřevčická-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Malešická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Dřevčická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0985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Dřevčická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NN4761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Počernická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0986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Dřevčická-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Malešická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Dřevčická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0987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NN4761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Malešická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Dřevčická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87,0%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72,5%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Počernická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Dřevčická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Limuzská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113,3%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115,6%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1002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Počernická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Parkoviště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77,1%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Limuzská-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Ovčárská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Počernická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Limuzská-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Ovčárská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Počernická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1005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Limuzská-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Ovčárská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Úžlabině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Limuzská-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Ovčárská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Úžlabině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1007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NN2097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Limuzská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116,0%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1008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Limuzská-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Úžlabině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Tejnická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1009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Limuzská-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Úžlabině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Tejnická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1010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Úžlabině-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Limuzská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35,2%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34,6%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1011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Úžlabině-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Limuzská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32,8%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39,1%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1012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Tejnická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Úžlabině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92,9%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85,7%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1013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Tejnická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Kounická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93,8%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56,3%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1014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Tejnická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Limuzská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76,0%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1015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Limuzská-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Tejnická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Kounická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1016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Limuzská-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Tejnická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Kounická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Limuzská-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Kounická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NN1649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1018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Limuzská-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Kounická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NN1649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1019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NN1649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Kounická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Limuzská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130,8%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101,3%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C5BEB" w:rsidRPr="00B223A8" w:rsidTr="00BC5BEB">
        <w:trPr>
          <w:trHeight w:val="7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ID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Ulice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Od</w:t>
            </w:r>
            <w:proofErr w:type="gramEnd"/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</w:t>
            </w:r>
            <w:proofErr w:type="gramEnd"/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NOC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NOC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DEN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DEN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1020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Kounická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NN1649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Limuzská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127,3%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113,6%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1021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Kounická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NN1649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103,7%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31,3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76,4%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1022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Kounická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Vykáňská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122,0%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1023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Kounická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Černokostelecká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113,3%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97,8%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1024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Černokostelecká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Limuzská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1025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Černokostelecká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Úvalská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1026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Limuzská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Černokostelecká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NN1649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1027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Černokostelecká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Parkoviště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59,2%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1028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Černokostelecká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Dřevčická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Limuzská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1029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Černokostelecká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Úvalská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Dřevčická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1030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Úvalská-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Černokostelecká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Dvouletky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1031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Úvalská-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Černokostelecká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Dvouletky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1032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Dvouletky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Úvalská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Škvorecká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1033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Dvouletky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Škvorecká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Kombinátu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104,1%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53,7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88,0%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1034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Kombinátu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Brigádníků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Dvouletky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322,7%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259,1%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1035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Turnovského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Brigádníků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Dvouletky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88,1%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34,2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81,3%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1036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Dvouletky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Solidarity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Turnovského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1037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Solidarity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Dvouletky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Černokostelecká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116,2%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78,4%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1038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Turnovského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Dvouletky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Černokostelecká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70,6%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70,6%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1039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Dvouletky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Turnovského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Kombinátu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134,4%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112,5%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1040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Kombinátu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Dvouletky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Škvorecká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90,9%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55,2%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1041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Škvorecká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Dvouletky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Kombinátu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97,9%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84,7%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1042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Škvorecká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Kombinátu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Černokostelecká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114,3%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89,3%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1043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Černokostelecká-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NN4765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135,7%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121,4%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1044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Černokostelecká-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NN4765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25,0%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1045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NN4766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Černokostelecká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NN4765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1046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NN4765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Černokostelecká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1047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Černokostelecká-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Malinská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NN4765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1048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Černokostelecká-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Malinská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NN4766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84,2%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99,1%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1049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Vykáňská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Kounická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130,4%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1050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Kounická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Břežanská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Vykáňská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88,5%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1051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Vykáňská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Kounická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Úžlabině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112,5%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44,4%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1052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Úžlabině-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Břežanská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Vykáňská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1053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Úžlabině-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Břežanská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Vykáňská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81,3%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1054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Úžlabině-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Vykáňská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1055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Úžlabině-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Vykáňská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1056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Ovčárská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Ovčárská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1057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Ovčárská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Ovčárská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Limuzská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133,3%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87,5%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1058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Ovčárská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Ovčárská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Počernická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105,9%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49,2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72,3%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1059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Počernická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Ovčárská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Limuzská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1060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Počernická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Ovčárská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Tuchorazská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105,6%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87,5%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1061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Tuchorazská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Počernická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159,8%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120,7%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1062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Přistoupimská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Počernická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138,0%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79,0%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C5BEB" w:rsidRPr="00B223A8" w:rsidTr="00BC5BEB">
        <w:trPr>
          <w:trHeight w:val="7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ID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Ulice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Od</w:t>
            </w:r>
            <w:proofErr w:type="gramEnd"/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</w:t>
            </w:r>
            <w:proofErr w:type="gramEnd"/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NOC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NOC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DEN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DEN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1063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Počernická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Plaňanská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Přistoupimská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102,4%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33,2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79,0%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1064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Cerhenická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Vodovodem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Káranská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102,0%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1065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Káranská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Cerhenická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Lipecká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113,3%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75,6%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1066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Troilova-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Bydžovského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134,4%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109,4%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1067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Troilova-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Bydžovského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55,6%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1068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Bydžovského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Troilova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Káranská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77,8%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1069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Káranská-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Lipecká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Bydžovského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102,1%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81,3%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1070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Káranská-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Lipecká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Bydžovského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106,3%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77,8%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1071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Lipecká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Káranská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97,9%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56,4%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1072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Počernická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Přistoupimská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Tuchorazská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112,2%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41,7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85,0%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1073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Bydžovského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Káranská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114,8%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71,8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163,3%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1074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Káranská-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Bydžovského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Kodicilova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103,1%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51,0%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1075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Káranská-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Bydžovského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Kodicilova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97,9%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52,1%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1076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Božecká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Káranská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29,8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76,5%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1077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NN4763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POčernická</w:t>
            </w:r>
            <w:proofErr w:type="spellEnd"/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42,9%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42,9%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Tuklatská-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Černokostelecká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Kounická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Tuklatská-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Černokostelecká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Kounická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98,0%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86,0%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Černokostelecká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Solidarity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Turnovského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1104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Černokostelecká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Jirenská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Solidarity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81,3%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1105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Černokostelecká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Jirenská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Tuklatská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108,3%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73,9%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1106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Vrátkovská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Jirenská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Tuklatská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125,8%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45,3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68,7%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1107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Kounická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Tuklatská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Rostoklatská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72,8%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1108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Tuklatská-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Vrátkovská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Úžlabině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78,3%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81,9%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1109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Tuklatská-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Vrátkovská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Úžlabině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1110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Úžlabině-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Tuklatská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Blatovská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81,4%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40,5%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1111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Úžlabině-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Tuklatská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Blatovská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95,6%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44,4%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1112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Ve Stínu-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Blatovská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Strašnickou vinicí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64,3%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1113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Ve Stínu-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Blatovská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Strašnickou vinicí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83,3%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172,2%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1114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Ve Stínu-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Strašnickou vinicí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Výsluní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35,7%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71,4%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1115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Ve Stínu-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Strašnickou vinicí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Výsluní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1116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Výsluní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Ve Stínu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Révová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45,3%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88,0%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Révová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Výsluní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Strašnickou vinicí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42,9%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1118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Výsluní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Révová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Palouku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82,4%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1119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Palouku-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Vinohradská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Výsluní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1120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Palouku-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Vinohradská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Výsluní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1121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Palouku-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Výsluní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Strašnickou vinicí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1122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Palouku-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Výsluní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Strašnickou vinicí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1123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Strašnickou vinicí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Révová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Palouku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78,6%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110,3%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1125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Révová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Strašnickou vinicí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Vinici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43,8%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110,4%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1126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Strašnickou vinicí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Révová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Ve Stínu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44,1%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83,8%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1127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Blatovská-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Ve Stínu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Vinici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1128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Blatovská-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Ve Stínu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Vinici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1129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Vinici-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Blatovská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Vinici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27,3%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15,2%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1130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Vinici-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Blatovská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Vinici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375,0%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220,8%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C5BEB" w:rsidRPr="00B223A8" w:rsidTr="00BC5BEB">
        <w:trPr>
          <w:trHeight w:val="7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ID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Ulice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Od</w:t>
            </w:r>
            <w:proofErr w:type="gramEnd"/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</w:t>
            </w:r>
            <w:proofErr w:type="gramEnd"/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NOC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NOC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DEN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DEN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1131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Vinici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Vinici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1132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Vinici-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Vinici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Révová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52,8%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95,4%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1133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Vinici-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Vinici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Révová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1134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Révová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Vinici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Běchovická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95,8%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1135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Vinici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Révová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Palouku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106,3%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119,4%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1136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Palouku-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Vinici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Strašnickou vinicí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1137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Palouku-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Vinici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Strašnickou vinicí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1138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Názovská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Palouku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Janýrova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107,6%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109,8%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1139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Názovská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Janýrova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Počernická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98,7%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1140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Janýrova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Názovská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276,7%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32,8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218,9%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1141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Palouku-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Vinici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Běchovická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1142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Palouku-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Vinici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Běchovická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1143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Palouku-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Běchovická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Počernická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1144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Palouku-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Běchovická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Počernická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1145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Počernická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Palouku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Slunečná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36,8%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1146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Běchovická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Palouku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Slunečná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38,6%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105,3%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1147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Slunečná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Běchovická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Počernická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125,0%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1148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Běchovická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Slunečná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Révová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1149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Běchovická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Révová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Hřibská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68,9%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1150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Hřibská-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Běchovická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103,1%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93,8%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1151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Hřibská-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Běchovická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1152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Hřibská-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Běchovická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Počernická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113,6%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81,8%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1153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Hřibská-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Běchovická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Počernická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145,0%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105,0%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1154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Počernická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Slunečná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Hřibská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39,7%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68,6%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1155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Počernická-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Hřibská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Hostýnská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44,1%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57,8%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1156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Počernická-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Hřibská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Hostýnská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90,9%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69,7%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1157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Hostýnská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Počernická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Blatovská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94,3%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65,2%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1158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Úžlabinou-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Úžlabinou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127,0%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40,8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81,7%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1159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Úžlabinou-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Úžlabinou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107,7%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80,8%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1160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Úžlabinou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Úžlabinou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Počernická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109,1%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53,0%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1161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Počernická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Cerhenická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Plaňanská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1162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Plaňanská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Počernická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NN3904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108,9%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74,8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102,5%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1163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Plaňanská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Plaňanská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NN3904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1164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Plaňanská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Plaňanská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Úžlabině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80,6%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105,6%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1165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Úžlabině-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Břežanská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Plaňanská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1166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Úžlabině-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Břežanská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Plaňanská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28,6%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71,4%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1167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Úžlabině-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Plaňanská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NN3903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1168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Úžlabině-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Plaňanská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NN3903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26,9%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55,1%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1169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NN3903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Úžlabině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31,4%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44,2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63,1%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1170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Úžlabině-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Rostoklatská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Tuklatská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1171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Úžlabině-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Rostoklatská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Tuklatská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41,7%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1172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Rostoklatská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Úžlabině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Tismická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79,2%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1173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Rostoklatská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Tismická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Kounická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21,4%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52,4%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C5BEB" w:rsidRPr="00B223A8" w:rsidTr="00BC5BEB">
        <w:trPr>
          <w:trHeight w:val="7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ID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Ulice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Od</w:t>
            </w:r>
            <w:proofErr w:type="gramEnd"/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</w:t>
            </w:r>
            <w:proofErr w:type="gramEnd"/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NOC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NOC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DEN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DEN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1174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Tismická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Rostoklatská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Břežanská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68,4%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42,1%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1175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Břežanská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Úžlabině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Tismická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77,8%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1176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Břežanská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Tismická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Kounická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79,2%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1177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Kounická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Břežanská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Malínská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67,2%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46,6%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1178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Kounická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Rostoklatská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Malínská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85,7%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69,0%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1179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Malínská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Kounická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Černokostelecká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65,9%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43,2%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1180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Černokostelecká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Malínská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Tuklatská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95,5%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1181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Černokostelecká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Malínská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Turnovského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81,8%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68,2%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1182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Tuklatská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Černokostelecká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Tuklatská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76,9%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60,3%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1183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NN4767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Nazovská</w:t>
            </w:r>
            <w:proofErr w:type="spellEnd"/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Černokostelecká-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Bečvářova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Saratovská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1202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Černokostelecká-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Bečvářova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Saratovská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1203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Saratovská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Černokostelecká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Kralická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115,8%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85,1%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1204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Černokostelecká-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Saratovská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Za Poštou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1205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Černokostelecká-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Saratovská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Za Poštou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138,5%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132,1%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1206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Černokostelecká-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Za Poštou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Vinohradská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1207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Černokostelecká-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Za Poštou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Vinohradská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1208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Za Poštou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Černokostelecká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Kralická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122,5%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42,3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105,8%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1209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Kralická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Za Poštou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Starostrašnická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92,5%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91,5%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1210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Za Poštou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Kralická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Primaskou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102,6%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37,2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97,8%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1211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Kralická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Za Poštou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Saratovská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89,7%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58,8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86,5%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1212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Saratovská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Bečvářova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127,8%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105,6%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1213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Saratovská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Kralická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Primaskou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113,2%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85,1%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1214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Saratovská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Primaskou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Věšínova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106,0%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1215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Primaskou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Saratovská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Za Poštou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126,5%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37,2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109,3%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1216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Primaskou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Za Poštou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Starostrašnická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113,8%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31,2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107,5%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Starostrašnická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Věšínova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Primaskou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114,0%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106,0%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1218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Primaskou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Starostrašnická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Nových vil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115,1%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57,8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109,1%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1219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Nových vil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Primaskou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Vilová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86,4%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104,5%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1220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Primaskou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Nových vil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Za Strašnickou vozovnou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107,1%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47,7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97,3%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1221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Primaskou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Za Strašnickou vozovnou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Olšinami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84,4%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76,0%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1222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Olšinami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Primaskou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Vilová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104,5%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86,4%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1223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Primaskou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Olšinami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Rapidem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101,5%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73,2%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1224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Rapidem-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Primaskou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Vilová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1225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Rapidem-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Primaskou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Vilová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81,3%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72,9%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1226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Rapidem-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Vilová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NN2290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140,9%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72,7%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1227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Rapidem-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Vilová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NN2290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1228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Vilová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Rapidem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Olšinami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70,6%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57,4%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1229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Olšinami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Vilová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Mrštíkova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88,1%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51,6%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1230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Vilová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Olšinami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Nových vil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45,2%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95,2%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1231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Nových vil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vilová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Mrštíkova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62,5%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61,1%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1232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Vilová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Nových vil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Starostrašnická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82,5%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97,5%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C5BEB" w:rsidRPr="00B223A8" w:rsidTr="00BC5BEB">
        <w:trPr>
          <w:trHeight w:val="7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ID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Ulice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Od</w:t>
            </w:r>
            <w:proofErr w:type="gramEnd"/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</w:t>
            </w:r>
            <w:proofErr w:type="gramEnd"/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NOC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NOC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DEN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DEN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1233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Starostrašnická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Vilová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Mrštíkova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118,4%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115,8%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1234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Věšínova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Starostrašnická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Saratovská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111,1%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58,2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107,7%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1235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Saratovská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Mrštíkova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Věšínova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113,0%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103,7%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1236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Mrštíkova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Saratovská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Starostrašnická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85,4%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44,2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107,7%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1237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Starostrašnická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Mrštíkova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Olšinách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1238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Mrštíkova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Starostrašnická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Nových vil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44,6%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33,3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90,1%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1239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Nových vil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Olšinách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Mrštíkova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69,2%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1240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Mrštíkova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Nových vil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Olšinami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1241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Olšinami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Mrštíkova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Olšinách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123,7%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105,3%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1242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Mrštíkova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Olšinami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NN2290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98,6%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73,1%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1243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NN2290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Mrštíkova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Rapidem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228,6%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150,0%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1244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Rapidem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NN2290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Mrštíkova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1245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Rapidem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NN2290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119,4%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1246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Mrštíkova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NN2290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Rapidem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128,1%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106,3%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1247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Rapidem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Mrštíkova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Olšinách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93,8%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1248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Rapidem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Olšinách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195,8%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1249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Olšinách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Rapidem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Olšinami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1250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Olšinách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Hráze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Průběžná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1251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Olšinách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Olšinami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Nových vil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1252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Olšinách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Průběžná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Vesny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81,6%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126,3%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1253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Olšinách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Nových vil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Bečvářova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44,4%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101,9%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1254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Olšinách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Vesny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Bečvářova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85,7%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107,1%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1255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NN4673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Olšinách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Olšinách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16,3%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53,0%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1256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Olšinách-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Bečvářova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Solidarity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22,7%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62,1%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1257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Olšinách-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Bečvářova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Solidarity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54,8%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36,7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59,1%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1258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NN4674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Olšinách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1259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Dětská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Solidarity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Brigádníků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119,3%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90,3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85,2%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1260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Bečvářova-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Olšinách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Hotelem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1261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Bečvářova- </w:t>
            </w: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úsej</w:t>
            </w:r>
            <w:proofErr w:type="spellEnd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Olšinách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Hotelem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101,0%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46,3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92,7%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1262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Hotelem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Bečvářova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221,4%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131,0%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1263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Bečvářova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Černokostelecká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Hotelem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1264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Černokostelecká-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Bečvářova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Dětská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1265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Černokostelecká-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Bečvářova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Dětská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1266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Černokostelecká-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Dětská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Jirenská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75,0%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1267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Černokostelecká-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Dětská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Jirenská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117,9%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111,9%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1268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Jirenská/ Vrbčanská/ Na Výsluní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Ve Stínu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Černokostelecká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117,9%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88,1%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1269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Ve Stínu-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Výsluní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Černokostelecká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1270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Ve Stínu-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Výsluní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Černokostelecká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Michelangelova/ Mirošovická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Úvalská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Přetlucká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107,7%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83,3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71,2%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1302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Raffaelova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Mirošovická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1303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Rybníčkách-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Úvalská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Dobročovická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1304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Rybníčkách-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Úvalská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Dobročovická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C5BEB" w:rsidRPr="00B223A8" w:rsidTr="00BC5BEB">
        <w:trPr>
          <w:trHeight w:val="7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ID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Ulice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Od</w:t>
            </w:r>
            <w:proofErr w:type="gramEnd"/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</w:t>
            </w:r>
            <w:proofErr w:type="gramEnd"/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NOC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NOC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DEN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DEN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1305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Strání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Rybníčkách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Nedvězská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116,4%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65,7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113,2%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1306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Strání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Nedvězská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NN540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107,3%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80,7%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1307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Strání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Parkoviště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1308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NN537- úsek západ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NN536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58,3%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1309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NN536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NN537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Tomická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1310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NN537-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NN536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1311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Květnická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Rybníčkách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Tomická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111,1%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94,4%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1312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Tomická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Květnická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Šibřinská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133,3%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69,4%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1313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Rybníčkách-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Sečská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Šibřinská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1314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Rybníčkách-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Sečská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Šibřinská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80,8%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1315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Sečská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Rybníčkách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Žinkovská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43,8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79,7%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1316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Žinkovská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Sečská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Rybníčkách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48,3%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Sečská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Žinkovská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Flájská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105,3%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39,8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69,9%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1318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Flájská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Rybníčkách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Rybníčkách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127,5%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89,2%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1319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Rybníčkách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Flájská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Foerstrova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83,3%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77,8%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1320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Rybníčkách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Foerstrova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Stupická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1321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Rybníčkách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Flájská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Flájská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1322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Rybníčkách-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Flájská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Žinkovská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102,6%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50,9%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1323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Rybníčkách-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Flájská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Žinkovská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1324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Rybníčkách-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Žinkovská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Šibřinská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138,9%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70,4%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Rybníčkách-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Žinkovská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Šibřinská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1326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Rybníčkách-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Sečská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Štěchovická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1327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Rybníčkách-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Sečská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Štěchovická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1328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Úvalská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Rybníčkách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Úvalská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1329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Úvalská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Úvalská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81,8%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101,5%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1330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Úvalská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Úvalská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NN2284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1331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NN2284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Úvalská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110,7%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107,1%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1332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Úvalská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NN2284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Mirošovická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1333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Úvalská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Olšinách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Mirošovická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1334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Olšinách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Úvalská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Dobročovická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1335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Dobročovická-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Novostrašnická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Olšinách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1336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Dobročovická-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Novostrašnická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Olšinách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34,6%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65,4%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1337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Novostrašnická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Dobročovická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NN5320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39,6%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111,1%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1338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Olšinách-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Solidarity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Dobročovická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72,2%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1339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Olšinách-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Solidarity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Dobročovická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60,6%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43,2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65,4%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1340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Solidarity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Olšinách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Dětská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1341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Solidarity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Dětská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Brigádníků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1342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Solidarity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Brigádníků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Brigádníků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1343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Brigádníků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Solidarity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Dětská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192,7%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60,8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1344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Dětská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Brigádníků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Dvouletky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123,3%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95,0%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1345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Hotelem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Dětská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220,0%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1346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Dětská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Černokostelecká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Hotelem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115,2%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70,7%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1347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Dvouletky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Dětská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Solidarity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135,4%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51,8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108,0%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C5BEB" w:rsidRPr="00B223A8" w:rsidTr="00BC5BEB">
        <w:trPr>
          <w:trHeight w:val="7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ID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Ulice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Od</w:t>
            </w:r>
            <w:proofErr w:type="gramEnd"/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</w:t>
            </w:r>
            <w:proofErr w:type="gramEnd"/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NOC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NOC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DEN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DEN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1348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Solidarity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Dvouletky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Brigádníků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1349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Brigádníků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Solidarity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Turnovského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Brigádníků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Turnovského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Kombinátu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53,1%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45,8%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1351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Brigádníků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Kombinátu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Úvalská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71,7%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65,8%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1352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Úvalská-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Brigádníků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Třebohostická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1353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Úvalská-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Brigádníků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Třebohostická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1354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Úvalská-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Třebohostická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Dvouletky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1355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Úvalská-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Třebohostická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Dvouletky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1356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Třebohostická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Úvalská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Třebohostická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37,0%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51,2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111,2%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1357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Třebohostická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Třebohostická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Novostrašnická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14,3%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177,4%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1358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Novostrašnická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Pelyňkova</w:t>
            </w:r>
            <w:proofErr w:type="spellEnd"/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Úvalská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48,7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95,4%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1359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Úvalská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Brigádníků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Novostrašnická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1360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Novostrašnická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Úvalská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Dobročovická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1361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Úvalská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Novostrašnická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Olšinách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1362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Ondřejovská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Úvalská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1363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Šibřinská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Rybníčkách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Tomická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81,5%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1364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NN4769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Úvalská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1365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Stupická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Rybníčkách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45,2%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1366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NN4768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Novostrašnická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17,5%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Kolovratská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Dubečská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Krupská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1402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NN4808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 Rybníčkům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82,5%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88,3%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 Rybníčkům-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Kolovratská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Ke Strašnické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105,0%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1404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 Rybníčkům-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Kolovratská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Ke Strašnické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383,3%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1405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Ke Strašnické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 Rybníčkům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Ke Strašnické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164,3%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84,9%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1406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Ke Strašnické-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Ke Strašnické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Kolovratská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113,3%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67,8%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1407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Ke Strašnické-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Ke Strašnické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Kolovratská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49,3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86,5%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1408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Ke Strašnické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Krupská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Srbínská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193,8%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77,1%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1409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NN4812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Srbínská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114,2%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1410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NN4811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Srbínská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Srbínská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96,9%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44,8%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1411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Srbínská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Ke Strašnické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Svojetická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160,5%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33,3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175,4%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1412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Ke Strašnické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Srbínská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Průběžná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1413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Průběžná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Ke Strašnické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Radošovická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1414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Radošovická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Průběžná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NN4832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107,1%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107,1%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1415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NN4832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Korytech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Radošovická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140,0%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1416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Strančická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Radošovická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Strančická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119,2%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113,5%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Krabošická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Strančická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1418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Strančická-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Strančická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87,5%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1419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Strančická-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Strančická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118,2%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97,0%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1420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Průběžná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Radošovická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NN5229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121,9%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69,8%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1421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Průběžná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NN5229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Světická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53,3%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22,2%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1422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Průběžná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Světická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Dubečská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1423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Světická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Průběžná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Dubečská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73,1%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94,2%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1424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Dubečská-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Světická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Průběžná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57,7%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89,7%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1425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Dubečská-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Světická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Průběžná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193,3%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C5BEB" w:rsidRPr="00B223A8" w:rsidTr="00BC5BEB">
        <w:trPr>
          <w:trHeight w:val="7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ID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Ulice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Od</w:t>
            </w:r>
            <w:proofErr w:type="gramEnd"/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</w:t>
            </w:r>
            <w:proofErr w:type="gramEnd"/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NOC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NOC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DEN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DEN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1426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Dubečská-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Světická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Nučická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63,3%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55,6%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1427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Dubečská-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Světická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Nučická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72,7%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54,5%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1428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Nučická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Nedvězská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Dubečská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63,9%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1429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NN4815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Nučická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Nučická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71,1%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1430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Nučická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Nedvězská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NN5229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115,7%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31,8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91,0%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1431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Nučická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NN5229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Nučická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93,3%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77,2%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1432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Nučická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Nučická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Nučická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102,6%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57,0%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1433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Nučická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Nučická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Krupská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107,3%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80,5%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1434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Krupská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Nučická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Dubečská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97,4%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67,1%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1435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Krupská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Nučická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Nučická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109,4%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1436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Nučická-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Krupská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Nučická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105,7%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37,7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85,6%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1437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Nučická-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Krupská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Nučická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103,9%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57,3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74,5%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1438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Krupská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Voděradská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Ke Strašnické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104,3%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38,7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84,1%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1439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Krupská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Voděradská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Nučická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114,3%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40,5%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1440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Voděradská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Krupská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Dubečská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82,4%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77,5%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1441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Dubečská-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Kolovratská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Voděradská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1442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Dubečská-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Kolovratská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Voděradská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1443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 Rybníčkům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Dubečská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Kolodějská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1444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Zátočce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 Rybníčkům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400,0%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1445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 Rybníčkům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Kolodějská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Foerstrova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1446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Hvozdnická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 Rybníčkům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133,3%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111,1%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1447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Nosická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NN2313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113,2%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67,9%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1448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NN2313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Nosická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98,3%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1449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Nosická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NN2313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Solidarity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72,1%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45,8%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1450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NN2313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Solidarity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58,3%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1451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Solidarity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Oravská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 Rybníčkům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1452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Solidarity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Oravská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Olšinách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1453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Oravská/ Žermanická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Solidarity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Štěchovická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88,0%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64,3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55,0%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1454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Slapská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Dobročovická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Štěchovická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58,5%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38,1%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1455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Dobročovická-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Olšinách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Slapská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1456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Dobročovická-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Olšinách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Slapská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1457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Dobročovická-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Slapská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Kružberská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1458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Dobročovická-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Slapská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Kružberská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1459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Kružberská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Štěchovická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Dobročovická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150,0%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1460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Dobročovická-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Kružberská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Rybníčkách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1461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Dobročovická-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Kružberská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Rybníčkách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1462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Rybníčkách-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Štěchovická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Dobročovická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1463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Rybníčkách-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Štěchovická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Dobročovická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1464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Štěchovická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Kružberská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Rybníčkách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1465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Štěchovická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Kružberská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Slapská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1466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Štěchovická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Slapská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Solidarity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95,8%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31,7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88,0%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1467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 Rybníčkům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Solidarity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Foerstrova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1468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 Rybníčkům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Parkoviště- východ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C5BEB" w:rsidRPr="00B223A8" w:rsidTr="00BC5BEB">
        <w:trPr>
          <w:trHeight w:val="7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ID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Ulice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Od</w:t>
            </w:r>
            <w:proofErr w:type="gramEnd"/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</w:t>
            </w:r>
            <w:proofErr w:type="gramEnd"/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NOC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NOC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DEN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DEN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1469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 Rybníčkům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Parkoviště- západ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160,0%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1470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Foerstrova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 Rybníčkům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Rybníčkách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56,1%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86,6%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1471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Rybníčkách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Foerstrova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Kolodějská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141,7%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127,8%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1472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Rybníčkách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Foerstrova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Dubečská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1473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Dubečská-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Rybníčkách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Kolodějská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1474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Dubečská-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Rybníčkách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Kolodějská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71,4%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104,8%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1475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Dubečská-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Kolodějská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Voděradská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81,3%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108,3%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1476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Dubečská-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Kolodějská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Voděradská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85,7%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107,1%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1477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Kolodějská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Dubečská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 Rybníčkům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1478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NN4814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Krupská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1479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NN4809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Voděradská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22,2%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1501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Průběžná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Olšinách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Hroudě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95,0%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1502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Hroudě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Průběžná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Hráze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111,3%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51,8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97,8%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1503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NN4803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Hroudě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132,4%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115,7%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1504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Hranic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Předpolí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Hráze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112,6%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91,3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92,3%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1505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Vrších-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Bylanská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Hranic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103,7%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1506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Vrších-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Bylanská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Hranic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1507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Bylanská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Vrších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Molitorovská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31,0%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48,4%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1508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Malá Bylanská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Bylanská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150,0%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1509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Molitorovská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Bylanská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1510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Bylanská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Molitorovská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Hráze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55,4%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1511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Hráze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Hranic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Gutova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77,8%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1512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Gutova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Hráze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Průběžná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108,3%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40,7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113,0%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1513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Průběžná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Hroudě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Gutova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1514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Průběžná-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Gutova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Altánem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1515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Průběžná-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Gutova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Altánem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1516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Altánem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Průběžná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Hráze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112,5%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111,5%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Hráze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Bylanská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Altánem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102,0%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1518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Altánem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Hráze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Molitorovská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86,8%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71,9%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1519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Molitorovská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Bylanská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Altánem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22,2%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1520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Altánem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Molitorovská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Vrších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69,2%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32,1%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1521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Vrších-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Altánem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Bylanská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35,7%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81,0%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1522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Vrších-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Altánem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Bylanská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1523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Altánem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Vrších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26,2%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27,0%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1524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Trati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Spádu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NN4839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68,2%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40,2%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1525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NN378/ NN4835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Trati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Spádu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1526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Spádu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NN4835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Trati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35,2%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1527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Železniční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Trati/ Na Spádu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42,9%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67,9%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1528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Trati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Spádu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Kruhová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26,3%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32,5%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1529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Kruhová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Trati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1530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Trati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Kruhová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NN4833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1531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NN4833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Trati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27,8%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1532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Trati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NN4833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NN3301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1533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NN3301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Trati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C5BEB" w:rsidRPr="00B223A8" w:rsidTr="00BC5BEB">
        <w:trPr>
          <w:trHeight w:val="7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ID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Ulice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Od</w:t>
            </w:r>
            <w:proofErr w:type="gramEnd"/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</w:t>
            </w:r>
            <w:proofErr w:type="gramEnd"/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NOC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NOC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DEN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DEN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1534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Trati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NN3301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Parkoviště- U Trati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1535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Trati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Parkoviště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1536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Trati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Parkoviště- U Trati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Korytech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1537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Korytech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Trati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Korytná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166,7%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1538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Korytná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Korytech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27,3%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68,7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79,8%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1539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Trati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Korytech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46,8%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1540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Korytech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Průběžná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Trati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1541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Nupacká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Průběžná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39,7%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71,1%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1542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Průběžná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Nupacká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Ke Strašnické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1543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Průběžná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Nupacká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Čestlická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1544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Průběžná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Čestlická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Pitkovická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1545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Čestlická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Průběžná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NN5224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133,3%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109,7%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1546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Benická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Čestlická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Pitkovická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1547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Pitkovická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Průběžná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Benická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112,5%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87,5%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1548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Pitkovická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Benická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Petrovická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152,5%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127,5%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1549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Petrovická-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Pitkovická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Průběžná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321,4%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209,5%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1550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Petrovická-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Pitkovická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Průběžná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1551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Újezdská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Průběžná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105,6%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74,1%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1552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Průběžná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Pitkovická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Újezdská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94,4%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1553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Průběžná-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Újezdská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Altánem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1554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Průběžná-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Újezdská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Altánem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1555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NN532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Gutova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1556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Gutova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NN532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142,0%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76,0%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1557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Gutova-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Gutova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Srbínská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118,8%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70,8%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1558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Gutova-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Gutova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Srbínská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1559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Srbínská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Gutova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Svojetická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133,3%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95,8%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1560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Srbínská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Parkoviště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106,3%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1561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Svojetická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Gutova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Srbínská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205,6%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160,2%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1562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Gutova-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Srbínská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Svojetická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79,2%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68,1%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1563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Gutova-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Srbínská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Svojetická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1564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Gutova-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Svojetická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Ke Strašnické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90,7%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1565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Gutova-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Svojetická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Ke Strašnické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1566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Ke Strašnické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NN530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Gutova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85,7%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1567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Ke Strašnické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98,3%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1568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NN534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Vesny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44,4%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1569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Vesny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Olšinách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Hroudě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104,9%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1570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Hroudě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Vesny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Průběžná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103,3%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50,8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110,5%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1571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NN4807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Hroudě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88,3%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1572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NN4806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Hroudě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125,0%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1601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Dubečská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Průběžná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NN3309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17,5%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101,7%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1602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Průběžná-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Dubečská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Padesátém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1603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Průběžná-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Dubečská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Padesátém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42,9%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76,2%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1604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Průběžná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Parkoviště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58,3%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1605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Dolínecká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Padesátém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část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39,6%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C5BEB" w:rsidRPr="00B223A8" w:rsidTr="00BC5BEB">
        <w:trPr>
          <w:trHeight w:val="7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ID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Ulice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Od</w:t>
            </w:r>
            <w:proofErr w:type="gramEnd"/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</w:t>
            </w:r>
            <w:proofErr w:type="gramEnd"/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NOC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NOC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DEN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DEN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1606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Přetlucká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Padesátém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Prusická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104,4%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83,8%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1607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Prusická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Přetlucká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Mukařovská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77,8%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1608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Přetlucká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Prusická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Olešská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1609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Mukařovská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Olešská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Prusická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1610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Prusická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Konojedská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Mukařovská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63,9%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1611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Mukařovská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Prusická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Louňovická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156,3%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112,5%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1612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Louňovická/ Jevanská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Mukařovská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Mukařovská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80,9%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59,9%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1613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Mukařovská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Jevanská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Padesátém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142,9%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73,8%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1614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Jevanská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Mukařovská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Uhříněveská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85,8%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1615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Konojedská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Prusická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94,0%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54,0%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1616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Konojedská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Konojedská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31,7%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Prusická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Konojedská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Uhříněveská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1618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Konojedská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Prusická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Olešská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69,6%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62,3%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1619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Uhříněveská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Olešská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Prusická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92,9%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50,8%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1620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Uhříněveská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Prusická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Jevanská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70,8%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49,3%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1621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Jevanská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Královická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Uhříněveská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35,7%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88,1%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1622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Uhříněveská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Jevanská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Padesátém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95,8%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1623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Padesátém-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Uhříněveská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Mukařovská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1624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Padesátém-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Uhříněveská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Mukařovská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1625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Tehovská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Uhříněveská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Mukařovská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111,8%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31,2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91,7%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1626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Uhříněveská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Padesátém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Tehovská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104,2%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1627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Doubravčická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Štíhlická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Štíhlická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64,9%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42,8%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1628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Doubravčická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Parkoviště- sever 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83,3%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1629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Doubravčická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Parkoviště- sever II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44,4%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1630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Doubravčická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Parkoviště- sever III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33,3%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27,8%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1631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Doubravčická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Parkoviště- sever IV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38,9%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1632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Doubravčická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Parkoviště- sever V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1633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Doubravčická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Parkoviště- jih 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33,3%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1634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Doubravčická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Parkoviště- jih II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33,3%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1635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Doubravčická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Parkoviště- západ 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1636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Doubravčická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Parkoviště- západ II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1637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Štíhlická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Doubravčická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Tehovská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97,6%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1638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Tehovská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Uhříněveská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Doubravčická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127,3%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101,5%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1639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Doubravčická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Tehovská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Štíhlická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127,3%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98,5%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1640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Tehovská/ Žernovská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Štíhlická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Doubravčická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61,3%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83,1%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1641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Žernovská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Štíhlická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Žernovská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15,7%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1642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Žernovská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Žernovská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Strašínská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47,7%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61,4%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1643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Strašínská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Žernovská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1644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Žernovská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Strašínská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Průběžná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64,3%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78,6%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1645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Doubravčická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Průběžná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58,3%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1646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Dubečská-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Nedvězská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Výhledech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121,4%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85,7%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1647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Dubečská-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Nedvězská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Výhledech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96,2%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65,4%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1648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Dubečská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Krupská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Výhledech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C5BEB" w:rsidRPr="00B223A8" w:rsidTr="00BC5BEB">
        <w:trPr>
          <w:trHeight w:val="7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ID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Ulice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Od</w:t>
            </w:r>
            <w:proofErr w:type="gramEnd"/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</w:t>
            </w:r>
            <w:proofErr w:type="gramEnd"/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NOC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NOC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DEN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DEN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1649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Dubečská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Strání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Výhledech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107,1%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69,0%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1650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Dubečská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Polníku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Krupská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45,8%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56,9%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1651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Dubečská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Polníku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Strání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1652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Dubečská-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Rybníčkách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Polníku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1653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Dubečská-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Rybníčkách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Polníku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68,8%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1654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Polníku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Dubečská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1655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NN4813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Polníku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240,0%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1656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Strání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Dubečská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NN540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87,5%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53,0%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1657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Výhledech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Strašínská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77,8%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64,8%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1658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Výhledech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Dubečská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Strašínská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1659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Strašínská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Výhledech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Nedvězská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81,7%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1660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Nedvězská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Strašínská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Dubečská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1661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Nedvězská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Parkoviště- jih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1662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Nedvězská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Strašínská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NN539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66,1%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73,7%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1663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NN539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Nedvězská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1664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Nedvězská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NN539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Strání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118,4%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32,7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86,0%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1665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NN4816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Nedvězská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Nedvězská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85,8%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1666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NN4817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Nedvězská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Nedvězská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112,5%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1667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Padesátém-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Vyžlovská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Uhříněveská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1668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Padesátém-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Vyžlovská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Uhříněveská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1669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Padesátém-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Mukařovská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Průběžná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1670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Padesátém-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Mukařovská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Průběžná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1671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NN3309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Průběžná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Dubečská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1672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NN3309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Parkoviště- jih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70,7%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1673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Mukařovská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Jevanská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Louňovická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84,8%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56,1%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1674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Mukařovská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Padesátém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133,3%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115,9%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1675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Štíhlická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Doubravčická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Žernovská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31,3%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41,7%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1701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Přetlucká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Přetlucká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52,2%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84,1%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1702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Přetlucká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Přetlucká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Dürerova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1703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Dürerova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Přetlucká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112,9%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57,3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81,9%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1704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Padesátém-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Vyžlovská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Přetlucká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1705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Padesátém-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Vyžlovská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Přetlucká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1706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Rubensova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Přetlucká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93,0%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64,3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90,6%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1707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Přetlucká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Dürerova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Rubensova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64,3%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69,8%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1708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Přetlucká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Rembrandtova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Rubensova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80,6%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49,1%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1709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Rembrandtova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Přetlucká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Goyova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98,1%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45,7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84,6%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1710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Vyžlovská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Aldašínská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Jevanská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53,1%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46,2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96,2%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1711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Vyžlovská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Parkoviště- sever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95,0%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1712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Vyžlovská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Padesátém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Jevanská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33,3%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88,9%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1713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Jevanská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Vyžlovská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Aldašínská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90,5%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1714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Aldašínská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Vyžlovská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Jevanská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1715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NN2297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Vyžlovská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C5BEB" w:rsidRPr="00B223A8" w:rsidTr="00BC5BEB">
        <w:trPr>
          <w:trHeight w:val="7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ID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Ulice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Od</w:t>
            </w:r>
            <w:proofErr w:type="gramEnd"/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</w:t>
            </w:r>
            <w:proofErr w:type="gramEnd"/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NOC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NOC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DEN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DEN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1716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Vyžlovská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NN2297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Přetlucká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111,9%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53,8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91,2%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Přetlucká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Rembrandtova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Vyžlovská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55,2%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26,4%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1718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Přetlucká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Vyžlovská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Křenická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1719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NN4821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Přetlucká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1720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Křenická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Přetlucká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Křenická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36,1%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1721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Přetlucká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Křenická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Královická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1722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Křenická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Křenická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Hájecká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1723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Křenická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Hájecká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Olešská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84,6%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48,7%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1724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Křenická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Parkoviště- sever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150,0%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140,0%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1725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Křenická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Olešská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Prusická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36,7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70,5%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1726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Křenická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Jevanská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Prusická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113,5%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104,2%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1727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Křenická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Křenická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Prusická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86,5%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45,3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72,0%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1728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Jevanská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Aldašínská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Křenická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37,5%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125,0%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1729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Jevanská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Křenická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Královická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56,3%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108,3%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1730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Královická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Jevanská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Prusická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90,5%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94,4%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1731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Prusická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Uhříněveská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Královická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94,4%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1732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Prusická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Královická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Křenická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122,2%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111,1%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1733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Královická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Prusická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Olešská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97,4%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86,0%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1734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Olešská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Královická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Sluštická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92,9%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1735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Olešská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Sluštická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Křenická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83,3%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55,6%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1736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Sluštická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Olešská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Hájecká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45,5%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63,6%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1737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Hájecká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Křenická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Sluštická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108,3%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1738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Hájecká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Sluštická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Královická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1739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Královická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Přetlucká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Hájecká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27,8%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55,6%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1740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Královická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Hájecká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Olešská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77,8%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1741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Olešská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Královická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Uhříněveská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83,3%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30,6%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1742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Olešská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Uhříněveská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Konojedská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1743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Olešská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Konojedská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Mukařovská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75,0%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1744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Olešská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Mukařovská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Přetlucká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91,7%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55,6%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1745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Přetlucká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Olešská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Hájecká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1746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Hájecká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Královická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Přetlucká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82,1%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1747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Přetlucká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Hájecká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Klučovská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1748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Přetlucká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Královická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Klučovská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1749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Klučovská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Přetlucká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58,3%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1750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Středová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 Háječku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 Vršku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87,5%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1751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 Háječku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Středová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NN1623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1752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 Háječku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NN1623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NN3322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138,9%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1753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 Háječku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NN3322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Středová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1754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 Háječku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Středová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1755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Středová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 Háječku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Běžná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250,0%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166,7%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1756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Středová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Běžná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 Vršku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1757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Běžná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Středová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Plošná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1758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Plošná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Běžná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18,8%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1759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Mokřanská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Rabakova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Běžná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C5BEB" w:rsidRPr="00B223A8" w:rsidTr="00BC5BEB">
        <w:trPr>
          <w:trHeight w:val="7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ID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Ulice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Od</w:t>
            </w:r>
            <w:proofErr w:type="gramEnd"/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</w:t>
            </w:r>
            <w:proofErr w:type="gramEnd"/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NOC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NOC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DEN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DEN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1760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Běžná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Mokřanská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Běžná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1761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Běžná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Plošná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Bolínská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41,7%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1762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Běžná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Bolínská</w:t>
            </w:r>
            <w:proofErr w:type="spellEnd"/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Čelná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1763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Bolínská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Běžná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 Vršku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1764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 Vršku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Středová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Hřiště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1765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Hřiště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 Vršku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1766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 Vršku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Hřiště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Mokřanská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1767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Mokřanská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 Vršku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Čelná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1768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Čelná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Mokřanská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1769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Mokřanská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Čelná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Běžná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1770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Rabakovská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Mokřanská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Přetlucká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1771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NN4826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Olešná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1801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Ždánická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Švehlova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33,3%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40,7%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1802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Švehlova-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Ždánická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Průběžná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1803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Švehlova-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Ždánická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Průběžná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1804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Mateřídoušková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Švehlova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Petrklíčová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83,3%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136,1%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1805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Nám. mezi zahrádkami/ Švehlova/ Kopretinová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Podléšková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Petrklíčová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56,6%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43,9%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1806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Chrpová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Podléšková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Karafiátová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Podléšková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Kopretinová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Chrpová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64,3%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71,4%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1808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Kopretinová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Podléšková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Petrklíčová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19,0%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1809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Petrklíčová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Mateřídoušková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Kopretinová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41,7%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1810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Petrklíčová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Mateřídoušková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NN2771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46,2%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26,9%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1811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NN2771/ NN849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Topolová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28,6%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1812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Topolová-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Švehlova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Podléšková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1813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Topolová-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Švehlova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Podléšková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1814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Podléšková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NN3061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Topolová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94,4%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63,9%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1815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Podléšková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NN3061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Kopretinová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57,1%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104,8%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1816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NN3061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Podléšková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Karafiátová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Karafiátová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NN3061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Chrpová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42,3%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41,0%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1818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Karafiátová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Chrpová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Pampelišková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82,1%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59,5%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1819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Podléšková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Chrpová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Nám. mezi zahrádkami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27,8%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1820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Podléšková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Nám. mezi zahrádkami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Pampelišková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35,7%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1821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Nám. mezi zahrádkami/ Rozmarýnová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Podléšková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Pampelišková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70,8%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47,2%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1822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Pampelišková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Rozmarýnová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Slunečnicová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83,3%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72,2%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1823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Pampelišková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Slunečnicová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Podléšková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81,3%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58,3%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1824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Slunečnicová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Pampelišková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Ostružinová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74,0%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38,7%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1825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Slunečnicová-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Želivecká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1826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Slunečnicová-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Želivecká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1827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Ostružinová-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Slunečnicová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Podléšková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1828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Ostružinová-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Slunečnicová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Podléšková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28,3%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1829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Podléšková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Ostružinová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Podléšková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79,4%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49,0%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1830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Podléšková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Podléšková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Pampelišková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62,5%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1831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Pampelišková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Podléšková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Karafiátová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C5BEB" w:rsidRPr="00B223A8" w:rsidTr="00BC5BEB">
        <w:trPr>
          <w:trHeight w:val="7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ID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Ulice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Od</w:t>
            </w:r>
            <w:proofErr w:type="gramEnd"/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</w:t>
            </w:r>
            <w:proofErr w:type="gramEnd"/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NOC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NOC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DEN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DEN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1832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Karafiátová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NN850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Pampelišková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1833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Karafiátová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NN850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Podléšková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25,0%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1834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Podléšková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Podléšková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Karafiátová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125,0%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1835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Karafiátová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Podléšková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Ostružinová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64,2%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1836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Ostružinová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Podléšková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Karafiátová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1837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Ostružinová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Narcisová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Podléšková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112,5%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1838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Ostružinová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Karafiátová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Pivoňková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1839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Ostružinová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Narcisová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Pivoňková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61,1%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18,5%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1840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Pivoňková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Ostružinová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Kalinová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150,0%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150,0%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1841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Kalinová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Pivoňková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Pomněnková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42,9%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1842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Pivoňková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Kalinová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NN850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1843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Karafiátová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Pivoňková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1844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Pivoňková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NN850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Chrpová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15,0%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1845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Chrpová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Pivoňková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Pomněnková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1846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Pomněnková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Chrpová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Jahodová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Jahodová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Fialková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Pomněnková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1848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Malinová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Fialková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Pomněnková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43,3%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54,4%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1849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Malinová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Fialková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Střemchová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84,3%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1850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Střemchová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Jabloňová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Malinová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1851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Konvalinková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Sněženková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Střemchová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123,5%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105,9%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1852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Hvozdíková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Sněženková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Hvozdíková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123,3%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84,4%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1853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Hvozdíková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Hvozdíková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109,1%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97,0%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1854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Hvozdíková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Hvozdíková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Zvonková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168,8%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85,4%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1855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Hvozdíková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Zvonková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Jabloňová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102,9%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71,0%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1856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Jabloňová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Střemchová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Hvozdíková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1857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Hvozdíková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Jabloňová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Malinová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162,5%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87,5%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1858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Jabloňová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Hvozdíková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Rybízová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95,3%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57,5%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1859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Rybízová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Jabloňová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Malinová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333,3%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77,8%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1860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Jabloňová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Rybízová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Topolová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95,8%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43,2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71,9%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1861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Topolová-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Jabloňová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Jahodová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125,0%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1862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Topolová-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Jabloňová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Jahodová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97,2%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88,9%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1863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Jahodová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Topolová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Karafiátová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75,0%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1864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Malinová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Malinová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Malinová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118,8%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45,8%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1865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Malinová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Malinová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Rybízová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116,0%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85,3%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1866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Malinová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Rybízová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Hvozdíková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104,0%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62,7%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1867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Hvozdíková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Malinová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Malinová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108,3%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47,2%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1868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Malinová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Hvozdíková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Střemchová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35,3%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1869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Pomněnková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Jahodová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Malinová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1870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Malinová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Pomněnková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Hvozdíková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64,1%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1871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Hvozdíková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Jahodová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Malinová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83,3%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1872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Malinová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Hvozdíková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Rybízová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80,8%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42,3%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1873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Rybízová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Jahodová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Malinová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166,7%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55,6%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1874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Malinová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Rybízová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Malinová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113,0%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85,5%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1875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Jahodová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Rybízová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Karafiátová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C5BEB" w:rsidRPr="00B223A8" w:rsidTr="00BC5BEB">
        <w:trPr>
          <w:trHeight w:val="7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ID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Ulice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Od</w:t>
            </w:r>
            <w:proofErr w:type="gramEnd"/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</w:t>
            </w:r>
            <w:proofErr w:type="gramEnd"/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NOC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NOC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DEN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DEN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1876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Rybízová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Kosatcová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Jahodová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1877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Jahodová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Rybízová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Hvozdíková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104,5%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53,0%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1878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Hvozdíková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Kosatcová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Jahodová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37,5%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75,0%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1879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Jahodová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Hvozdíková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Pomněnková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83,3%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38,9%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1880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Pivoňková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Kosatcová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Jahodová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1881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Pivoňková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Macešková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Kosatcová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37,5%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1882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Kosatcová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Pivoňková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Hvozdíková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56,3%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1883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Hvozdíková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Macešková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Kosatcová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87,5%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25,0%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1884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Kosatcová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Hvozdíková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Rybízová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1885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Kosatcová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Karafiátová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Rybízová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142,9%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73,8%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1886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Karafiátová-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Kosatcová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Jahodová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1887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Karafiátová-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Kosatcová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Jahodová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1888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Křižovatka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Topolová x Karafiátová x Macešková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91,7%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69,4%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1889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Macešková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Karafiátová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Jiřinková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1890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Macešková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Jiřinková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Hvozdíková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1891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Macešková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Hvozdíková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Pivoňková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68,8%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52,1%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1892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Pivoňková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Chrpová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Macešková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1893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Chrpová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Jiřinková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Pivoňková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150,0%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1894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Chrpová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Karafiátová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Jiřinková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1895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Jiřinková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Chrpová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Macešková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44,4%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55,6%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1896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Karafiátová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NN3061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Topolová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61,1%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1897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Topolová-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Podléšková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Karafiátová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1898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Topolová-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Podléšková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Karafiátová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1899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Topolová-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Macešková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Jahodová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96,4%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81,0%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Topolová-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Macešková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Jahodová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1901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Jahodová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Topolová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Švehlova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124,7%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71,7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98,2%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1902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Švehlova-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Jahodová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Topolová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1903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Švehlova-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Jahodová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Topolová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1904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NN4880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NN848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25,0%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1905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NN848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Jahodová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25,0%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2001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NN3869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Parkoviště- východ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88,9%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63,4%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Jasmínová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NN3869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Přesličková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144,4%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79,6%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Jasmínová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Přesličková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Přesličková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102,9%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71,6%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2004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Přesličková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Jasmínová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Hledíková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106,5%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61,8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66,5%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2005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Hledíková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Přesličková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Práčská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325,0%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145,8%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2006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Hledíková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Přesličková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Hledíková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25,0%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2007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Hledíková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Hledíková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114,3%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72,0%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Hledíková/ Přesličková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Jasmínová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Hledíková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171,4%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95,2%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2009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Přesličková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Jasmínová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Jasmínová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114,3%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66,2%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Jasmínová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Jasmínová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Přesličková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101,2%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71,8%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Jasmínová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NN1634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NN846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65,6%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Jasmínová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NN1633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Jasmínová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101,7%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NN1633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Jasmínová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C5BEB" w:rsidRPr="00B223A8" w:rsidTr="00BC5BEB">
        <w:trPr>
          <w:trHeight w:val="7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ID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Ulice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Od</w:t>
            </w:r>
            <w:proofErr w:type="gramEnd"/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</w:t>
            </w:r>
            <w:proofErr w:type="gramEnd"/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NOC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NOC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DEN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DEN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Jasmínová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NN1633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Jahodová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123,3%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94,1%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Švehlova-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Jahodová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NN2767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Švehlova-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Jahodová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NN2767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Pražská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Švehlova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NN4886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Strašnická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Parkoviště- západ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32,1%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Strašnická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Pražská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NN2767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64,9%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NN2767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Švehlova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Strašnická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Strašnická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NN2767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NN4892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NN4892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Strašnická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28,3%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Strašnická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NN4892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Průseku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61,1%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38,9%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Švehlova-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NN2767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Strašnická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Švehlova-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NN2767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Strašnická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Švehlova-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Strašnická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Práčská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Švehlova-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Strašnická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Práčská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Hledíková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Hledíková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84,4%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60,8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46,4%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Kamelova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Práčská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Mikanova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2030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Mattioliho</w:t>
            </w:r>
            <w:proofErr w:type="spellEnd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Kamelova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Mattioliho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90,9%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2031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Mattioliho</w:t>
            </w:r>
            <w:proofErr w:type="spellEnd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Mattioliho</w:t>
            </w:r>
            <w:proofErr w:type="spellEnd"/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Kamelova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62,1%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40,2%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2032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Mattioliho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Velenovského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Kamelova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48,1%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2033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Kamelova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Mikanova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Mattioliho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61,8%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36,8%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2034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Mattioliho</w:t>
            </w:r>
            <w:proofErr w:type="spellEnd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/ Mikanova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NN5165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Velenovského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147,9%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38,2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79,5%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2035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NN5165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Mikanova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2036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Mikanova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NN5165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Velenovského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110,4%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59,0%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2037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Velenovského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Mikanova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Mattioliho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109,5%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84,9%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2038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Mikanova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Velenovského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Kamelova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47,8%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2039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NN3869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Práčská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Mikanova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2040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Práčská-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NN3869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Hledíková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2041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Práčská-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NN3869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Hledíková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2042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Práčská-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Topolová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NN3869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2042A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Práčská-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Topolová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NN3869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2043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NN3869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Jasmínová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Práčská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180,0%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2044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Jasmínová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Jasmínová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Jasmínová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161,7%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98,3%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2045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Jasmínová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NN3869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Jasmínová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118,8%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87,5%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2046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Jasmínová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Jasmínová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Topolová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105,7%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93,3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76,5%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2047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Topolová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Sasanková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Leknínová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2048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Topolová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Jasmínová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Sasanková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2049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Topolová-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Zvonková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Sasanková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2050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Topolová-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Zvonková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Sasanková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114,3%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71,4%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2051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Sasanková/ Platanová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Topolová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NN4874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122,0%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34,8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69,7%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2052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Platanová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Kapraďová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NN4874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70,6%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42,2%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2053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Platanová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Kapraďová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41,4%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2054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NN847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Kapraďová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Kapraďová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137,0%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2055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Kapraďová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Platanová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Topolová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112,0%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2056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NN847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Kapraďová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Kapraďová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140,6%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108,3%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C5BEB" w:rsidRPr="00B223A8" w:rsidTr="00BC5BEB">
        <w:trPr>
          <w:trHeight w:val="7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ID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Ulice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Od</w:t>
            </w:r>
            <w:proofErr w:type="gramEnd"/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</w:t>
            </w:r>
            <w:proofErr w:type="gramEnd"/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NOC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NOC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DEN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DEN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2057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Topolová-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Jabloňová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Kapraďová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150,0%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158,3%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2058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Topolová-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Jabloňová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Kapraďová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2059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Topolová-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Kapraďová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Zvonková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61,1%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2060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Topolová-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Kapraďová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Zvonková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2061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Zvonková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Topolová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Leknínová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104,8%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2062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Zvonková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Hvozdíková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Leknínová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151,9%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84,0%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2063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Leknínová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Zvonková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Leknínová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92,1%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93,0%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2064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Leknínová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Leknínová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Topolová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101,8%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58,9%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2065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Topolová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Jasmínová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Práčská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2066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Topolová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Leknínová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Práčská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2067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Práčská-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Topolová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NN3869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2068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Práčská-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Topolová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Sněženková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2069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Práčská-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Topolová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Sněženková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2070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NN3326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Sněženková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2071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Sněženková-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NN3317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Práčská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88,7%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54,3%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2072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Sněženková-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NN3317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Práčská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111,8%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46,1%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2073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NN3317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Jiříčkové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Sněženková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2074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NN3316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Jiříčkové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63,9%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2075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Jiříčkové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Sněženková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Práčská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119,2%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67,3%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2076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Sněženková-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Jiříčkové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NN3317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86,0%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68,0%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2077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Sněženková-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Jiříčkové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NN3317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71,9%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46,9%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2078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Sněženková-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Mládežnická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Jiříčkové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64,4%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2079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Sněženková-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Mládežnická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Jiříčkové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59,3%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2080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Škábova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Mládežnická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179,0%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34,3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110,8%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2081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Mládežnická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Škábova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141,4%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30,7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87,6%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2082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Mládežnická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Škábova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Sněženková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162,5%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2083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Sněženková-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Hvozdíková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Mládežnická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2084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Sněženková-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Hvozdíková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Mládežnická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118,2%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65,2%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2085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Sněženková-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Konvalinková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Hvozdíková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2086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Sněženková-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Konvalinková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Hvozdíková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118,8%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29,2%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2087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Sněženková-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Hrušňová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Konvalinková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2088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Sněženková-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Hrušňová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Konvalinková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2089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NN1629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Sněženková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Sněženková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2090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Sněženková-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Meruňková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Hrušňová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45,9%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29,3%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2091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Sněženková-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Meruňková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Hrušňová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67,9%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62,5%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2092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Sněženková-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Meruňková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65,0%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2093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Sněženková-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Meruňková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2094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Holubkova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Sněženková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122,2%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75,0%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2095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Zahradního města-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Střemchová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Práčská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147,6%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95,2%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2096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Zahradního města-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Střemchová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Práčská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2097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Práčská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NN4864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Aubrechtové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142,9%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109,5%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2098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Aubrechtové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Práčská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Ellnerové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159,5%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104,0%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2099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Ellnerové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Aubrechtové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137,5%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79,6%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C5BEB" w:rsidRPr="00B223A8" w:rsidTr="00BC5BEB">
        <w:trPr>
          <w:trHeight w:val="7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ID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Ulice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Od</w:t>
            </w:r>
            <w:proofErr w:type="gramEnd"/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</w:t>
            </w:r>
            <w:proofErr w:type="gramEnd"/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NOC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NOC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DEN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DEN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Aubrechtové/ NN4902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Ellnerové</w:t>
            </w:r>
            <w:proofErr w:type="spellEnd"/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157,9%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41,8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110,1%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Práčská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Aubrechtové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NN3315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137,5%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108,3%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2102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NN3315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Práčská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Jiříčkové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97,6%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38,3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61,8%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2103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Práčská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NN3315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Jiříčkové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2104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Meandry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Práčská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2105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Práčská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Jiříčkové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NN3325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2106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NN3325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NN4873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Práčská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2107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NN3325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Parkoviště- jih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91,1%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2108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Práčská-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NN3325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Sněženková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2109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Práčská-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NN3325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Sněženková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2110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NN1631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Zvonková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2111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Přesličková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Jasmínová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2201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Korytech-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Průhonická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Želivecká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2202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Korytech-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Průhonická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Želivecká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2203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Korytech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NN4829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Průhonická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2204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NN4829/ NN4830/ NN4831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Korytech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2205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Průhonická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Korytech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NN3319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65,3%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2206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NN3319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Průhonická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2207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Průhonická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NN3319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NN3318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87,9%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2208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NN3318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Průhonická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Vestecká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2209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Průhonická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NN3318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Vestecká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2210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Vestecká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Průhonická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NN3318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2211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Průhonická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Vestecká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Šeberovská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42,9%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26,2%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2212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Šeberovská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Průhonická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2213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Litochlebská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NN389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Šeberovská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2214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Průhonická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Šeberovská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Litochlebská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106,3%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41,7%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2215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Litochlebská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NN839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2216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Žirovnická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NN4246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Žirovnická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69,6%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Žirovnická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Parkoviště- sever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34,2%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2218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Žirovnická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Parkoviště- jih I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19,3%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95,0%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2219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Žirovnická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NN4246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Korytech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34,8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69,7%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2220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Žirovnická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Parkoviště- jih II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2221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NN4859/ NN4858/ NN4857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Žirovnická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51,0%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50,7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101,3%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2222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Korytech-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Žirovnická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Jesenická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2223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Korytech-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Žirovnická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Jesenická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2224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Jesenická-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Korytech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Za Slatinami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108,8%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74,5%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2225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Jesenická-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Korytech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Za Slatinami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2226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Jesenická-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Žirovnická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Za Slatinami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84,2%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2227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Jesenická-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Žirovnická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Za Slatinami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2228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Žirovnická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Žirovnická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Jesenická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2229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Jesenická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Žirovnická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Oty Pavla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62,5%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35,4%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2230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Oty Pavla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Jesenická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Vinobraní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81,0%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64,3%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2231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Jesenická-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Nad </w:t>
            </w: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Trnkovem</w:t>
            </w:r>
            <w:proofErr w:type="spellEnd"/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Oty Pavla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51,7%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52,3%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C5BEB" w:rsidRPr="00B223A8" w:rsidTr="00BC5BEB">
        <w:trPr>
          <w:trHeight w:val="7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ID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Ulice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Od</w:t>
            </w:r>
            <w:proofErr w:type="gramEnd"/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</w:t>
            </w:r>
            <w:proofErr w:type="gramEnd"/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NOC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NOC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DEN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DEN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2232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Jesenická-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Nad </w:t>
            </w: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Trnkovem</w:t>
            </w:r>
            <w:proofErr w:type="spellEnd"/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Oty Pavla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20,7%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39,7%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2233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Nad </w:t>
            </w: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Trnkovem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Jesenická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Ochozu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107,1%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114,3%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2234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Vinšova/ U Vinné révy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Pöslova</w:t>
            </w:r>
            <w:proofErr w:type="spellEnd"/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Jesenická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58,9%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2235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Pöslova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Vinné révy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41,7%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2236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Pöslova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Vinné révy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Nad </w:t>
            </w: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Trnkovem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53,8%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44,9%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2237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Vinné révy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Pöslova</w:t>
            </w:r>
            <w:proofErr w:type="spellEnd"/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Vinobraní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88,9%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92,6%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2238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Vinobraní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Vinné révy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Nad </w:t>
            </w: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Trnkovem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175,0%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2239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Nad </w:t>
            </w: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Trnkovem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Ochozu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Vinobraní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2240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Ochozu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Nad </w:t>
            </w: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Trnkovem</w:t>
            </w:r>
            <w:proofErr w:type="spellEnd"/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Vinobraní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94,6%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58,9%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2241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Vinobraní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Nad </w:t>
            </w: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Trnkovem</w:t>
            </w:r>
            <w:proofErr w:type="spellEnd"/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Ochozu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2242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Vinobraní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Ochozu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Oty Pavla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2243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Vinobraní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Oty Pavla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Ve Slatinách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20,8%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97,2%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2244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Ginzova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Ve Slatinách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Ryšánkova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104,0%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58,7%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2245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Ryšánkova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Ginzova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Ve Slatinách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84,8%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50,7%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2246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Ryšánkova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Ve Slatinách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21,6%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14,0%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2247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Ve Slatinách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Ryšánkova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Ve Slatinách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56,9%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33,9%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2248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Ve Slatinách-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Ve Slatinách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Vinobraní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2249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Vinobraní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Ve Slatinách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Ve Slatinách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64,3%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45,2%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Vinobraní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Ve Slatinách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Za Slatinami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32,4%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2251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Za Slatinami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Jesenická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Vinobraní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40,3%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2252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Vinobraní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Za Slatinami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Korytech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136,4%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80,3%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2253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Jetelová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Korytech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NN5091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121,9%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92,2%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2254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NN5091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Jetelová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54,2%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2255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Jetelová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NN5091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Mečíková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140,9%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101,5%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2256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Jetelová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Mečíková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124,1%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85,8%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2257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Mečíková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Korytech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Jetelová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118,3%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2258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Korytech-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Mečíková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Želivecká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2259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Korytech-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Mečíková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Želivecká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2260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Želivecká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Korytech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Chmelová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104,2%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72,2%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2261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Chmelová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Želivecká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Chmelová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106,3%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58,3%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2262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Křižovatka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Chmelová x Slívová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170,0%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2263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Chmelová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Chmelová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Chmelová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118,9%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64,2%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2264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Chmelová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Chmelová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NN5190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75,0%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2265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Chmelová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Chmelová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Narcisová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112,5%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72,9%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2266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Narcisová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Ostružinová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Chmelová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110,7%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29,8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71,0%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2267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Želivecká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Ostružinová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Chmelová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104,2%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33,8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56,4%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2268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Želivecká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Chmelová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Šalvějová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109,1%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61,6%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2269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Šalvějová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NN3310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Želivecká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107,1%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2270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Šalvějová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68,3%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2271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Šalvějová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NN3310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17,5%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2272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Ve Slatinách-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Ve Slatinách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Vinobraní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2273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Chmelová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Želivecká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Narcisová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140,0%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2301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Korytech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Břečťanová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Bramboříková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2302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Bramboříková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Korytech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Bramboříková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123,2%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70,7%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C5BEB" w:rsidRPr="00B223A8" w:rsidTr="00BC5BEB">
        <w:trPr>
          <w:trHeight w:val="7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ID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Ulice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Od</w:t>
            </w:r>
            <w:proofErr w:type="gramEnd"/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</w:t>
            </w:r>
            <w:proofErr w:type="gramEnd"/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NOC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NOC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DEN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DEN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2303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Bramboříková- jih 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Bramboříková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2304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Bramboříková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Bramboříková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Bramboříková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140,0%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2305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Bramboříková- jih II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Bramboříková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Bramboříková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77,1%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2306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Bramboříková- jih III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Bramboříková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105,9%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33,3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56,5%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2307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Horní Chaloupky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NN3888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Korytech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88,9%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2308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Záběhlická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Korytech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 Prádelně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83,3%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2309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Záběhlická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 Prádelně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Dolní Chaloupky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2310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Dolní Chaloupky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Horní Chaloupky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Záběhlická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105,6%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2311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Záběhlická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Dolní Chaloupky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Dolní Chaloupky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312,5%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2312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Dolní Chaloupky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Záběhlická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Dolní Chaloupky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2313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Záběhlická-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Dolní Chaloupky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NN4864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2314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Záběhlická-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Dolní Chaloupky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NN4864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2315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Splavu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NN4864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79,2%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2316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NN4864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Práčská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118,8%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39,6%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Zahradního města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2318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Záběhlického zámku-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Záběhlická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Za Potokem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2319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Záběhlického zámku-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Záběhlická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Za Potokem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70,4%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2320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Za Potokem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Záběhlického zámku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63,1%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2321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Záběhlického zámku-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Za Potokem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Ke </w:t>
            </w: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Spořilovu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225,0%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2322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Záběhlického zámku-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Za Potokem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Ke </w:t>
            </w: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Spořilovu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2323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NN2129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Záběhlického zámku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2324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Záběhlická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Před Skalkami 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Před Skalkami II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59,1%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127,3%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2325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 Prádelně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Záběhlická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NN4853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2326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 Prádelně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72,2%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2327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 Prádelně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NN4853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 Vodě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2328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Lávce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NN5042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2329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Lávce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Záběhlická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NN5042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2330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Lávce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Záběhlická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112,5%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145,8%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2331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Záběhlická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Lávce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Před Skalkami 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183,3%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286,1%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2332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Před Skalkami I/ Ke Skalkám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Záběhlická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113,2%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136,0%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2333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Záběhlická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Lávce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Zákrutu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104,2%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90,3%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2334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Zákrutu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Záběhlická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75,0%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2335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Zákrutu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Ke Skalkám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Záběhlická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109,1%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87,9%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2336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Ke Skalkám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Zákrutu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Botiči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83,3%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138,9%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2337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Ke Skalkám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Botiči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2338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Botiči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Ke Skalkám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Záběhlická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89,6%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2339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Záběhlická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Zákrutu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Botiči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91,3%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87,0%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2340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Botiči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NN3914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Záběhlická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88,2%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81,6%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2341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Záběhlická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Botiči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Záběhlická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2342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Vinobraní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Vinné révy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83,3%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72,2%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2343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Před Skalkami II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Vinobraní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Záběhlická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112,5%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138,9%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2344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Záběhlická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Před Skalkami II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Přespolní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25,6%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C5BEB" w:rsidRPr="00B223A8" w:rsidTr="00BC5BEB">
        <w:trPr>
          <w:trHeight w:val="7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ID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Ulice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Od</w:t>
            </w:r>
            <w:proofErr w:type="gramEnd"/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</w:t>
            </w:r>
            <w:proofErr w:type="gramEnd"/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NOC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NOC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DEN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DEN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2345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NN4901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Záběhlická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87,5%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75,0%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2346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Přespolní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Záběhlická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Ke Skalkám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86,8%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58,8%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2347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NN3312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Před Skalkami II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Přespolní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98,6%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85,7%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2348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Ke Skalkám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Přespolní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43,9%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2349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Ke Skalkám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Přespolní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Za Návsí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124,1%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92,0%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2350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Ke Skalkám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Za Návsí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Korytech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172,2%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151,9%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2351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Za Návsí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Ke Skalkám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Záběhlická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2352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Záběhlická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Přespolní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Za Návsí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2353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Záběhlická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Za Návsí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Korytech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2354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Korytech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Záběhlická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Ke Skalkám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2355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Korytech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Ke Skalkám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Bramboříková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63,5%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2401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 Topírně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NN4899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33,6%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2402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NN4899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Svahová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44,8%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108,6%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2403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NN4498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58,7%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2404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Křeslická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Svahová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NN4496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37,5%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2405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Svahová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Křivce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141,7%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2406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Křivce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Svahová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Výstupní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127,3%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107,6%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2407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Výstupní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Křivce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2408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Křivce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Výstupní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Osnická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103,1%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89,6%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2409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Osnická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2410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NN1948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Bohdalecká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Křivce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46,0%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2411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Křivce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Osnická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Modletínská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53,6%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92,9%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2412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Modletínská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Křivce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NN1705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2413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Křivce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Modletínská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Sychrovem 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46,2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61,6%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2414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NN3313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Sychrovem 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2415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Sychrovem 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Křivce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Modletínská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90,9%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67,7%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2416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Modletínská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Sychrovem 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Křivce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Sychrovem 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Osnická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Modletínská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2418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Osnická-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Sychrovem 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Křivce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2419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Sychrovem 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Osnická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Osnická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2420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Osnická-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Sychrovem 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Křivce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2421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Sychrovem 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Výstupní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Osnická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81,7%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2422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Výstupní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Křivce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Sychrovem 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2423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Sychrovem 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Výstupní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Křivce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102,5%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82,5%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2424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Křivce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Svahová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Sychrovem 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2425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Svahová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Tachlovická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Svahová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2426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Svahová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Svahová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Sychrově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2427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Sychrově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Svahová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Tachlovická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77,8%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2428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Tachlovická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Pahorku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Sychrově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2429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Tachlovická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Tachlovická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Sychrově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2430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Tachlovická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Svahová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Pahorku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2431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Pahorku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Tachlovická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Výstupní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92,9%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92,9%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2432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Sychrově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Tachlovická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Pahorku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41,7%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119,4%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2433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Výstupní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Pahorku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Sychrovem 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C5BEB" w:rsidRPr="00B223A8" w:rsidTr="00BC5BEB">
        <w:trPr>
          <w:trHeight w:val="7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ID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Ulice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Od</w:t>
            </w:r>
            <w:proofErr w:type="gramEnd"/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</w:t>
            </w:r>
            <w:proofErr w:type="gramEnd"/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NOC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NOC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DEN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DEN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2434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Pahorku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Sychrově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Bohdalci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68,9%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2435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Bohdalci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Pahorku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46,9%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2436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Pahorku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Bohdalci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Sychrovem II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18,8%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43,8%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2437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Sychrovem II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NN3313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Pahorku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2438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Sychrovem II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Pahorku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Sychrovem 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2439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NN1705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Modletínská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NN1705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2440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NN1705-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NN1705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NN1705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115,9%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75,8%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2441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NN1705-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NN1705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NN1705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115,4%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75,6%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2442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NN1705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NN1705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Dolině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160,0%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2443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NN1705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Dolině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Popovická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127,4%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69,4%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2444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Dolině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NN1705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Popovická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138,0%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2445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Popovická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NN1705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Brtnická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88,5%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63,2%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2446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Brtnická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Popovická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Bohdalecká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2447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Popovická/ NN5350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Plynárny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113,0%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106,8%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2448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Popovická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NN1704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Plynárny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2449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Plynárny-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Plynárny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Hranice MČ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2450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Plynárny-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Plynárny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Hranice MČ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2451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Plynárny-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Popovická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Bohdalecká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2452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Plynárny-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Popovická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Bohdalecká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2453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Plynárny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Záběhlická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NN4190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60,5%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46,8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123,2%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2454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NN4191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Plynárny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Plynárny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32,8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82,1%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2455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NN4190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Plynárny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14,0%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73,8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73,8%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2456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Plynárny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NN4190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NN2934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2457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NN2934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Záběhlická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Plynárny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142,9%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2458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Plynárny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NN2934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NN390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2459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Bohdalecká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Plynárny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Brtnická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2460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Bohdalecká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Brtnická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NN4184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2461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Bohdalecká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Brtnická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NN1948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2462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Bohdalecká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NN4184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NN4184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2463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Bohdalecká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NN4184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NN4185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2464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Bohdalecká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NN4185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Nad </w:t>
            </w: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Vršovskou</w:t>
            </w:r>
            <w:proofErr w:type="spellEnd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 horou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2465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Bohdalecká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NN1948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2466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Nad </w:t>
            </w: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Vršovskou</w:t>
            </w:r>
            <w:proofErr w:type="spellEnd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 horou-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Vršovického hřbitova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NN4186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2467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Nad </w:t>
            </w: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Vršovskou</w:t>
            </w:r>
            <w:proofErr w:type="spellEnd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 horou-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Vršovického hřbitova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NN4186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2468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Nad </w:t>
            </w: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Vršovskou</w:t>
            </w:r>
            <w:proofErr w:type="spellEnd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 horou-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Nad </w:t>
            </w: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Vršovskou</w:t>
            </w:r>
            <w:proofErr w:type="spellEnd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 horou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NN4187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32,7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108,9%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2469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NN4187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Nad </w:t>
            </w: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Vršovskou</w:t>
            </w:r>
            <w:proofErr w:type="spellEnd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 horou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2470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Nad </w:t>
            </w: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Vršovskou</w:t>
            </w:r>
            <w:proofErr w:type="spellEnd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 horou-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NN4187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NN4186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94,4%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2471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Nad </w:t>
            </w: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Vršovskou</w:t>
            </w:r>
            <w:proofErr w:type="spellEnd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 horou-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NN4187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NN4186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85,7%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2472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NN4186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NN4186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95,6%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2473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Nad </w:t>
            </w: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Vršovskou</w:t>
            </w:r>
            <w:proofErr w:type="spellEnd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 horou-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NN4187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Novobohdalecká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2474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Nad </w:t>
            </w: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Vršovskou</w:t>
            </w:r>
            <w:proofErr w:type="spellEnd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 horou-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NN4187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Novobohdalecká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2475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Nad </w:t>
            </w: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Vršovskou</w:t>
            </w:r>
            <w:proofErr w:type="spellEnd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 horou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Elektrárenská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Novobohdalecká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69,7%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C5BEB" w:rsidRPr="00B223A8" w:rsidTr="00BC5BEB">
        <w:trPr>
          <w:trHeight w:val="7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ID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Ulice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Od</w:t>
            </w:r>
            <w:proofErr w:type="gramEnd"/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</w:t>
            </w:r>
            <w:proofErr w:type="gramEnd"/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NOC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NOC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DEN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DEN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2476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Nad </w:t>
            </w: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Vršovskou</w:t>
            </w:r>
            <w:proofErr w:type="spellEnd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 horou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Elektrárenská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NN3915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26,0%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85,4%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2477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Elektrárenská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Nad  </w:t>
            </w: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Vršovskou</w:t>
            </w:r>
            <w:proofErr w:type="spellEnd"/>
            <w:proofErr w:type="gramEnd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 horou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Slatin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108,0%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71,6%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2478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Elektrárenská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Slatin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Bohdalcem 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126,9%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64,1%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2479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Slatin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Elektrárenská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Novobohdalecká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21,7%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2480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Novobohdalecká-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Nad  </w:t>
            </w: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Vršovskou</w:t>
            </w:r>
            <w:proofErr w:type="spellEnd"/>
            <w:proofErr w:type="gramEnd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 horou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Slatin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2481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Novobohdalecká-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Nad  </w:t>
            </w: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Vršovskou</w:t>
            </w:r>
            <w:proofErr w:type="spellEnd"/>
            <w:proofErr w:type="gramEnd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 horou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Slatin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2482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Novobohdalecká-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Slatin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Bohdalcem 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2483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Novobohdalecká-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Slatin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Bohdalcem 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112,5%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63,9%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2484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Bohdalcem 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Elektrárenská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Novobohdalecká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160,5%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93,0%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2485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Bohdalcem 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Novobohdalecká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Bohdalcem II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2486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Bohdalcem 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Bohdalcem II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NN384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2487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NN384/ NN383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Bohdalcem 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Bohdalcem 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2488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Bohdalcem 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NN384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NN383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2489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Bohdalcem II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Bohdalcem 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2490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Bohdalcem 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NN383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NN382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2491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Bohdalcem II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Bohdalcem 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2492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Bohdalcem 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2493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Bohdalcem 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NN382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NN381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2494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Bohdalcem 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2495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Bohdalcem 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Bohdalcem II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2496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Bohdalcem II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NN381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Za </w:t>
            </w: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Sedmidomky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2497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Bohdalcem II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Bohdalcem 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2498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Bohdalcem 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NN380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NN381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2499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Bohdalcem 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Bohdalcem 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NN380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Za </w:t>
            </w: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Sedmidomky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2501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Za </w:t>
            </w: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Sedmidomky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Bohdalcem 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12,5%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25,0%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2502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Bohdalcem 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Za </w:t>
            </w: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Sedmidomky</w:t>
            </w:r>
            <w:proofErr w:type="spellEnd"/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Sedmidomky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2503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Za </w:t>
            </w: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Sedmidomky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Bohdalcem 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Sedmidomky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55,8%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52,7%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2504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Za </w:t>
            </w: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Sedmidomky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Bohdalcem II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Sedmidomky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2505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Sedmidomky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NN4900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Za </w:t>
            </w: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Sedmidomky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2506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NN4900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Bohdalcem II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Sedmidomky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2507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Sedmidomky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Vršovického hřbitova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NN4900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2508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Sedmidomky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NN4900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Bohdalcem 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2509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Bohdalcem 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Sedmidomky</w:t>
            </w:r>
            <w:proofErr w:type="spellEnd"/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Vršovického hřbitova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2510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Vršovického hřbitova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Bohdalcem 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2511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Vršovického hřbitova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Bohdalcem 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Sedmidomky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2512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Vršovického hřbitova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Sedmidomky</w:t>
            </w:r>
            <w:proofErr w:type="spellEnd"/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2513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Bohdalecká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NN370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2514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Výstupní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NN370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2515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Moskevská-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Výstupní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NN370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2516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NN4842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Modletínská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NN4186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Nad </w:t>
            </w: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Vršovskou</w:t>
            </w:r>
            <w:proofErr w:type="spellEnd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 horou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38,3%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C5BEB" w:rsidRPr="00B223A8" w:rsidTr="00BC5BEB">
        <w:trPr>
          <w:trHeight w:val="7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ID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Ulice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Od</w:t>
            </w:r>
            <w:proofErr w:type="gramEnd"/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</w:t>
            </w:r>
            <w:proofErr w:type="gramEnd"/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NOC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NOC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DEN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DEN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2518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Nad </w:t>
            </w: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Vršovskou</w:t>
            </w:r>
            <w:proofErr w:type="spellEnd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 horou-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Nad </w:t>
            </w: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Vršovskou</w:t>
            </w:r>
            <w:proofErr w:type="spellEnd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 xml:space="preserve"> horou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92,2%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2519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Bohdalcem II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Bohdalcem 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NN383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2520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Bohdalcem II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NN383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NN382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2521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Pod Bohdalcem II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NN382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NN381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2601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Hyacintová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Jabloňová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Břečťanová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102,2%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101,4%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2602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Břečťanová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Hyacintová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93,8%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2603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Břečťanová-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Hyacintová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Korytech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107,1%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97,6%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2604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Břečťanová-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Hyacintová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Korytech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2605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Hyacintová-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Břečťanová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Chaloupkami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2606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Hyacintová-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Břečťanová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Chaloupkami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92,5%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19,3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2607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Hyacintová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Hyacintová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2608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Hyacintová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Chaloupkami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98,3%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2609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NN4855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 Chaloupkám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68,2%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80,3%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2610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NN3888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NN4855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Chaloupkami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160,0%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163,3%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2611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Chaloupkami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Dolní Chaloupky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NN3888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200,0%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2612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Dolní Chaloupky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Horní Chaloupky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Záběhlická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2613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NN3888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Chaloupkami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275,0%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2614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 Chaloupkám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NN4855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Korytech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2615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Slatince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Korytech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141,2%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37,7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110,8%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2616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Korytech-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Břečťanová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Jabloňová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Korytech-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Břečťanová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Jabloňová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2618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Jabloňová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Korytech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NN4860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98,4%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56,8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93,2%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2619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Korytech-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Jesenická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Jabloňová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2620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Korytech-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Jesenická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Jabloňová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2621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Jetelová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NN5091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V Korytech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87,8%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2622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NN4860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Blatouchová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113,3%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49,8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110,7%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2623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Blatouchová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Jabloňová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700,0%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2624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Jabloňová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Blatouchová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Zahradního města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65,7%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88,0%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2625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Jabloňová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Zahradního města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Ostružinová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91,7%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88,9%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2626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Ostružinová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Jabloňová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Šafránová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2627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Ostružinová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Jabloňová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NN3311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51,7%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2628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NN3311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Ostružinová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NN3311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108,3%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30,3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101,1%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2629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NN3311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Ostružinová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2630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Ostružinová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Šafránová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Jahodová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2631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Ostružinová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NN3311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NN4862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68,8%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58,3%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2632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NN4862/ NN4861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Ostružinová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97,0%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52,8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78,9%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2633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Ostružinová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Jahodová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Fialková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2634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Ostružinová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NN4861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Pomněnková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26,9%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30,8%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2635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Ostružinová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Fialková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Pomněnková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2636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Ostružinová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Pomněnková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Pivoňková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21,7%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2637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Ostružinová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Pomněnková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Pivoňková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2638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Pomněnková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Ostružinová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Kalinová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2639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Kalinová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Fialková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Pomněnková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C5BEB" w:rsidRPr="00B223A8" w:rsidTr="00BC5BEB">
        <w:trPr>
          <w:trHeight w:val="7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ID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Ulice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Od</w:t>
            </w:r>
            <w:proofErr w:type="gramEnd"/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</w:t>
            </w:r>
            <w:proofErr w:type="gramEnd"/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NOC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NOC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DEN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DEN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2640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Pomněnková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Kalinová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Chrpová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93,3%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55,6%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2641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Chrpová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Pomněnková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Fialková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2642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Fialková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Kalinová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Chrpová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137,5%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68,8%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2643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Fialková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Kalinová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Ostružinová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75,0%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2644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Jahodová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Ostružinová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Kalinová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93,8%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37,5%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2645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Kalinová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Fialková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Jahodová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2646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Jahodová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Kalinová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Chrpová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114,3%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90,5%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2647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Chrpová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Jahodová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Fialková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2648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Fialková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Chrpová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Jahodová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77,1%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2649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Fialková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Jahodová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Malinová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22,2%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59,3%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2650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Jahodová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Fialková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Chrpová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55,6%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67,6%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2651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Chrpová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Jahodová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Šafránová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105,6%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70,4%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2652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Šafránová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Chrpová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Ostružinová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108,8%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88,2%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2653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Chrpová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Šafránová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Jabloňová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111,1%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61,1%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2654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Fialková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Malinová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Jabloňová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65,0%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2655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Jabloňová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Střemchová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Fialková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2656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Střemchová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Jabloňová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Hrušňová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55,9%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82,4%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2657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Hrušňová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Sněženková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Střemchová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2658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Střemchová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Hrušňová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Meruňková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46,2%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62,8%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2659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Meruňková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Hlohová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Střemchová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2660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Střemchová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Meruňková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Zahradního města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2661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Broskvoňová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Střemchová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78,6%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52,4%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2662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Zahradního města- úsek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Střemchová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Hlohová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68,8%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2663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Zahradního města- úsek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Střemchová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Hlohová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2664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Zahradního města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Jabloňová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Hlohová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91,7%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97,2%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2665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Hlohová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Zahradního města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Meruňková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106,3%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2666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Meruňková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Jabloňová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Hlohová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78,6%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2667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Hlohová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Meruňková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Jabloňová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109,5%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22,2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105,6%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2668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Jabloňová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Chrpová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Fialková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2701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Sazečská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Černokostelecká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Polygrafická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2702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Polygrafická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Sazečská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52,6%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2703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Polygrafická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Polygrafická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49,3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82,2%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2704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Sazečská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Sazečská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Sazečská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2705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Sazečská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Sazečská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76,4%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2706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Sazečská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Sazečská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Tiskařská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47,4%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54,8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96,2%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2707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Tiskařská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Sazečská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NN2775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2708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Teplárenská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Tiskařská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Teplárenská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2709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Heldova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Teplárenská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36,4%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2710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Teplárenská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Heldova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NN2775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2711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NN2775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Tiskařská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Teplárenská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2712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Tiskařská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NN2775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NN2786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2713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NN2786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Tiskařská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Teplárenská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2714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Teplárenská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NN2775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NN2786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C5BEB" w:rsidRPr="00B223A8" w:rsidTr="00BC5BEB">
        <w:trPr>
          <w:trHeight w:val="7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ID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Ulice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Od</w:t>
            </w:r>
            <w:proofErr w:type="gramEnd"/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</w:t>
            </w:r>
            <w:proofErr w:type="gramEnd"/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NOC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NOC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DEN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DEN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2715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Teplárenská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NN2786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Průmyslová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2716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Tiskařská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NN2786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Průmyslová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Průmyslová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Tiskařská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NN4104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2718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Průmyslová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NN4104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Zamenhofova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2719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Průmyslová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Zamenhofova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NN4772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2720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stavoservisu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Černokostelecká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54,0%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2721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Černokostelecká-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Stavoservisu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NN4636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2722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NN4636-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Černokostelecká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2723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NN4636- východ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Černokostelecká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21,7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86,7%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2724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vozovny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Černokostelecká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vozovny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2725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vozovny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vozovny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2726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vozovny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vozovny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55,6%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88,9%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2727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vozovny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NN4778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vozovny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2728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vozovny-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vozovny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2729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vozovny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Karosářská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NN4778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2730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NN4778, NN4779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vozovny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vozovny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25,2%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115,1%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2731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vozovny- západ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vozovny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18,3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91,7%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2732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Karosářská,  U vozovny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Černokostelecká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NN4785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25,0%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85,4%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2733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Karosářská-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Karosářská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54,5%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72,7%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2734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NN4785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Karosářská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2735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Karosářská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NN4785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Karosářská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26,0%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39,5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79,0%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2736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NN4784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Karosářská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25,7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102,7%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2737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Karosářská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karosářská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NN4781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13,2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2738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Černokostelecká- úsek sever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Stavoservisu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Sazečská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2739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Černokostelecká- úsek jih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 vozovny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Sazečská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2740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Sazečská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Černokostelecká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Služeb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2741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Sazečská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Služeb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NN4771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2742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NN4771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Služeb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Sazečská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68,6%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30,5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87,1%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2743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Sazečská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NN4771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00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ZÁKAZ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2744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Služeb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Sazečská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21,7%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64,8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79646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94,0%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2745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Služeb- sever 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Služeb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55,6%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2746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Služeb- sever 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Služeb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103,3%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2747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Služeb- sever3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Služeb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13,3%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34,4%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2801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Vršovickou horou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NN3915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Slatinách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30,0%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2802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Slatinách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NN3888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Slatinách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2803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Slatinách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Slatinách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slepá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2804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Slatinách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Slatinách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elektrárnou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2805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elektrárnou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elektrárnou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elektrárnou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2806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elektrárnou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Slatinách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elektrárnou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62,5%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2807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Slatinách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elektrárnou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NN4844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8,3%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2808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Slatinách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elektrárnou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Slatinách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3366F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66,7%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6,8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92D05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45,6%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2809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elektrárnou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NN3914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elektrárnou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33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FFFF00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25,0%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2810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elektrárnou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elektrárnou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elektrárnou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C5BEB" w:rsidRPr="00B223A8" w:rsidTr="00BC5BEB">
        <w:trPr>
          <w:trHeight w:val="7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ID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Ulice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Od</w:t>
            </w:r>
            <w:proofErr w:type="gramEnd"/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Do</w:t>
            </w:r>
            <w:proofErr w:type="gramEnd"/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NOC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NOC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OA DEN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OBS DEN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B223A8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2811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NN3914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 Botiči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Nad elektrárnou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2812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Pelyňková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Novostrašnická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Rabakovská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2813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Jabloňová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Chrpová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Meruňková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  <w:tr w:rsidR="00B223A8" w:rsidRPr="00B223A8" w:rsidTr="00BC5BEB">
        <w:trPr>
          <w:trHeight w:val="2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223A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2814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Jabloňová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Meruňková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Ostružinová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FFFFFF" w:fill="BFBFBF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3A8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3A8" w:rsidRPr="00B223A8" w:rsidRDefault="00B223A8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3A8">
              <w:rPr>
                <w:rFonts w:ascii="Arial" w:hAnsi="Arial" w:cs="Arial"/>
                <w:color w:val="000000"/>
                <w:sz w:val="16"/>
                <w:szCs w:val="16"/>
              </w:rPr>
              <w:t>MK</w:t>
            </w:r>
          </w:p>
        </w:tc>
      </w:tr>
    </w:tbl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C5AEF" w:rsidRDefault="00BC5AEF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C5AEF" w:rsidRDefault="00BC5AEF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223A8" w:rsidRDefault="00B223A8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BC5AEF" w:rsidRDefault="00BC5AEF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9514FC" w:rsidRDefault="009514FC" w:rsidP="009514FC">
      <w:pPr>
        <w:pStyle w:val="Odstavecseseznamem"/>
        <w:numPr>
          <w:ilvl w:val="0"/>
          <w:numId w:val="38"/>
        </w:numPr>
        <w:spacing w:before="360" w:line="360" w:lineRule="auto"/>
        <w:rPr>
          <w:rFonts w:ascii="Tahoma" w:hAnsi="Tahoma" w:cs="Tahoma"/>
          <w:b/>
          <w:color w:val="0000FF"/>
          <w:sz w:val="32"/>
        </w:rPr>
      </w:pPr>
      <w:r w:rsidRPr="008D0BF7">
        <w:rPr>
          <w:rFonts w:ascii="Tahoma" w:hAnsi="Tahoma" w:cs="Tahoma"/>
          <w:b/>
          <w:color w:val="0000FF"/>
          <w:sz w:val="32"/>
        </w:rPr>
        <w:t>Protokoly momentových dopravních průzkumů –</w:t>
      </w:r>
      <w:r>
        <w:rPr>
          <w:rFonts w:ascii="Tahoma" w:hAnsi="Tahoma" w:cs="Tahoma"/>
          <w:b/>
          <w:color w:val="0000FF"/>
          <w:sz w:val="32"/>
        </w:rPr>
        <w:br/>
      </w:r>
      <w:r w:rsidR="00BC5BEB">
        <w:rPr>
          <w:rFonts w:ascii="Tahoma" w:hAnsi="Tahoma" w:cs="Tahoma"/>
          <w:b/>
          <w:color w:val="0000FF"/>
          <w:sz w:val="32"/>
        </w:rPr>
        <w:t>Září - říjen</w:t>
      </w:r>
      <w:r w:rsidR="004E5E9B">
        <w:rPr>
          <w:rFonts w:ascii="Tahoma" w:hAnsi="Tahoma" w:cs="Tahoma"/>
          <w:b/>
          <w:color w:val="0000FF"/>
          <w:sz w:val="32"/>
        </w:rPr>
        <w:t xml:space="preserve"> 2012</w:t>
      </w:r>
    </w:p>
    <w:p w:rsidR="00BC5BEB" w:rsidRDefault="00BC5BEB" w:rsidP="00BC5BEB">
      <w:pPr>
        <w:spacing w:before="360" w:line="360" w:lineRule="auto"/>
        <w:rPr>
          <w:rFonts w:ascii="Tahoma" w:hAnsi="Tahoma" w:cs="Tahoma"/>
          <w:b/>
          <w:color w:val="0000FF"/>
          <w:sz w:val="32"/>
        </w:rPr>
      </w:pPr>
    </w:p>
    <w:p w:rsidR="00BC5BEB" w:rsidRDefault="00BC5BEB" w:rsidP="00BC5BEB">
      <w:pPr>
        <w:spacing w:before="360" w:line="360" w:lineRule="auto"/>
        <w:rPr>
          <w:rFonts w:ascii="Tahoma" w:hAnsi="Tahoma" w:cs="Tahoma"/>
          <w:b/>
          <w:color w:val="0000FF"/>
          <w:sz w:val="32"/>
        </w:rPr>
      </w:pPr>
    </w:p>
    <w:p w:rsidR="00BC5BEB" w:rsidRDefault="00BC5BEB" w:rsidP="00BC5BEB">
      <w:pPr>
        <w:spacing w:before="360" w:line="360" w:lineRule="auto"/>
        <w:rPr>
          <w:rFonts w:ascii="Tahoma" w:hAnsi="Tahoma" w:cs="Tahoma"/>
          <w:b/>
          <w:color w:val="0000FF"/>
          <w:sz w:val="32"/>
        </w:rPr>
      </w:pPr>
    </w:p>
    <w:p w:rsidR="00BC5BEB" w:rsidRDefault="00BC5BEB" w:rsidP="00BC5BEB">
      <w:pPr>
        <w:spacing w:before="360" w:line="360" w:lineRule="auto"/>
        <w:rPr>
          <w:rFonts w:ascii="Tahoma" w:hAnsi="Tahoma" w:cs="Tahoma"/>
          <w:b/>
          <w:color w:val="0000FF"/>
          <w:sz w:val="32"/>
        </w:rPr>
      </w:pPr>
    </w:p>
    <w:p w:rsidR="00BC5BEB" w:rsidRDefault="00BC5BEB" w:rsidP="00BC5BEB">
      <w:pPr>
        <w:spacing w:before="360" w:line="360" w:lineRule="auto"/>
        <w:rPr>
          <w:rFonts w:ascii="Tahoma" w:hAnsi="Tahoma" w:cs="Tahoma"/>
          <w:b/>
          <w:color w:val="0000FF"/>
          <w:sz w:val="32"/>
        </w:rPr>
      </w:pPr>
    </w:p>
    <w:p w:rsidR="00BC5BEB" w:rsidRDefault="00BC5BEB" w:rsidP="00BC5BEB">
      <w:pPr>
        <w:spacing w:before="360" w:line="360" w:lineRule="auto"/>
        <w:rPr>
          <w:rFonts w:ascii="Tahoma" w:hAnsi="Tahoma" w:cs="Tahoma"/>
          <w:b/>
          <w:color w:val="0000FF"/>
          <w:sz w:val="32"/>
        </w:rPr>
      </w:pPr>
    </w:p>
    <w:tbl>
      <w:tblPr>
        <w:tblW w:w="995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1"/>
        <w:gridCol w:w="4644"/>
        <w:gridCol w:w="1080"/>
        <w:gridCol w:w="1188"/>
        <w:gridCol w:w="960"/>
        <w:gridCol w:w="1041"/>
      </w:tblGrid>
      <w:tr w:rsidR="00BC5BEB" w:rsidRPr="00A05441" w:rsidTr="00A05441">
        <w:trPr>
          <w:trHeight w:val="780"/>
        </w:trPr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lastRenderedPageBreak/>
              <w:t>Okruh č.</w:t>
            </w:r>
          </w:p>
        </w:tc>
        <w:tc>
          <w:tcPr>
            <w:tcW w:w="4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Název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Výpočtová kapacita PS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Datum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Typ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Území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Praha 10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Všechny sledované lokality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6</w:t>
            </w:r>
            <w:r w:rsidR="00A05441">
              <w:rPr>
                <w:rFonts w:ascii="Arial" w:hAnsi="Arial" w:cs="Arial"/>
                <w:color w:val="000000"/>
              </w:rPr>
              <w:t xml:space="preserve"> </w:t>
            </w:r>
            <w:r w:rsidRPr="00A05441">
              <w:rPr>
                <w:rFonts w:ascii="Arial" w:hAnsi="Arial" w:cs="Arial"/>
                <w:color w:val="000000"/>
              </w:rPr>
              <w:t>815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9-10/2012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Praha 10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Vršovice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Katastrální území Vršovice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2</w:t>
            </w:r>
            <w:r w:rsidR="00A05441">
              <w:rPr>
                <w:rFonts w:ascii="Arial" w:hAnsi="Arial" w:cs="Arial"/>
                <w:color w:val="000000"/>
              </w:rPr>
              <w:t xml:space="preserve"> </w:t>
            </w:r>
            <w:r w:rsidRPr="00A05441">
              <w:rPr>
                <w:rFonts w:ascii="Arial" w:hAnsi="Arial" w:cs="Arial"/>
                <w:color w:val="000000"/>
              </w:rPr>
              <w:t>280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9-10/2012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Vršovice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Strašnice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Katastrální území Strašnice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2</w:t>
            </w:r>
            <w:r w:rsidR="00A05441">
              <w:rPr>
                <w:rFonts w:ascii="Arial" w:hAnsi="Arial" w:cs="Arial"/>
                <w:color w:val="000000"/>
              </w:rPr>
              <w:t xml:space="preserve"> </w:t>
            </w:r>
            <w:r w:rsidRPr="00A05441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9-10/2012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Strašnice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Vinohrady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Katastrální území Vinohrady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399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9-10/2012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Vinohrady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Záběhlice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Katastrální území Záběhlice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1</w:t>
            </w:r>
            <w:r w:rsidR="00A05441">
              <w:rPr>
                <w:rFonts w:ascii="Arial" w:hAnsi="Arial" w:cs="Arial"/>
                <w:color w:val="000000"/>
              </w:rPr>
              <w:t xml:space="preserve"> </w:t>
            </w:r>
            <w:r w:rsidRPr="00A05441">
              <w:rPr>
                <w:rFonts w:ascii="Arial" w:hAnsi="Arial" w:cs="Arial"/>
                <w:color w:val="000000"/>
              </w:rPr>
              <w:t>009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9-10/2012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Záběhlice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Malešice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Katastrální území Malešice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641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9-10/2012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Malešice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Michle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Katastrální území Michle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317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9-10/2012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Michle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SM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Smíšený charakter zástavby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3</w:t>
            </w:r>
            <w:r w:rsidR="00A05441">
              <w:rPr>
                <w:rFonts w:ascii="Arial" w:hAnsi="Arial" w:cs="Arial"/>
                <w:color w:val="000000"/>
              </w:rPr>
              <w:t xml:space="preserve"> </w:t>
            </w:r>
            <w:r w:rsidRPr="00A05441">
              <w:rPr>
                <w:rFonts w:ascii="Arial" w:hAnsi="Arial" w:cs="Arial"/>
                <w:color w:val="000000"/>
              </w:rPr>
              <w:t>352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9-10/2012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Praha 10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SI</w:t>
            </w:r>
            <w:proofErr w:type="gramEnd"/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Sídlištní charakter zástavby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2</w:t>
            </w:r>
            <w:r w:rsidR="00A05441">
              <w:rPr>
                <w:rFonts w:ascii="Arial" w:hAnsi="Arial" w:cs="Arial"/>
                <w:color w:val="000000"/>
              </w:rPr>
              <w:t xml:space="preserve"> </w:t>
            </w:r>
            <w:r w:rsidRPr="00A05441">
              <w:rPr>
                <w:rFonts w:ascii="Arial" w:hAnsi="Arial" w:cs="Arial"/>
                <w:color w:val="000000"/>
              </w:rPr>
              <w:t>788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9-10/2012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Praha 10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KZ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Komerční charakter zástavby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395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9-10/2012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Praha 10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VI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Vilový charakter zástavby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280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9-10/2012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Praha 10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Žitomírská, Oblouková, Sportovní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125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24.9.2012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SM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Vršovice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A05441">
              <w:rPr>
                <w:rFonts w:ascii="Arial" w:hAnsi="Arial" w:cs="Arial"/>
                <w:color w:val="000000"/>
              </w:rPr>
              <w:t>Ruská,Kodaňská</w:t>
            </w:r>
            <w:proofErr w:type="spellEnd"/>
            <w:proofErr w:type="gramEnd"/>
            <w:r w:rsidRPr="00A05441">
              <w:rPr>
                <w:rFonts w:ascii="Arial" w:hAnsi="Arial" w:cs="Arial"/>
                <w:color w:val="000000"/>
              </w:rPr>
              <w:t>, Estonská, Norská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165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25.9.2012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SM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Vršovice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28.pluku</w:t>
            </w:r>
            <w:proofErr w:type="gramEnd"/>
            <w:r w:rsidRPr="00A05441">
              <w:rPr>
                <w:rFonts w:ascii="Arial" w:hAnsi="Arial" w:cs="Arial"/>
                <w:color w:val="000000"/>
              </w:rPr>
              <w:t xml:space="preserve">, Na </w:t>
            </w:r>
            <w:proofErr w:type="spellStart"/>
            <w:r w:rsidRPr="00A05441">
              <w:rPr>
                <w:rFonts w:ascii="Arial" w:hAnsi="Arial" w:cs="Arial"/>
                <w:color w:val="000000"/>
              </w:rPr>
              <w:t>Míčankách</w:t>
            </w:r>
            <w:proofErr w:type="spellEnd"/>
            <w:r w:rsidRPr="00A05441">
              <w:rPr>
                <w:rFonts w:ascii="Arial" w:hAnsi="Arial" w:cs="Arial"/>
                <w:color w:val="000000"/>
              </w:rPr>
              <w:t>, Bulharská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163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2.10.2012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SM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Vršovice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Kubánské nám., Murmanská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155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20.9.2012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SM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Vršovice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Kralická, Za poštou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199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19.9.2012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SM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Strašnice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Madridská, Slovinská, Holandská, Žitomírská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130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24.9.2012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SM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Vršovice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7a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Šrobárova, U Vinohradského hřbitova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19.9.2012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KZ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Praha 3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7b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Šrobárova, U Vinohradského hřbitova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116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19.9.2012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SM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Vinohrady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Vilová, Mrštíkova, Věšínova, Saratovská, Starostrašnická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198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20.9.2012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SM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Strašnice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Vršovická, Minská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154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24.9.2012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SM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Vršovice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Jahodová, Topolová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111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1.10.2012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SI</w:t>
            </w:r>
            <w:proofErr w:type="gramEnd"/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Záběhlice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Jabloňová, Hvozdíkova, Zvonková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226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1.10.2012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SI</w:t>
            </w:r>
            <w:proofErr w:type="gramEnd"/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Záběhlice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Jabloňová, Jetelová, NN4860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169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1.10.2012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SI</w:t>
            </w:r>
            <w:proofErr w:type="gramEnd"/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Záběhlice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 xml:space="preserve">Mukařovská, Jevanská, </w:t>
            </w:r>
            <w:proofErr w:type="spellStart"/>
            <w:r w:rsidRPr="00A05441">
              <w:rPr>
                <w:rFonts w:ascii="Arial" w:hAnsi="Arial" w:cs="Arial"/>
                <w:color w:val="000000"/>
              </w:rPr>
              <w:t>Uhřiněveská</w:t>
            </w:r>
            <w:proofErr w:type="spellEnd"/>
            <w:r w:rsidRPr="00A05441">
              <w:rPr>
                <w:rFonts w:ascii="Arial" w:hAnsi="Arial" w:cs="Arial"/>
                <w:color w:val="000000"/>
              </w:rPr>
              <w:t>, Prusická, Královická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111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18.9.2012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VI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Strašnice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 xml:space="preserve">Mukařovská, Tehovská, Žernovská, </w:t>
            </w:r>
            <w:proofErr w:type="spellStart"/>
            <w:r w:rsidRPr="00A05441">
              <w:rPr>
                <w:rFonts w:ascii="Arial" w:hAnsi="Arial" w:cs="Arial"/>
                <w:color w:val="000000"/>
              </w:rPr>
              <w:t>Štihlická</w:t>
            </w:r>
            <w:proofErr w:type="spellEnd"/>
          </w:p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(M Skalka)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143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18.9.2012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SI</w:t>
            </w:r>
            <w:proofErr w:type="gramEnd"/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Strašnice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Dvouletky, Solidarity, Dětská, Brigádníků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131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18.9.2012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SI</w:t>
            </w:r>
            <w:proofErr w:type="gramEnd"/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Strašnice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16a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Moskevská - sever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62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24.9.2012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SM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Vršovice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16b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Moskevská - jih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55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24.9.2012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SM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Vršovice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proofErr w:type="spellStart"/>
            <w:r w:rsidRPr="00A05441">
              <w:rPr>
                <w:rFonts w:ascii="Arial" w:hAnsi="Arial" w:cs="Arial"/>
                <w:color w:val="000000"/>
              </w:rPr>
              <w:t>Tuchorazská,Přistoupimská</w:t>
            </w:r>
            <w:proofErr w:type="spellEnd"/>
            <w:r w:rsidRPr="00A05441">
              <w:rPr>
                <w:rFonts w:ascii="Arial" w:hAnsi="Arial" w:cs="Arial"/>
                <w:color w:val="000000"/>
              </w:rPr>
              <w:t>, Počernická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118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17.9.2012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SI</w:t>
            </w:r>
            <w:proofErr w:type="gramEnd"/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Malešice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proofErr w:type="spellStart"/>
            <w:r w:rsidRPr="00A05441">
              <w:rPr>
                <w:rFonts w:ascii="Arial" w:hAnsi="Arial" w:cs="Arial"/>
                <w:color w:val="000000"/>
              </w:rPr>
              <w:t>Durerova</w:t>
            </w:r>
            <w:proofErr w:type="spellEnd"/>
            <w:r w:rsidRPr="00A05441">
              <w:rPr>
                <w:rFonts w:ascii="Arial" w:hAnsi="Arial" w:cs="Arial"/>
                <w:color w:val="000000"/>
              </w:rPr>
              <w:t>, Přetlucká, Rubensova (M Skalka)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185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18.9.2012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SI</w:t>
            </w:r>
            <w:proofErr w:type="gramEnd"/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Strašnice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 xml:space="preserve">V Ochozu, Oty Pavla, Jesenická, Nad </w:t>
            </w:r>
            <w:proofErr w:type="spellStart"/>
            <w:r w:rsidRPr="00A05441">
              <w:rPr>
                <w:rFonts w:ascii="Arial" w:hAnsi="Arial" w:cs="Arial"/>
                <w:color w:val="000000"/>
              </w:rPr>
              <w:t>Trnkovem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1.10.2012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SM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Záběhlice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Nad Vršovickou horou, Elektrárenská, Pod Bohdalcem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124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2.10.2012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SM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Michle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Popovická, V Dolině, NN1705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2.10.2012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SI</w:t>
            </w:r>
            <w:proofErr w:type="gramEnd"/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Michle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 xml:space="preserve">Za </w:t>
            </w:r>
            <w:proofErr w:type="spellStart"/>
            <w:r w:rsidRPr="00A05441">
              <w:rPr>
                <w:rFonts w:ascii="Arial" w:hAnsi="Arial" w:cs="Arial"/>
                <w:color w:val="000000"/>
              </w:rPr>
              <w:t>Sedmidomky</w:t>
            </w:r>
            <w:proofErr w:type="spellEnd"/>
            <w:r w:rsidRPr="00A05441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A05441">
              <w:rPr>
                <w:rFonts w:ascii="Arial" w:hAnsi="Arial" w:cs="Arial"/>
                <w:color w:val="000000"/>
              </w:rPr>
              <w:t>Sedmidomky</w:t>
            </w:r>
            <w:proofErr w:type="spellEnd"/>
            <w:r w:rsidRPr="00A05441">
              <w:rPr>
                <w:rFonts w:ascii="Arial" w:hAnsi="Arial" w:cs="Arial"/>
                <w:color w:val="000000"/>
              </w:rPr>
              <w:t>, Pod Bohdalcem 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53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2.10.2012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SM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Michle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Srbínská, Ke Strašnické, Gutova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132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20.9.2012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SI</w:t>
            </w:r>
            <w:proofErr w:type="gramEnd"/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Strašnice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Michelangelova, Mirošovická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117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18.9.2012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SI</w:t>
            </w:r>
            <w:proofErr w:type="gramEnd"/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Strašnice</w:t>
            </w:r>
          </w:p>
        </w:tc>
      </w:tr>
      <w:tr w:rsidR="00A05441" w:rsidRPr="00A05441" w:rsidTr="00A05441">
        <w:trPr>
          <w:trHeight w:val="780"/>
        </w:trPr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441" w:rsidRPr="00A05441" w:rsidRDefault="00A05441" w:rsidP="0004303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lastRenderedPageBreak/>
              <w:t>Okruh č.</w:t>
            </w:r>
          </w:p>
        </w:tc>
        <w:tc>
          <w:tcPr>
            <w:tcW w:w="4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441" w:rsidRPr="00A05441" w:rsidRDefault="00A05441" w:rsidP="0004303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Název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441" w:rsidRPr="00A05441" w:rsidRDefault="00A05441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Výpočtová kapacita PS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441" w:rsidRPr="00A05441" w:rsidRDefault="00A05441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Datum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441" w:rsidRPr="00A05441" w:rsidRDefault="00A05441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Typ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441" w:rsidRPr="00A05441" w:rsidRDefault="00A05441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Území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Oravská, Štěchovická, Žermanická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153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18.9.2012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SI</w:t>
            </w:r>
            <w:proofErr w:type="gramEnd"/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Strašnice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Kounická, Vykáňská, Černická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139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17.9.2012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SI</w:t>
            </w:r>
            <w:proofErr w:type="gramEnd"/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Strašnice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NN4672, Káranská, Limuzská, Počernická, Dřevčická, NN4761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115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17.9.2012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SM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Malešice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 xml:space="preserve">Chládkova, Vydrova, </w:t>
            </w:r>
            <w:proofErr w:type="spellStart"/>
            <w:proofErr w:type="gramStart"/>
            <w:r w:rsidRPr="00A05441">
              <w:rPr>
                <w:rFonts w:ascii="Arial" w:hAnsi="Arial" w:cs="Arial"/>
                <w:color w:val="000000"/>
              </w:rPr>
              <w:t>Janderova,Strnadova</w:t>
            </w:r>
            <w:proofErr w:type="spellEnd"/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72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17.9.2012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VI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Malešice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 xml:space="preserve">Na Výsluní, </w:t>
            </w:r>
            <w:proofErr w:type="spellStart"/>
            <w:r w:rsidRPr="00A05441">
              <w:rPr>
                <w:rFonts w:ascii="Arial" w:hAnsi="Arial" w:cs="Arial"/>
                <w:color w:val="000000"/>
              </w:rPr>
              <w:t>Vrčanská</w:t>
            </w:r>
            <w:proofErr w:type="spellEnd"/>
            <w:r w:rsidRPr="00A05441">
              <w:rPr>
                <w:rFonts w:ascii="Arial" w:hAnsi="Arial" w:cs="Arial"/>
                <w:color w:val="000000"/>
              </w:rPr>
              <w:t>, Jirenská, Černokostelecká, Vrátkovská, Tuklatská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188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19.9.2012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SI</w:t>
            </w:r>
            <w:proofErr w:type="gramEnd"/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Strašnice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Běchovická, Hřibská, Počernická, Slunečná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97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19.9.2012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VI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Strašnice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Počernická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113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19.9.2012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SM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Strašnice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Na Hroudě, V Předpolí, U Hranic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214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20.9.2012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SM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Strašnice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NN4779, U Vozovny, Karosářská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125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17.9.2012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KZ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Malešice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Jakutská, Litevská, Tulská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178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20.9.2012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SI</w:t>
            </w:r>
            <w:proofErr w:type="gramEnd"/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Vršovice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Hradešínská, Estonská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75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25.9.2012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SM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Vinohrady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Řípská, Korunní, Dykova, Chorvatská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66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25.9.2012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SM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Vinohrady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Charkovská, Kodaňská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131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25.9.2012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SM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Vršovice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38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Petrohradská, K Botiči, Ukrajinská, Vršovická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161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24.9.2012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SM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Vršovice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39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Oblouková, Přípotoční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148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24.9.2012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SM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Vršovice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Baškirská, Magnitogorská, Taškentská, Vršovická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162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24.9.2012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SM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Vršovice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 xml:space="preserve">Teplárenská, </w:t>
            </w:r>
            <w:proofErr w:type="spellStart"/>
            <w:proofErr w:type="gramStart"/>
            <w:r w:rsidRPr="00A05441">
              <w:rPr>
                <w:rFonts w:ascii="Arial" w:hAnsi="Arial" w:cs="Arial"/>
                <w:color w:val="000000"/>
              </w:rPr>
              <w:t>Sazečská,Tiskařská</w:t>
            </w:r>
            <w:proofErr w:type="spellEnd"/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57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17.9.2012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KZ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Malešice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42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 xml:space="preserve">Chrpová, Fialková, Malinová, Hvozdíkova, Jahodová, </w:t>
            </w:r>
            <w:proofErr w:type="spellStart"/>
            <w:r w:rsidRPr="00A05441">
              <w:rPr>
                <w:rFonts w:ascii="Arial" w:hAnsi="Arial" w:cs="Arial"/>
                <w:color w:val="000000"/>
              </w:rPr>
              <w:t>Poměnková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148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1.10.2012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SI</w:t>
            </w:r>
            <w:proofErr w:type="gramEnd"/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Záběhlice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43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Chotutická, Nad Vodovodem, Skřivanská, Chotouňská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154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19.9.2012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SI</w:t>
            </w:r>
            <w:proofErr w:type="gramEnd"/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Malešice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44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Jerevanská, Kišiněvská, Krasnojarská, Amurská, Vladivostocká, Vršovická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183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2.10.2012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SI</w:t>
            </w:r>
            <w:proofErr w:type="gramEnd"/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Vršovice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45a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Kodaňská - jih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68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2.10.2012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KZ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Vršovice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45b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Kodaňská - sever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96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2.10.2012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KZ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Vršovice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46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Sámova, U Vršovického nádraží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144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25.9.2012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SM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Vršovice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47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Francouzská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96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25.9.2012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SM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Vinohrady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48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Vlašimská, Bratří Čapků, Šrobárova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46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20.9.2012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SM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Vinohrady</w:t>
            </w:r>
          </w:p>
        </w:tc>
      </w:tr>
      <w:tr w:rsidR="00BC5BEB" w:rsidRPr="00A05441" w:rsidTr="00A05441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BC5BEB">
            <w:pPr>
              <w:spacing w:line="240" w:lineRule="auto"/>
              <w:ind w:firstLine="0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Mládežnická, Škábova, Jiříčkové, NN3315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173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1.10.2012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A05441">
              <w:rPr>
                <w:rFonts w:ascii="Arial" w:hAnsi="Arial" w:cs="Arial"/>
                <w:color w:val="000000"/>
              </w:rPr>
              <w:t>SI</w:t>
            </w:r>
            <w:proofErr w:type="gramEnd"/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BEB" w:rsidRPr="00A05441" w:rsidRDefault="00BC5BEB" w:rsidP="00A0544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 w:rsidRPr="00A05441">
              <w:rPr>
                <w:rFonts w:ascii="Arial" w:hAnsi="Arial" w:cs="Arial"/>
                <w:color w:val="000000"/>
              </w:rPr>
              <w:t>Záběhlice</w:t>
            </w:r>
          </w:p>
        </w:tc>
      </w:tr>
    </w:tbl>
    <w:p w:rsidR="00BC5BEB" w:rsidRDefault="00BC5BEB" w:rsidP="00BC5BEB">
      <w:pPr>
        <w:spacing w:before="360" w:line="360" w:lineRule="auto"/>
        <w:rPr>
          <w:rFonts w:ascii="Tahoma" w:hAnsi="Tahoma" w:cs="Tahoma"/>
          <w:b/>
          <w:color w:val="0000FF"/>
          <w:sz w:val="32"/>
        </w:rPr>
      </w:pPr>
    </w:p>
    <w:p w:rsidR="00BC5BEB" w:rsidRPr="00BC5BEB" w:rsidRDefault="00BC5BEB" w:rsidP="00BC5BEB">
      <w:pPr>
        <w:spacing w:before="360" w:line="360" w:lineRule="auto"/>
        <w:rPr>
          <w:rFonts w:ascii="Tahoma" w:hAnsi="Tahoma" w:cs="Tahoma"/>
          <w:b/>
          <w:color w:val="0000FF"/>
          <w:sz w:val="32"/>
        </w:rPr>
      </w:pPr>
    </w:p>
    <w:p w:rsidR="009514FC" w:rsidRPr="00E76B53" w:rsidRDefault="00DE364D" w:rsidP="009514FC">
      <w:pPr>
        <w:ind w:firstLine="0"/>
        <w:rPr>
          <w:rFonts w:ascii="Tahoma" w:hAnsi="Tahoma" w:cs="Tahoma"/>
        </w:rPr>
      </w:pPr>
      <w:r>
        <w:rPr>
          <w:rFonts w:ascii="Tahoma" w:hAnsi="Tahoma" w:cs="Tahoma"/>
        </w:rPr>
        <w:t>P</w:t>
      </w:r>
      <w:r w:rsidR="009514FC" w:rsidRPr="00E76B53">
        <w:rPr>
          <w:rFonts w:ascii="Tahoma" w:hAnsi="Tahoma" w:cs="Tahoma"/>
        </w:rPr>
        <w:t>rotokoly jsou vytištěné na samostatných datových listech, které následují.</w:t>
      </w:r>
    </w:p>
    <w:p w:rsidR="009514FC" w:rsidRDefault="009514FC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9514FC" w:rsidRDefault="009514FC" w:rsidP="005D6C7E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  <w:sectPr w:rsidR="009514FC" w:rsidSect="007F212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39" w:code="9"/>
          <w:pgMar w:top="1701" w:right="567" w:bottom="1418" w:left="992" w:header="567" w:footer="369" w:gutter="284"/>
          <w:cols w:space="284"/>
          <w:docGrid w:linePitch="272"/>
        </w:sectPr>
      </w:pPr>
    </w:p>
    <w:p w:rsidR="000756FB" w:rsidRDefault="000756FB" w:rsidP="009514FC">
      <w:pPr>
        <w:spacing w:line="240" w:lineRule="auto"/>
        <w:ind w:firstLine="0"/>
        <w:rPr>
          <w:rFonts w:ascii="Tahoma" w:hAnsi="Tahoma" w:cs="Tahoma"/>
          <w:b/>
          <w:bCs/>
          <w:color w:val="000000"/>
          <w:sz w:val="22"/>
          <w:szCs w:val="22"/>
        </w:rPr>
      </w:pPr>
    </w:p>
    <w:sectPr w:rsidR="000756FB" w:rsidSect="00CD1018">
      <w:footerReference w:type="default" r:id="rId16"/>
      <w:pgSz w:w="11907" w:h="16839" w:code="9"/>
      <w:pgMar w:top="1276" w:right="851" w:bottom="964" w:left="992" w:header="567" w:footer="367" w:gutter="284"/>
      <w:cols w:space="284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BEB" w:rsidRDefault="00BC5BEB">
      <w:r>
        <w:separator/>
      </w:r>
    </w:p>
    <w:p w:rsidR="00BC5BEB" w:rsidRDefault="00BC5BEB"/>
    <w:p w:rsidR="00BC5BEB" w:rsidRDefault="00BC5BEB"/>
  </w:endnote>
  <w:endnote w:type="continuationSeparator" w:id="0">
    <w:p w:rsidR="00BC5BEB" w:rsidRDefault="00BC5BEB">
      <w:r>
        <w:continuationSeparator/>
      </w:r>
    </w:p>
    <w:p w:rsidR="00BC5BEB" w:rsidRDefault="00BC5BEB"/>
    <w:p w:rsidR="00BC5BEB" w:rsidRDefault="00BC5B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BEB" w:rsidRDefault="00BC5BEB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BC5BEB" w:rsidRDefault="00BC5BEB">
    <w:pPr>
      <w:pStyle w:val="Zpat"/>
      <w:ind w:right="360"/>
    </w:pPr>
  </w:p>
  <w:p w:rsidR="00BC5BEB" w:rsidRDefault="00BC5BEB"/>
  <w:p w:rsidR="00BC5BEB" w:rsidRDefault="00BC5BE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43" w:type="dxa"/>
      <w:tblInd w:w="-612" w:type="dxa"/>
      <w:tblLook w:val="04A0" w:firstRow="1" w:lastRow="0" w:firstColumn="1" w:lastColumn="0" w:noHBand="0" w:noVBand="1"/>
    </w:tblPr>
    <w:tblGrid>
      <w:gridCol w:w="1668"/>
      <w:gridCol w:w="7764"/>
      <w:gridCol w:w="1211"/>
    </w:tblGrid>
    <w:tr w:rsidR="00BC5BEB" w:rsidRPr="001E68BC" w:rsidTr="00CE372B">
      <w:trPr>
        <w:trHeight w:val="130"/>
      </w:trPr>
      <w:tc>
        <w:tcPr>
          <w:tcW w:w="1668" w:type="dxa"/>
        </w:tcPr>
        <w:p w:rsidR="00BC5BEB" w:rsidRPr="001E68BC" w:rsidRDefault="00BC5BEB" w:rsidP="00BE4709">
          <w:pPr>
            <w:pStyle w:val="Zpat"/>
            <w:tabs>
              <w:tab w:val="center" w:pos="5103"/>
            </w:tabs>
            <w:spacing w:line="240" w:lineRule="auto"/>
            <w:ind w:firstLine="0"/>
            <w:jc w:val="center"/>
            <w:rPr>
              <w:rFonts w:cs="Microsoft Sans Serif"/>
              <w:b/>
            </w:rPr>
          </w:pPr>
          <w:r>
            <w:rPr>
              <w:rFonts w:cs="Microsoft Sans Serif"/>
              <w:noProof/>
              <w:color w:val="0000FF"/>
            </w:rPr>
            <mc:AlternateContent>
              <mc:Choice Requires="wps">
                <w:drawing>
                  <wp:anchor distT="4294967295" distB="4294967295" distL="114300" distR="114300" simplePos="0" relativeHeight="251671040" behindDoc="0" locked="0" layoutInCell="1" allowOverlap="1" wp14:anchorId="297FF7D0" wp14:editId="2D52BFF4">
                    <wp:simplePos x="0" y="0"/>
                    <wp:positionH relativeFrom="column">
                      <wp:posOffset>89535</wp:posOffset>
                    </wp:positionH>
                    <wp:positionV relativeFrom="paragraph">
                      <wp:posOffset>-57786</wp:posOffset>
                    </wp:positionV>
                    <wp:extent cx="6840220" cy="0"/>
                    <wp:effectExtent l="0" t="0" r="17780" b="19050"/>
                    <wp:wrapNone/>
                    <wp:docPr id="11" name="Lin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8402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id="Line 3" o:spid="_x0000_s1026" style="position:absolute;z-index:2516710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.05pt,-4.55pt" to="545.6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" strokecolor="#09f"/>
                </w:pict>
              </mc:Fallback>
            </mc:AlternateContent>
          </w:r>
        </w:p>
      </w:tc>
      <w:tc>
        <w:tcPr>
          <w:tcW w:w="7764" w:type="dxa"/>
        </w:tcPr>
        <w:p w:rsidR="00BC5BEB" w:rsidRPr="00BE4709" w:rsidRDefault="00BC5BEB" w:rsidP="00BE4709">
          <w:pPr>
            <w:pStyle w:val="Zpat"/>
            <w:tabs>
              <w:tab w:val="clear" w:pos="4536"/>
              <w:tab w:val="center" w:pos="5103"/>
            </w:tabs>
            <w:spacing w:line="240" w:lineRule="auto"/>
            <w:ind w:firstLine="0"/>
            <w:jc w:val="center"/>
            <w:rPr>
              <w:rFonts w:ascii="Tahoma" w:hAnsi="Tahoma" w:cs="Tahoma"/>
              <w:sz w:val="12"/>
              <w:szCs w:val="12"/>
            </w:rPr>
          </w:pPr>
          <w:proofErr w:type="gramStart"/>
          <w:r w:rsidRPr="00BE4709">
            <w:rPr>
              <w:rFonts w:ascii="Tahoma" w:hAnsi="Tahoma" w:cs="Tahoma"/>
              <w:b/>
              <w:sz w:val="12"/>
              <w:szCs w:val="12"/>
            </w:rPr>
            <w:t>M.O.</w:t>
          </w:r>
          <w:proofErr w:type="gramEnd"/>
          <w:r w:rsidRPr="00BE4709">
            <w:rPr>
              <w:rFonts w:ascii="Tahoma" w:hAnsi="Tahoma" w:cs="Tahoma"/>
              <w:b/>
              <w:sz w:val="12"/>
              <w:szCs w:val="12"/>
            </w:rPr>
            <w:t xml:space="preserve">Z. Consult s.r.o., </w:t>
          </w:r>
          <w:r>
            <w:rPr>
              <w:rFonts w:ascii="Tahoma" w:hAnsi="Tahoma" w:cs="Tahoma"/>
              <w:sz w:val="12"/>
              <w:szCs w:val="12"/>
            </w:rPr>
            <w:t>Washingtonova 1599/17</w:t>
          </w:r>
          <w:r w:rsidRPr="00BE4709">
            <w:rPr>
              <w:rFonts w:ascii="Tahoma" w:hAnsi="Tahoma" w:cs="Tahoma"/>
              <w:sz w:val="12"/>
              <w:szCs w:val="12"/>
            </w:rPr>
            <w:t>, 110 00 Praha 1, tel./fax: +420 221 666 644, tel: +420 221 666 640</w:t>
          </w:r>
        </w:p>
        <w:p w:rsidR="00BC5BEB" w:rsidRPr="00BE4709" w:rsidRDefault="00BC5BEB" w:rsidP="00BE4709">
          <w:pPr>
            <w:pStyle w:val="Zpat"/>
            <w:tabs>
              <w:tab w:val="clear" w:pos="4536"/>
              <w:tab w:val="center" w:pos="5103"/>
            </w:tabs>
            <w:spacing w:line="240" w:lineRule="auto"/>
            <w:ind w:firstLine="0"/>
            <w:jc w:val="center"/>
            <w:rPr>
              <w:rFonts w:ascii="Tahoma" w:hAnsi="Tahoma" w:cs="Tahoma"/>
              <w:b/>
              <w:sz w:val="12"/>
              <w:szCs w:val="12"/>
            </w:rPr>
          </w:pPr>
          <w:r w:rsidRPr="00BE4709">
            <w:rPr>
              <w:rFonts w:ascii="Tahoma" w:hAnsi="Tahoma" w:cs="Tahoma"/>
              <w:sz w:val="12"/>
              <w:szCs w:val="12"/>
            </w:rPr>
            <w:t xml:space="preserve">Korespondenční adresa: </w:t>
          </w:r>
          <w:proofErr w:type="gramStart"/>
          <w:r w:rsidRPr="00BE4709">
            <w:rPr>
              <w:rFonts w:ascii="Tahoma" w:hAnsi="Tahoma" w:cs="Tahoma"/>
              <w:b/>
              <w:sz w:val="12"/>
              <w:szCs w:val="12"/>
            </w:rPr>
            <w:t>M.O.</w:t>
          </w:r>
          <w:proofErr w:type="gramEnd"/>
          <w:r w:rsidRPr="00BE4709">
            <w:rPr>
              <w:rFonts w:ascii="Tahoma" w:hAnsi="Tahoma" w:cs="Tahoma"/>
              <w:b/>
              <w:sz w:val="12"/>
              <w:szCs w:val="12"/>
            </w:rPr>
            <w:t xml:space="preserve">Z. Consult s.r.o., </w:t>
          </w:r>
          <w:r w:rsidRPr="00BE4709">
            <w:rPr>
              <w:rFonts w:ascii="Tahoma" w:hAnsi="Tahoma" w:cs="Tahoma"/>
              <w:sz w:val="12"/>
              <w:szCs w:val="12"/>
            </w:rPr>
            <w:t>Washingtonova 17/1599, 110 00 Praha 1</w:t>
          </w:r>
        </w:p>
        <w:p w:rsidR="00BC5BEB" w:rsidRPr="00BE4709" w:rsidRDefault="00BC5BEB" w:rsidP="00BE4709">
          <w:pPr>
            <w:pStyle w:val="Zpat"/>
            <w:tabs>
              <w:tab w:val="clear" w:pos="4536"/>
              <w:tab w:val="center" w:pos="6663"/>
            </w:tabs>
            <w:spacing w:line="240" w:lineRule="auto"/>
            <w:ind w:left="-1418"/>
            <w:jc w:val="center"/>
            <w:rPr>
              <w:rFonts w:ascii="Tahoma" w:hAnsi="Tahoma" w:cs="Tahoma"/>
              <w:b/>
              <w:sz w:val="12"/>
              <w:szCs w:val="12"/>
            </w:rPr>
          </w:pPr>
          <w:r w:rsidRPr="00BE4709">
            <w:rPr>
              <w:rFonts w:ascii="Tahoma" w:hAnsi="Tahoma" w:cs="Tahoma"/>
              <w:color w:val="0000FF"/>
              <w:sz w:val="12"/>
              <w:szCs w:val="12"/>
            </w:rPr>
            <w:t xml:space="preserve">                  e-mail: info@moz-c.cz, </w:t>
          </w:r>
          <w:hyperlink r:id="rId1" w:history="1">
            <w:r w:rsidRPr="00BE4709">
              <w:rPr>
                <w:rStyle w:val="Hypertextovodkaz"/>
                <w:rFonts w:ascii="Tahoma" w:hAnsi="Tahoma" w:cs="Tahoma"/>
                <w:sz w:val="12"/>
                <w:szCs w:val="12"/>
              </w:rPr>
              <w:t>www.moz-c.cz</w:t>
            </w:r>
          </w:hyperlink>
        </w:p>
      </w:tc>
      <w:tc>
        <w:tcPr>
          <w:tcW w:w="1211" w:type="dxa"/>
        </w:tcPr>
        <w:p w:rsidR="00BC5BEB" w:rsidRPr="00BE4709" w:rsidRDefault="00BC5BEB" w:rsidP="00CE372B">
          <w:pPr>
            <w:pStyle w:val="Zpat"/>
            <w:tabs>
              <w:tab w:val="clear" w:pos="4536"/>
              <w:tab w:val="center" w:pos="5103"/>
            </w:tabs>
            <w:ind w:firstLine="0"/>
            <w:jc w:val="right"/>
            <w:rPr>
              <w:rFonts w:ascii="Tahoma" w:hAnsi="Tahoma" w:cs="Tahoma"/>
              <w:b/>
              <w:sz w:val="12"/>
              <w:szCs w:val="12"/>
            </w:rPr>
          </w:pPr>
          <w:r w:rsidRPr="00BE4709">
            <w:rPr>
              <w:rFonts w:ascii="Tahoma" w:hAnsi="Tahoma" w:cs="Tahoma"/>
              <w:sz w:val="12"/>
              <w:szCs w:val="12"/>
            </w:rPr>
            <w:t xml:space="preserve">Strana číslo </w:t>
          </w:r>
          <w:r w:rsidRPr="00BE4709">
            <w:rPr>
              <w:rFonts w:ascii="Tahoma" w:hAnsi="Tahoma" w:cs="Tahoma"/>
              <w:b/>
              <w:sz w:val="12"/>
              <w:szCs w:val="12"/>
            </w:rPr>
            <w:fldChar w:fldCharType="begin"/>
          </w:r>
          <w:r w:rsidRPr="00BE4709">
            <w:rPr>
              <w:rFonts w:ascii="Tahoma" w:hAnsi="Tahoma" w:cs="Tahoma"/>
              <w:b/>
              <w:sz w:val="12"/>
              <w:szCs w:val="12"/>
            </w:rPr>
            <w:instrText xml:space="preserve"> PAGE </w:instrText>
          </w:r>
          <w:r w:rsidRPr="00BE4709">
            <w:rPr>
              <w:rFonts w:ascii="Tahoma" w:hAnsi="Tahoma" w:cs="Tahoma"/>
              <w:b/>
              <w:sz w:val="12"/>
              <w:szCs w:val="12"/>
            </w:rPr>
            <w:fldChar w:fldCharType="separate"/>
          </w:r>
          <w:r w:rsidR="00A05441">
            <w:rPr>
              <w:rFonts w:ascii="Tahoma" w:hAnsi="Tahoma" w:cs="Tahoma"/>
              <w:b/>
              <w:noProof/>
              <w:sz w:val="12"/>
              <w:szCs w:val="12"/>
            </w:rPr>
            <w:t>2</w:t>
          </w:r>
          <w:r w:rsidRPr="00BE4709">
            <w:rPr>
              <w:rFonts w:ascii="Tahoma" w:hAnsi="Tahoma" w:cs="Tahoma"/>
              <w:b/>
              <w:sz w:val="12"/>
              <w:szCs w:val="12"/>
            </w:rPr>
            <w:fldChar w:fldCharType="end"/>
          </w:r>
          <w:r w:rsidRPr="00BE4709">
            <w:rPr>
              <w:rFonts w:ascii="Tahoma" w:hAnsi="Tahoma" w:cs="Tahoma"/>
              <w:b/>
              <w:sz w:val="12"/>
              <w:szCs w:val="12"/>
            </w:rPr>
            <w:t xml:space="preserve"> </w:t>
          </w:r>
        </w:p>
      </w:tc>
    </w:tr>
  </w:tbl>
  <w:p w:rsidR="00BC5BEB" w:rsidRDefault="00BC5BEB" w:rsidP="00BE4709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166" w:type="dxa"/>
      <w:tblInd w:w="-612" w:type="dxa"/>
      <w:tblLook w:val="04A0" w:firstRow="1" w:lastRow="0" w:firstColumn="1" w:lastColumn="0" w:noHBand="0" w:noVBand="1"/>
    </w:tblPr>
    <w:tblGrid>
      <w:gridCol w:w="1668"/>
      <w:gridCol w:w="7764"/>
      <w:gridCol w:w="1734"/>
    </w:tblGrid>
    <w:tr w:rsidR="00BC5BEB" w:rsidRPr="001E68BC" w:rsidTr="00BE4709">
      <w:trPr>
        <w:trHeight w:val="130"/>
      </w:trPr>
      <w:tc>
        <w:tcPr>
          <w:tcW w:w="1668" w:type="dxa"/>
        </w:tcPr>
        <w:p w:rsidR="00BC5BEB" w:rsidRPr="001E68BC" w:rsidRDefault="00BC5BEB" w:rsidP="00BE4709">
          <w:pPr>
            <w:pStyle w:val="Zpat"/>
            <w:tabs>
              <w:tab w:val="center" w:pos="5103"/>
            </w:tabs>
            <w:spacing w:line="240" w:lineRule="auto"/>
            <w:ind w:firstLine="0"/>
            <w:jc w:val="center"/>
            <w:rPr>
              <w:rFonts w:cs="Microsoft Sans Serif"/>
              <w:b/>
            </w:rPr>
          </w:pPr>
          <w:r>
            <w:rPr>
              <w:rFonts w:cs="Microsoft Sans Serif"/>
              <w:noProof/>
              <w:color w:val="0000FF"/>
            </w:rPr>
            <mc:AlternateContent>
              <mc:Choice Requires="wps">
                <w:drawing>
                  <wp:anchor distT="4294967295" distB="4294967295" distL="114300" distR="114300" simplePos="0" relativeHeight="251665920" behindDoc="0" locked="0" layoutInCell="1" allowOverlap="1" wp14:anchorId="34369465" wp14:editId="2CE7C793">
                    <wp:simplePos x="0" y="0"/>
                    <wp:positionH relativeFrom="column">
                      <wp:posOffset>89535</wp:posOffset>
                    </wp:positionH>
                    <wp:positionV relativeFrom="paragraph">
                      <wp:posOffset>-57786</wp:posOffset>
                    </wp:positionV>
                    <wp:extent cx="6840220" cy="0"/>
                    <wp:effectExtent l="0" t="0" r="17780" b="19050"/>
                    <wp:wrapNone/>
                    <wp:docPr id="8" name="Lin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8402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id="Line 3" o:spid="_x0000_s1026" style="position:absolute;z-index:2516659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.05pt,-4.55pt" to="545.6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" strokecolor="#09f"/>
                </w:pict>
              </mc:Fallback>
            </mc:AlternateContent>
          </w:r>
        </w:p>
      </w:tc>
      <w:tc>
        <w:tcPr>
          <w:tcW w:w="7764" w:type="dxa"/>
        </w:tcPr>
        <w:p w:rsidR="00BC5BEB" w:rsidRPr="00BE4709" w:rsidRDefault="00BC5BEB" w:rsidP="00BE4709">
          <w:pPr>
            <w:pStyle w:val="Zpat"/>
            <w:tabs>
              <w:tab w:val="clear" w:pos="4536"/>
              <w:tab w:val="center" w:pos="5103"/>
            </w:tabs>
            <w:spacing w:line="240" w:lineRule="auto"/>
            <w:ind w:firstLine="0"/>
            <w:jc w:val="center"/>
            <w:rPr>
              <w:rFonts w:ascii="Tahoma" w:hAnsi="Tahoma" w:cs="Tahoma"/>
              <w:sz w:val="12"/>
              <w:szCs w:val="12"/>
            </w:rPr>
          </w:pPr>
          <w:proofErr w:type="gramStart"/>
          <w:r w:rsidRPr="00BE4709">
            <w:rPr>
              <w:rFonts w:ascii="Tahoma" w:hAnsi="Tahoma" w:cs="Tahoma"/>
              <w:b/>
              <w:sz w:val="12"/>
              <w:szCs w:val="12"/>
            </w:rPr>
            <w:t>M.O.</w:t>
          </w:r>
          <w:proofErr w:type="gramEnd"/>
          <w:r w:rsidRPr="00BE4709">
            <w:rPr>
              <w:rFonts w:ascii="Tahoma" w:hAnsi="Tahoma" w:cs="Tahoma"/>
              <w:b/>
              <w:sz w:val="12"/>
              <w:szCs w:val="12"/>
            </w:rPr>
            <w:t xml:space="preserve">Z. Consult s.r.o., </w:t>
          </w:r>
          <w:r w:rsidRPr="00BE4709">
            <w:rPr>
              <w:rFonts w:ascii="Tahoma" w:hAnsi="Tahoma" w:cs="Tahoma"/>
              <w:sz w:val="12"/>
              <w:szCs w:val="12"/>
            </w:rPr>
            <w:t>Revoluční 25/767, 110 00 Praha 1, tel./fax: +420 221 666 644, tel: +420 221 666 640</w:t>
          </w:r>
        </w:p>
        <w:p w:rsidR="00BC5BEB" w:rsidRPr="00BE4709" w:rsidRDefault="00BC5BEB" w:rsidP="00BE4709">
          <w:pPr>
            <w:pStyle w:val="Zpat"/>
            <w:tabs>
              <w:tab w:val="clear" w:pos="4536"/>
              <w:tab w:val="center" w:pos="5103"/>
            </w:tabs>
            <w:spacing w:line="240" w:lineRule="auto"/>
            <w:ind w:firstLine="0"/>
            <w:jc w:val="center"/>
            <w:rPr>
              <w:rFonts w:ascii="Tahoma" w:hAnsi="Tahoma" w:cs="Tahoma"/>
              <w:b/>
              <w:sz w:val="12"/>
              <w:szCs w:val="12"/>
            </w:rPr>
          </w:pPr>
          <w:r w:rsidRPr="00BE4709">
            <w:rPr>
              <w:rFonts w:ascii="Tahoma" w:hAnsi="Tahoma" w:cs="Tahoma"/>
              <w:sz w:val="12"/>
              <w:szCs w:val="12"/>
            </w:rPr>
            <w:t xml:space="preserve">Korespondenční adresa: </w:t>
          </w:r>
          <w:proofErr w:type="gramStart"/>
          <w:r w:rsidRPr="00BE4709">
            <w:rPr>
              <w:rFonts w:ascii="Tahoma" w:hAnsi="Tahoma" w:cs="Tahoma"/>
              <w:b/>
              <w:sz w:val="12"/>
              <w:szCs w:val="12"/>
            </w:rPr>
            <w:t>M.O.</w:t>
          </w:r>
          <w:proofErr w:type="gramEnd"/>
          <w:r w:rsidRPr="00BE4709">
            <w:rPr>
              <w:rFonts w:ascii="Tahoma" w:hAnsi="Tahoma" w:cs="Tahoma"/>
              <w:b/>
              <w:sz w:val="12"/>
              <w:szCs w:val="12"/>
            </w:rPr>
            <w:t xml:space="preserve">Z. Consult s.r.o., </w:t>
          </w:r>
          <w:r w:rsidRPr="00BE4709">
            <w:rPr>
              <w:rFonts w:ascii="Tahoma" w:hAnsi="Tahoma" w:cs="Tahoma"/>
              <w:sz w:val="12"/>
              <w:szCs w:val="12"/>
            </w:rPr>
            <w:t>Washingtonova 17/1599, 110 00 Praha 1</w:t>
          </w:r>
        </w:p>
        <w:p w:rsidR="00BC5BEB" w:rsidRPr="00BE4709" w:rsidRDefault="00BC5BEB" w:rsidP="00BE4709">
          <w:pPr>
            <w:pStyle w:val="Zpat"/>
            <w:tabs>
              <w:tab w:val="clear" w:pos="4536"/>
              <w:tab w:val="center" w:pos="6663"/>
            </w:tabs>
            <w:spacing w:line="240" w:lineRule="auto"/>
            <w:ind w:left="-1418"/>
            <w:jc w:val="center"/>
            <w:rPr>
              <w:rFonts w:ascii="Tahoma" w:hAnsi="Tahoma" w:cs="Tahoma"/>
              <w:b/>
              <w:sz w:val="12"/>
              <w:szCs w:val="12"/>
            </w:rPr>
          </w:pPr>
          <w:r w:rsidRPr="00BE4709">
            <w:rPr>
              <w:rFonts w:ascii="Tahoma" w:hAnsi="Tahoma" w:cs="Tahoma"/>
              <w:color w:val="0000FF"/>
              <w:sz w:val="12"/>
              <w:szCs w:val="12"/>
            </w:rPr>
            <w:t xml:space="preserve">                  e-mail: info@moz-c.cz, </w:t>
          </w:r>
          <w:hyperlink r:id="rId1" w:history="1">
            <w:r w:rsidRPr="00BE4709">
              <w:rPr>
                <w:rStyle w:val="Hypertextovodkaz"/>
                <w:rFonts w:ascii="Tahoma" w:hAnsi="Tahoma" w:cs="Tahoma"/>
                <w:sz w:val="12"/>
                <w:szCs w:val="12"/>
              </w:rPr>
              <w:t>www.moz-c.cz</w:t>
            </w:r>
          </w:hyperlink>
        </w:p>
      </w:tc>
      <w:tc>
        <w:tcPr>
          <w:tcW w:w="1734" w:type="dxa"/>
        </w:tcPr>
        <w:p w:rsidR="00BC5BEB" w:rsidRPr="00BE4709" w:rsidRDefault="00BC5BEB" w:rsidP="00BE4709">
          <w:pPr>
            <w:pStyle w:val="Zpat"/>
            <w:tabs>
              <w:tab w:val="clear" w:pos="4536"/>
              <w:tab w:val="center" w:pos="5103"/>
            </w:tabs>
            <w:ind w:firstLine="0"/>
            <w:jc w:val="right"/>
            <w:rPr>
              <w:rFonts w:ascii="Tahoma" w:hAnsi="Tahoma" w:cs="Tahoma"/>
              <w:b/>
              <w:sz w:val="12"/>
              <w:szCs w:val="12"/>
            </w:rPr>
          </w:pPr>
          <w:r w:rsidRPr="00BE4709">
            <w:rPr>
              <w:rFonts w:ascii="Tahoma" w:hAnsi="Tahoma" w:cs="Tahoma"/>
              <w:sz w:val="12"/>
              <w:szCs w:val="12"/>
            </w:rPr>
            <w:t xml:space="preserve">Strana číslo </w:t>
          </w:r>
          <w:r w:rsidRPr="00BE4709">
            <w:rPr>
              <w:rFonts w:ascii="Tahoma" w:hAnsi="Tahoma" w:cs="Tahoma"/>
              <w:b/>
              <w:sz w:val="12"/>
              <w:szCs w:val="12"/>
            </w:rPr>
            <w:fldChar w:fldCharType="begin"/>
          </w:r>
          <w:r w:rsidRPr="00BE4709">
            <w:rPr>
              <w:rFonts w:ascii="Tahoma" w:hAnsi="Tahoma" w:cs="Tahoma"/>
              <w:b/>
              <w:sz w:val="12"/>
              <w:szCs w:val="12"/>
            </w:rPr>
            <w:instrText xml:space="preserve"> PAGE </w:instrText>
          </w:r>
          <w:r w:rsidRPr="00BE4709">
            <w:rPr>
              <w:rFonts w:ascii="Tahoma" w:hAnsi="Tahoma" w:cs="Tahoma"/>
              <w:b/>
              <w:sz w:val="12"/>
              <w:szCs w:val="12"/>
            </w:rPr>
            <w:fldChar w:fldCharType="separate"/>
          </w:r>
          <w:r>
            <w:rPr>
              <w:rFonts w:ascii="Tahoma" w:hAnsi="Tahoma" w:cs="Tahoma"/>
              <w:b/>
              <w:noProof/>
              <w:sz w:val="12"/>
              <w:szCs w:val="12"/>
            </w:rPr>
            <w:t>1</w:t>
          </w:r>
          <w:r w:rsidRPr="00BE4709">
            <w:rPr>
              <w:rFonts w:ascii="Tahoma" w:hAnsi="Tahoma" w:cs="Tahoma"/>
              <w:b/>
              <w:sz w:val="12"/>
              <w:szCs w:val="12"/>
            </w:rPr>
            <w:fldChar w:fldCharType="end"/>
          </w:r>
          <w:r w:rsidRPr="00BE4709">
            <w:rPr>
              <w:rFonts w:ascii="Tahoma" w:hAnsi="Tahoma" w:cs="Tahoma"/>
              <w:b/>
              <w:sz w:val="12"/>
              <w:szCs w:val="12"/>
            </w:rPr>
            <w:t xml:space="preserve"> / 116</w:t>
          </w:r>
        </w:p>
      </w:tc>
    </w:tr>
  </w:tbl>
  <w:p w:rsidR="00BC5BEB" w:rsidRDefault="00BC5BEB" w:rsidP="00BE4709">
    <w:pPr>
      <w:pStyle w:val="Zpat"/>
      <w:tabs>
        <w:tab w:val="clear" w:pos="4536"/>
        <w:tab w:val="center" w:pos="5103"/>
      </w:tabs>
      <w:ind w:left="142"/>
      <w:jc w:val="both"/>
    </w:pPr>
  </w:p>
  <w:p w:rsidR="00BC5BEB" w:rsidRDefault="00BC5BEB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43" w:type="dxa"/>
      <w:tblInd w:w="-612" w:type="dxa"/>
      <w:tblLook w:val="04A0" w:firstRow="1" w:lastRow="0" w:firstColumn="1" w:lastColumn="0" w:noHBand="0" w:noVBand="1"/>
    </w:tblPr>
    <w:tblGrid>
      <w:gridCol w:w="1668"/>
      <w:gridCol w:w="7764"/>
      <w:gridCol w:w="1211"/>
    </w:tblGrid>
    <w:tr w:rsidR="00BC5BEB" w:rsidRPr="001E68BC" w:rsidTr="00CE372B">
      <w:trPr>
        <w:trHeight w:val="130"/>
      </w:trPr>
      <w:tc>
        <w:tcPr>
          <w:tcW w:w="1668" w:type="dxa"/>
        </w:tcPr>
        <w:p w:rsidR="00BC5BEB" w:rsidRPr="001E68BC" w:rsidRDefault="00BC5BEB" w:rsidP="00BE4709">
          <w:pPr>
            <w:pStyle w:val="Zpat"/>
            <w:tabs>
              <w:tab w:val="center" w:pos="5103"/>
            </w:tabs>
            <w:spacing w:line="240" w:lineRule="auto"/>
            <w:ind w:firstLine="0"/>
            <w:jc w:val="center"/>
            <w:rPr>
              <w:rFonts w:cs="Microsoft Sans Serif"/>
              <w:b/>
            </w:rPr>
          </w:pPr>
          <w:r>
            <w:rPr>
              <w:rFonts w:cs="Microsoft Sans Serif"/>
              <w:noProof/>
              <w:color w:val="0000FF"/>
            </w:rPr>
            <mc:AlternateContent>
              <mc:Choice Requires="wps">
                <w:drawing>
                  <wp:anchor distT="4294967295" distB="4294967295" distL="114300" distR="114300" simplePos="0" relativeHeight="251673088" behindDoc="0" locked="0" layoutInCell="1" allowOverlap="1" wp14:anchorId="6A449E6A" wp14:editId="657E3920">
                    <wp:simplePos x="0" y="0"/>
                    <wp:positionH relativeFrom="column">
                      <wp:posOffset>89535</wp:posOffset>
                    </wp:positionH>
                    <wp:positionV relativeFrom="paragraph">
                      <wp:posOffset>-57786</wp:posOffset>
                    </wp:positionV>
                    <wp:extent cx="6840220" cy="0"/>
                    <wp:effectExtent l="0" t="0" r="17780" b="19050"/>
                    <wp:wrapNone/>
                    <wp:docPr id="2" name="Lin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8402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id="Line 3" o:spid="_x0000_s1026" style="position:absolute;z-index:2516730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.05pt,-4.55pt" to="545.6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" strokecolor="#09f"/>
                </w:pict>
              </mc:Fallback>
            </mc:AlternateContent>
          </w:r>
        </w:p>
      </w:tc>
      <w:tc>
        <w:tcPr>
          <w:tcW w:w="7764" w:type="dxa"/>
        </w:tcPr>
        <w:p w:rsidR="00BC5BEB" w:rsidRPr="00BE4709" w:rsidRDefault="00BC5BEB" w:rsidP="00BE4709">
          <w:pPr>
            <w:pStyle w:val="Zpat"/>
            <w:tabs>
              <w:tab w:val="clear" w:pos="4536"/>
              <w:tab w:val="center" w:pos="5103"/>
            </w:tabs>
            <w:spacing w:line="240" w:lineRule="auto"/>
            <w:ind w:firstLine="0"/>
            <w:jc w:val="center"/>
            <w:rPr>
              <w:rFonts w:ascii="Tahoma" w:hAnsi="Tahoma" w:cs="Tahoma"/>
              <w:sz w:val="12"/>
              <w:szCs w:val="12"/>
            </w:rPr>
          </w:pPr>
          <w:proofErr w:type="gramStart"/>
          <w:r w:rsidRPr="00BE4709">
            <w:rPr>
              <w:rFonts w:ascii="Tahoma" w:hAnsi="Tahoma" w:cs="Tahoma"/>
              <w:b/>
              <w:sz w:val="12"/>
              <w:szCs w:val="12"/>
            </w:rPr>
            <w:t>M.O.</w:t>
          </w:r>
          <w:proofErr w:type="gramEnd"/>
          <w:r w:rsidRPr="00BE4709">
            <w:rPr>
              <w:rFonts w:ascii="Tahoma" w:hAnsi="Tahoma" w:cs="Tahoma"/>
              <w:b/>
              <w:sz w:val="12"/>
              <w:szCs w:val="12"/>
            </w:rPr>
            <w:t xml:space="preserve">Z. Consult s.r.o., </w:t>
          </w:r>
          <w:r>
            <w:rPr>
              <w:rFonts w:ascii="Tahoma" w:hAnsi="Tahoma" w:cs="Tahoma"/>
              <w:sz w:val="12"/>
              <w:szCs w:val="12"/>
            </w:rPr>
            <w:t>Washingtonova 1599/17</w:t>
          </w:r>
          <w:r w:rsidRPr="00BE4709">
            <w:rPr>
              <w:rFonts w:ascii="Tahoma" w:hAnsi="Tahoma" w:cs="Tahoma"/>
              <w:sz w:val="12"/>
              <w:szCs w:val="12"/>
            </w:rPr>
            <w:t>, 110 00 Praha 1, tel./fax: +420 221 666 644, tel: +420 221 666 640</w:t>
          </w:r>
        </w:p>
        <w:p w:rsidR="00BC5BEB" w:rsidRPr="00BE4709" w:rsidRDefault="00BC5BEB" w:rsidP="00BE4709">
          <w:pPr>
            <w:pStyle w:val="Zpat"/>
            <w:tabs>
              <w:tab w:val="clear" w:pos="4536"/>
              <w:tab w:val="center" w:pos="5103"/>
            </w:tabs>
            <w:spacing w:line="240" w:lineRule="auto"/>
            <w:ind w:firstLine="0"/>
            <w:jc w:val="center"/>
            <w:rPr>
              <w:rFonts w:ascii="Tahoma" w:hAnsi="Tahoma" w:cs="Tahoma"/>
              <w:b/>
              <w:sz w:val="12"/>
              <w:szCs w:val="12"/>
            </w:rPr>
          </w:pPr>
          <w:r w:rsidRPr="00BE4709">
            <w:rPr>
              <w:rFonts w:ascii="Tahoma" w:hAnsi="Tahoma" w:cs="Tahoma"/>
              <w:sz w:val="12"/>
              <w:szCs w:val="12"/>
            </w:rPr>
            <w:t xml:space="preserve">Korespondenční adresa: </w:t>
          </w:r>
          <w:proofErr w:type="gramStart"/>
          <w:r w:rsidRPr="00BE4709">
            <w:rPr>
              <w:rFonts w:ascii="Tahoma" w:hAnsi="Tahoma" w:cs="Tahoma"/>
              <w:b/>
              <w:sz w:val="12"/>
              <w:szCs w:val="12"/>
            </w:rPr>
            <w:t>M.O.</w:t>
          </w:r>
          <w:proofErr w:type="gramEnd"/>
          <w:r w:rsidRPr="00BE4709">
            <w:rPr>
              <w:rFonts w:ascii="Tahoma" w:hAnsi="Tahoma" w:cs="Tahoma"/>
              <w:b/>
              <w:sz w:val="12"/>
              <w:szCs w:val="12"/>
            </w:rPr>
            <w:t xml:space="preserve">Z. Consult s.r.o., </w:t>
          </w:r>
          <w:r w:rsidRPr="00BE4709">
            <w:rPr>
              <w:rFonts w:ascii="Tahoma" w:hAnsi="Tahoma" w:cs="Tahoma"/>
              <w:sz w:val="12"/>
              <w:szCs w:val="12"/>
            </w:rPr>
            <w:t>Washingtonova 17/1599, 110 00 Praha 1</w:t>
          </w:r>
        </w:p>
        <w:p w:rsidR="00BC5BEB" w:rsidRPr="00BE4709" w:rsidRDefault="00BC5BEB" w:rsidP="00BE4709">
          <w:pPr>
            <w:pStyle w:val="Zpat"/>
            <w:tabs>
              <w:tab w:val="clear" w:pos="4536"/>
              <w:tab w:val="center" w:pos="6663"/>
            </w:tabs>
            <w:spacing w:line="240" w:lineRule="auto"/>
            <w:ind w:left="-1418"/>
            <w:jc w:val="center"/>
            <w:rPr>
              <w:rFonts w:ascii="Tahoma" w:hAnsi="Tahoma" w:cs="Tahoma"/>
              <w:b/>
              <w:sz w:val="12"/>
              <w:szCs w:val="12"/>
            </w:rPr>
          </w:pPr>
          <w:r w:rsidRPr="00BE4709">
            <w:rPr>
              <w:rFonts w:ascii="Tahoma" w:hAnsi="Tahoma" w:cs="Tahoma"/>
              <w:color w:val="0000FF"/>
              <w:sz w:val="12"/>
              <w:szCs w:val="12"/>
            </w:rPr>
            <w:t xml:space="preserve">                  e-mail: info@moz-c.cz, </w:t>
          </w:r>
          <w:hyperlink r:id="rId1" w:history="1">
            <w:r w:rsidRPr="00BE4709">
              <w:rPr>
                <w:rStyle w:val="Hypertextovodkaz"/>
                <w:rFonts w:ascii="Tahoma" w:hAnsi="Tahoma" w:cs="Tahoma"/>
                <w:sz w:val="12"/>
                <w:szCs w:val="12"/>
              </w:rPr>
              <w:t>www.moz-c.cz</w:t>
            </w:r>
          </w:hyperlink>
        </w:p>
      </w:tc>
      <w:tc>
        <w:tcPr>
          <w:tcW w:w="1211" w:type="dxa"/>
        </w:tcPr>
        <w:p w:rsidR="00BC5BEB" w:rsidRDefault="00BC5BEB" w:rsidP="000C49F8">
          <w:pPr>
            <w:pStyle w:val="Zpat"/>
            <w:tabs>
              <w:tab w:val="clear" w:pos="4536"/>
              <w:tab w:val="center" w:pos="5103"/>
            </w:tabs>
            <w:ind w:firstLine="0"/>
            <w:jc w:val="right"/>
            <w:rPr>
              <w:rFonts w:ascii="Tahoma" w:hAnsi="Tahoma" w:cs="Tahoma"/>
              <w:sz w:val="12"/>
              <w:szCs w:val="12"/>
            </w:rPr>
          </w:pPr>
          <w:r w:rsidRPr="00BE4709">
            <w:rPr>
              <w:rFonts w:ascii="Tahoma" w:hAnsi="Tahoma" w:cs="Tahoma"/>
              <w:sz w:val="12"/>
              <w:szCs w:val="12"/>
            </w:rPr>
            <w:t xml:space="preserve">Strana číslo </w:t>
          </w:r>
          <w:r>
            <w:rPr>
              <w:rFonts w:ascii="Tahoma" w:hAnsi="Tahoma" w:cs="Tahoma"/>
              <w:sz w:val="12"/>
              <w:szCs w:val="12"/>
            </w:rPr>
            <w:t>7</w:t>
          </w:r>
        </w:p>
        <w:p w:rsidR="00BC5BEB" w:rsidRPr="00BE4709" w:rsidRDefault="00BC5BEB" w:rsidP="000C49F8">
          <w:pPr>
            <w:pStyle w:val="Zpat"/>
            <w:tabs>
              <w:tab w:val="clear" w:pos="4536"/>
              <w:tab w:val="center" w:pos="5103"/>
            </w:tabs>
            <w:ind w:firstLine="0"/>
            <w:rPr>
              <w:rFonts w:ascii="Tahoma" w:hAnsi="Tahoma" w:cs="Tahoma"/>
              <w:b/>
              <w:sz w:val="12"/>
              <w:szCs w:val="12"/>
            </w:rPr>
          </w:pPr>
          <w:r w:rsidRPr="00BE4709">
            <w:rPr>
              <w:rFonts w:ascii="Tahoma" w:hAnsi="Tahoma" w:cs="Tahoma"/>
              <w:b/>
              <w:sz w:val="12"/>
              <w:szCs w:val="12"/>
            </w:rPr>
            <w:t xml:space="preserve"> </w:t>
          </w:r>
        </w:p>
      </w:tc>
    </w:tr>
  </w:tbl>
  <w:p w:rsidR="00BC5BEB" w:rsidRDefault="00BC5BEB" w:rsidP="00BE470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BEB" w:rsidRDefault="00BC5BEB">
      <w:r>
        <w:separator/>
      </w:r>
    </w:p>
    <w:p w:rsidR="00BC5BEB" w:rsidRDefault="00BC5BEB"/>
    <w:p w:rsidR="00BC5BEB" w:rsidRDefault="00BC5BEB"/>
  </w:footnote>
  <w:footnote w:type="continuationSeparator" w:id="0">
    <w:p w:rsidR="00BC5BEB" w:rsidRDefault="00BC5BEB">
      <w:r>
        <w:continuationSeparator/>
      </w:r>
    </w:p>
    <w:p w:rsidR="00BC5BEB" w:rsidRDefault="00BC5BEB"/>
    <w:p w:rsidR="00BC5BEB" w:rsidRDefault="00BC5BE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BEB" w:rsidRDefault="00BC5BEB"/>
  <w:p w:rsidR="00BC5BEB" w:rsidRDefault="00BC5BE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BEB" w:rsidRPr="007641CD" w:rsidRDefault="00BC5BEB" w:rsidP="000756FB">
    <w:pPr>
      <w:spacing w:line="240" w:lineRule="auto"/>
      <w:ind w:left="709" w:firstLine="0"/>
      <w:jc w:val="right"/>
      <w:rPr>
        <w:rFonts w:ascii="Tahoma" w:hAnsi="Tahoma" w:cs="Tahoma"/>
        <w:noProof/>
        <w:sz w:val="16"/>
        <w:szCs w:val="16"/>
      </w:rPr>
    </w:pPr>
    <w:r>
      <w:rPr>
        <w:rFonts w:ascii="Tahoma" w:hAnsi="Tahoma" w:cs="Tahoma"/>
        <w:noProof/>
        <w:sz w:val="16"/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1" type="#_x0000_t75" style="position:absolute;left:0;text-align:left;margin-left:-17.55pt;margin-top:-10.45pt;width:56.7pt;height:40.45pt;z-index:-251647488" wrapcoords="17053 400 2842 1200 1421 1600 1421 12800 0 13200 -284 19600 568 20800 6253 20800 14211 20800 21032 20800 21600 19600 21316 12400 19042 6800 20747 3200 20463 800 18474 400 17053 400">
          <v:imagedata r:id="rId1" o:title=""/>
          <w10:wrap type="tight"/>
        </v:shape>
        <o:OLEObject Type="Embed" ProgID="CorelDraw.Graphic.7" ShapeID="_x0000_s2071" DrawAspect="Content" ObjectID="_1413730435" r:id="rId2"/>
      </w:pict>
    </w:r>
    <w:r w:rsidRPr="007641CD">
      <w:rPr>
        <w:sz w:val="16"/>
        <w:szCs w:val="16"/>
      </w:rPr>
      <w:t xml:space="preserve"> </w:t>
    </w:r>
    <w:r>
      <w:rPr>
        <w:rFonts w:ascii="Tahoma" w:hAnsi="Tahoma" w:cs="Tahoma"/>
        <w:sz w:val="16"/>
        <w:szCs w:val="16"/>
      </w:rPr>
      <w:t>Analýza dopravy v klidu na celém území Městské části Praha 10</w:t>
    </w:r>
    <w:r w:rsidRPr="007641CD">
      <w:rPr>
        <w:rFonts w:ascii="Tahoma" w:hAnsi="Tahoma" w:cs="Tahoma"/>
        <w:sz w:val="16"/>
        <w:szCs w:val="16"/>
      </w:rPr>
      <w:t xml:space="preserve"> </w:t>
    </w:r>
  </w:p>
  <w:p w:rsidR="00BC5BEB" w:rsidRPr="007641CD" w:rsidRDefault="00BC5BEB" w:rsidP="007641CD">
    <w:pPr>
      <w:spacing w:line="240" w:lineRule="auto"/>
      <w:ind w:left="426" w:firstLine="0"/>
      <w:jc w:val="right"/>
      <w:rPr>
        <w:rFonts w:ascii="Tahoma" w:hAnsi="Tahoma" w:cs="Tahoma"/>
        <w:sz w:val="16"/>
        <w:szCs w:val="16"/>
      </w:rPr>
    </w:pPr>
    <w:r w:rsidRPr="007641CD">
      <w:rPr>
        <w:rFonts w:ascii="Tahoma" w:hAnsi="Tahoma" w:cs="Tahoma"/>
        <w:sz w:val="16"/>
        <w:szCs w:val="16"/>
      </w:rPr>
      <w:t>Složka: Tabulková část</w:t>
    </w:r>
  </w:p>
  <w:p w:rsidR="00BC5BEB" w:rsidRPr="007641CD" w:rsidRDefault="00BC5BEB" w:rsidP="00BE4709">
    <w:pPr>
      <w:spacing w:line="240" w:lineRule="auto"/>
      <w:ind w:left="426" w:firstLine="0"/>
      <w:jc w:val="right"/>
      <w:rPr>
        <w:rFonts w:ascii="Tahoma" w:hAnsi="Tahoma" w:cs="Tahoma"/>
        <w:sz w:val="16"/>
        <w:szCs w:val="16"/>
      </w:rPr>
    </w:pPr>
    <w:r w:rsidRPr="007641CD">
      <w:rPr>
        <w:rFonts w:ascii="Tahoma" w:hAnsi="Tahoma" w:cs="Tahoma"/>
        <w:sz w:val="16"/>
        <w:szCs w:val="16"/>
      </w:rPr>
      <w:t xml:space="preserve"> AN/</w:t>
    </w:r>
    <w:r>
      <w:rPr>
        <w:rFonts w:ascii="Tahoma" w:hAnsi="Tahoma" w:cs="Tahoma"/>
        <w:sz w:val="16"/>
        <w:szCs w:val="16"/>
      </w:rPr>
      <w:t>11</w:t>
    </w:r>
    <w:r w:rsidRPr="007641CD">
      <w:rPr>
        <w:rFonts w:ascii="Tahoma" w:hAnsi="Tahoma" w:cs="Tahoma"/>
        <w:sz w:val="16"/>
        <w:szCs w:val="16"/>
      </w:rPr>
      <w:t xml:space="preserve">/2012 </w:t>
    </w:r>
  </w:p>
  <w:p w:rsidR="00BC5BEB" w:rsidRPr="007641CD" w:rsidRDefault="00BC5BEB" w:rsidP="00BE4709">
    <w:pPr>
      <w:spacing w:line="480" w:lineRule="auto"/>
      <w:ind w:left="426" w:firstLine="0"/>
      <w:jc w:val="right"/>
      <w:rPr>
        <w:rFonts w:ascii="Tahoma" w:hAnsi="Tahoma" w:cs="Tahoma"/>
        <w:sz w:val="16"/>
        <w:szCs w:val="16"/>
      </w:rPr>
    </w:pPr>
    <w:r w:rsidRPr="007641CD">
      <w:rPr>
        <w:rFonts w:ascii="Tahoma" w:hAnsi="Tahoma" w:cs="Tahoma"/>
        <w:noProof/>
        <w:color w:val="0000FF"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67968" behindDoc="0" locked="0" layoutInCell="1" allowOverlap="1" wp14:anchorId="30EC2141" wp14:editId="6DC49473">
              <wp:simplePos x="0" y="0"/>
              <wp:positionH relativeFrom="column">
                <wp:posOffset>-27305</wp:posOffset>
              </wp:positionH>
              <wp:positionV relativeFrom="paragraph">
                <wp:posOffset>150812</wp:posOffset>
              </wp:positionV>
              <wp:extent cx="6503670" cy="0"/>
              <wp:effectExtent l="0" t="0" r="11430" b="19050"/>
              <wp:wrapNone/>
              <wp:docPr id="10" name="Lin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03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99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9" o:spid="_x0000_s1026" style="position:absolute;z-index:2516679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15pt,11.85pt" to="509.9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" strokecolor="#09f"/>
          </w:pict>
        </mc:Fallback>
      </mc:AlternateContent>
    </w:r>
    <w:r>
      <w:rPr>
        <w:rFonts w:ascii="Tahoma" w:hAnsi="Tahoma" w:cs="Tahoma"/>
        <w:sz w:val="16"/>
        <w:szCs w:val="16"/>
      </w:rPr>
      <w:t>Červenec - říjen</w:t>
    </w:r>
    <w:r w:rsidRPr="007641CD">
      <w:rPr>
        <w:rFonts w:ascii="Tahoma" w:hAnsi="Tahoma" w:cs="Tahoma"/>
        <w:sz w:val="16"/>
        <w:szCs w:val="16"/>
      </w:rPr>
      <w:t xml:space="preserve"> 2012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BEB" w:rsidRPr="00BE4709" w:rsidRDefault="00BC5BEB" w:rsidP="00BE4709">
    <w:pPr>
      <w:spacing w:line="240" w:lineRule="auto"/>
      <w:ind w:left="709" w:firstLine="0"/>
      <w:jc w:val="right"/>
      <w:rPr>
        <w:rFonts w:ascii="Tahoma" w:hAnsi="Tahoma" w:cs="Tahoma"/>
        <w:noProof/>
        <w:sz w:val="12"/>
        <w:szCs w:val="12"/>
      </w:rPr>
    </w:pPr>
    <w:r>
      <w:rPr>
        <w:rFonts w:ascii="Tahoma" w:hAnsi="Tahoma" w:cs="Tahoma"/>
        <w:noProof/>
        <w:sz w:val="12"/>
        <w:szCs w:val="1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9" type="#_x0000_t75" style="position:absolute;left:0;text-align:left;margin-left:-17.55pt;margin-top:-10.45pt;width:56.7pt;height:40.45pt;z-index:-251652608" wrapcoords="17053 400 2842 1200 1421 1600 1421 12800 0 13200 -284 19600 568 20800 6253 20800 14211 20800 21032 20800 21600 19600 21316 12400 19042 6800 20747 3200 20463 800 18474 400 17053 400">
          <v:imagedata r:id="rId1" o:title=""/>
          <w10:wrap type="tight"/>
        </v:shape>
        <o:OLEObject Type="Embed" ProgID="CorelDraw.Graphic.7" ShapeID="_x0000_s2069" DrawAspect="Content" ObjectID="_1413730436" r:id="rId2"/>
      </w:pict>
    </w:r>
    <w:r w:rsidRPr="00BE4709">
      <w:rPr>
        <w:rFonts w:ascii="Tahoma" w:hAnsi="Tahoma" w:cs="Tahoma"/>
        <w:noProof/>
        <w:sz w:val="12"/>
        <w:szCs w:val="12"/>
      </w:rPr>
      <w:t>PROJEKTOVÁ DOKUMENTACE PRO REALIZACI ZÓNY PLACENÉHO STÁNÍ NA VYBRANÉM ÚZEMÍ MĚSTSKÉ ČÁSTI PRAHA 6</w:t>
    </w:r>
  </w:p>
  <w:p w:rsidR="00BC5BEB" w:rsidRPr="00BE4709" w:rsidRDefault="00BC5BEB" w:rsidP="00BE4709">
    <w:pPr>
      <w:spacing w:line="240" w:lineRule="auto"/>
      <w:ind w:left="426" w:firstLine="0"/>
      <w:jc w:val="right"/>
      <w:rPr>
        <w:rFonts w:ascii="Tahoma" w:hAnsi="Tahoma" w:cs="Tahoma"/>
        <w:sz w:val="12"/>
        <w:szCs w:val="12"/>
      </w:rPr>
    </w:pPr>
    <w:r w:rsidRPr="00BE4709">
      <w:rPr>
        <w:rFonts w:ascii="Tahoma" w:hAnsi="Tahoma" w:cs="Tahoma"/>
        <w:sz w:val="12"/>
        <w:szCs w:val="12"/>
      </w:rPr>
      <w:t xml:space="preserve"> </w:t>
    </w:r>
    <w:r>
      <w:rPr>
        <w:rFonts w:ascii="Tahoma" w:hAnsi="Tahoma" w:cs="Tahoma"/>
        <w:sz w:val="12"/>
        <w:szCs w:val="12"/>
      </w:rPr>
      <w:t>ETAPA DÍLA</w:t>
    </w:r>
    <w:r w:rsidRPr="00BE4709">
      <w:rPr>
        <w:rFonts w:ascii="Tahoma" w:hAnsi="Tahoma" w:cs="Tahoma"/>
        <w:sz w:val="12"/>
        <w:szCs w:val="12"/>
      </w:rPr>
      <w:t>: AKTUALIZACE ANALÝZY DOPRAVY V KLIDU – 20</w:t>
    </w:r>
    <w:r>
      <w:rPr>
        <w:rFonts w:ascii="Tahoma" w:hAnsi="Tahoma" w:cs="Tahoma"/>
        <w:sz w:val="12"/>
        <w:szCs w:val="12"/>
      </w:rPr>
      <w:t>11 – ČÁST DÍLA: TABULKOVÉ VÝSTUPY</w:t>
    </w:r>
  </w:p>
  <w:p w:rsidR="00BC5BEB" w:rsidRPr="00BE4709" w:rsidRDefault="00BC5BEB" w:rsidP="00BE4709">
    <w:pPr>
      <w:spacing w:line="240" w:lineRule="auto"/>
      <w:ind w:left="426" w:firstLine="0"/>
      <w:jc w:val="right"/>
      <w:rPr>
        <w:rFonts w:ascii="Tahoma" w:hAnsi="Tahoma" w:cs="Tahoma"/>
        <w:sz w:val="12"/>
        <w:szCs w:val="12"/>
      </w:rPr>
    </w:pPr>
    <w:r w:rsidRPr="00BE4709">
      <w:rPr>
        <w:rFonts w:ascii="Tahoma" w:hAnsi="Tahoma" w:cs="Tahoma"/>
        <w:sz w:val="12"/>
        <w:szCs w:val="12"/>
      </w:rPr>
      <w:t xml:space="preserve">AN/11/2011 </w:t>
    </w:r>
  </w:p>
  <w:p w:rsidR="00BC5BEB" w:rsidRPr="00BE4709" w:rsidRDefault="00BC5BEB" w:rsidP="00BE4709">
    <w:pPr>
      <w:spacing w:line="480" w:lineRule="auto"/>
      <w:ind w:left="426" w:firstLine="0"/>
      <w:jc w:val="right"/>
      <w:rPr>
        <w:rFonts w:ascii="Tahoma" w:hAnsi="Tahoma" w:cs="Tahoma"/>
        <w:sz w:val="12"/>
        <w:szCs w:val="12"/>
      </w:rPr>
    </w:pPr>
    <w:r>
      <w:rPr>
        <w:rFonts w:ascii="Tahoma" w:hAnsi="Tahoma" w:cs="Tahoma"/>
        <w:noProof/>
        <w:color w:val="0000FF"/>
      </w:rPr>
      <mc:AlternateContent>
        <mc:Choice Requires="wps">
          <w:drawing>
            <wp:anchor distT="4294967295" distB="4294967295" distL="114300" distR="114300" simplePos="0" relativeHeight="251662848" behindDoc="0" locked="0" layoutInCell="1" allowOverlap="1" wp14:anchorId="5A9AC1DD" wp14:editId="7E0C2D66">
              <wp:simplePos x="0" y="0"/>
              <wp:positionH relativeFrom="column">
                <wp:posOffset>-27305</wp:posOffset>
              </wp:positionH>
              <wp:positionV relativeFrom="paragraph">
                <wp:posOffset>99059</wp:posOffset>
              </wp:positionV>
              <wp:extent cx="6503670" cy="0"/>
              <wp:effectExtent l="0" t="0" r="11430" b="19050"/>
              <wp:wrapNone/>
              <wp:docPr id="7" name="Lin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03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99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9" o:spid="_x0000_s1026" style="position:absolute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15pt,7.8pt" to="509.9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" strokecolor="#09f"/>
          </w:pict>
        </mc:Fallback>
      </mc:AlternateContent>
    </w:r>
    <w:r w:rsidRPr="00BE4709">
      <w:rPr>
        <w:rFonts w:ascii="Tahoma" w:hAnsi="Tahoma" w:cs="Tahoma"/>
        <w:sz w:val="12"/>
        <w:szCs w:val="12"/>
      </w:rPr>
      <w:t>KVĚTEN - SRPEN 2011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8B"/>
      </v:shape>
    </w:pict>
  </w:numPicBullet>
  <w:abstractNum w:abstractNumId="0">
    <w:nsid w:val="036559B0"/>
    <w:multiLevelType w:val="hybridMultilevel"/>
    <w:tmpl w:val="72685938"/>
    <w:lvl w:ilvl="0" w:tplc="C3506EF6">
      <w:numFmt w:val="bullet"/>
      <w:lvlText w:val="-"/>
      <w:lvlJc w:val="left"/>
      <w:pPr>
        <w:ind w:left="2487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">
    <w:nsid w:val="037E39BF"/>
    <w:multiLevelType w:val="hybridMultilevel"/>
    <w:tmpl w:val="297CD45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DC2155"/>
    <w:multiLevelType w:val="hybridMultilevel"/>
    <w:tmpl w:val="C0D07E1C"/>
    <w:lvl w:ilvl="0" w:tplc="7554982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6F87B03"/>
    <w:multiLevelType w:val="hybridMultilevel"/>
    <w:tmpl w:val="E802338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7230055"/>
    <w:multiLevelType w:val="hybridMultilevel"/>
    <w:tmpl w:val="D38E94C2"/>
    <w:lvl w:ilvl="0" w:tplc="0405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F071F5F"/>
    <w:multiLevelType w:val="hybridMultilevel"/>
    <w:tmpl w:val="8872E14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F84662E"/>
    <w:multiLevelType w:val="hybridMultilevel"/>
    <w:tmpl w:val="843464DC"/>
    <w:lvl w:ilvl="0" w:tplc="7D6ACDC4">
      <w:start w:val="1"/>
      <w:numFmt w:val="decimal"/>
      <w:lvlText w:val="%1)"/>
      <w:lvlJc w:val="left"/>
      <w:pPr>
        <w:ind w:left="128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0FE1AF9"/>
    <w:multiLevelType w:val="hybridMultilevel"/>
    <w:tmpl w:val="E9AAAE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14D73D9"/>
    <w:multiLevelType w:val="hybridMultilevel"/>
    <w:tmpl w:val="4F804B74"/>
    <w:lvl w:ilvl="0" w:tplc="0405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6C661D4"/>
    <w:multiLevelType w:val="hybridMultilevel"/>
    <w:tmpl w:val="4AB0C11A"/>
    <w:lvl w:ilvl="0" w:tplc="B580A05A">
      <w:start w:val="3"/>
      <w:numFmt w:val="decimal"/>
      <w:lvlText w:val="%1)"/>
      <w:lvlJc w:val="left"/>
      <w:pPr>
        <w:ind w:left="128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74A29E3"/>
    <w:multiLevelType w:val="hybridMultilevel"/>
    <w:tmpl w:val="26F6FD40"/>
    <w:lvl w:ilvl="0" w:tplc="0405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C466818"/>
    <w:multiLevelType w:val="hybridMultilevel"/>
    <w:tmpl w:val="041C100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FD1CBC"/>
    <w:multiLevelType w:val="hybridMultilevel"/>
    <w:tmpl w:val="17A6AE92"/>
    <w:lvl w:ilvl="0" w:tplc="BD32CF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660409"/>
    <w:multiLevelType w:val="hybridMultilevel"/>
    <w:tmpl w:val="DE9C858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E4A1046"/>
    <w:multiLevelType w:val="hybridMultilevel"/>
    <w:tmpl w:val="000C24FA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5C61E6E"/>
    <w:multiLevelType w:val="hybridMultilevel"/>
    <w:tmpl w:val="25489EE0"/>
    <w:lvl w:ilvl="0" w:tplc="0405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>
    <w:nsid w:val="362A3999"/>
    <w:multiLevelType w:val="hybridMultilevel"/>
    <w:tmpl w:val="F4922916"/>
    <w:lvl w:ilvl="0" w:tplc="18327D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935230"/>
    <w:multiLevelType w:val="hybridMultilevel"/>
    <w:tmpl w:val="9160994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3E19761E"/>
    <w:multiLevelType w:val="hybridMultilevel"/>
    <w:tmpl w:val="742ACAA0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44C86C14"/>
    <w:multiLevelType w:val="hybridMultilevel"/>
    <w:tmpl w:val="21EA8F74"/>
    <w:lvl w:ilvl="0" w:tplc="10CEF228">
      <w:start w:val="1"/>
      <w:numFmt w:val="bullet"/>
      <w:lvlText w:val="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6A502D"/>
    <w:multiLevelType w:val="hybridMultilevel"/>
    <w:tmpl w:val="20EA3390"/>
    <w:lvl w:ilvl="0" w:tplc="0405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C617441"/>
    <w:multiLevelType w:val="hybridMultilevel"/>
    <w:tmpl w:val="4DECD358"/>
    <w:lvl w:ilvl="0" w:tplc="0405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>
    <w:nsid w:val="4CEF3367"/>
    <w:multiLevelType w:val="hybridMultilevel"/>
    <w:tmpl w:val="6C4C1E58"/>
    <w:lvl w:ilvl="0" w:tplc="0405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>
    <w:nsid w:val="51AB53DB"/>
    <w:multiLevelType w:val="singleLevel"/>
    <w:tmpl w:val="ADC009E2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24">
    <w:nsid w:val="51DC3342"/>
    <w:multiLevelType w:val="hybridMultilevel"/>
    <w:tmpl w:val="65481BC0"/>
    <w:lvl w:ilvl="0" w:tplc="BD32CF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576F74E7"/>
    <w:multiLevelType w:val="hybridMultilevel"/>
    <w:tmpl w:val="2AE61FD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F910417"/>
    <w:multiLevelType w:val="hybridMultilevel"/>
    <w:tmpl w:val="82DCB5F8"/>
    <w:lvl w:ilvl="0" w:tplc="CFDCB7F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1A3708C"/>
    <w:multiLevelType w:val="hybridMultilevel"/>
    <w:tmpl w:val="7A28E7F2"/>
    <w:lvl w:ilvl="0" w:tplc="D120733E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6FEA2AEA"/>
    <w:multiLevelType w:val="hybridMultilevel"/>
    <w:tmpl w:val="4156001A"/>
    <w:lvl w:ilvl="0" w:tplc="18327D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15A4F2B"/>
    <w:multiLevelType w:val="hybridMultilevel"/>
    <w:tmpl w:val="F4947B6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3EE3420"/>
    <w:multiLevelType w:val="hybridMultilevel"/>
    <w:tmpl w:val="BD1A2FFA"/>
    <w:lvl w:ilvl="0" w:tplc="0405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1">
    <w:nsid w:val="77CF1F7A"/>
    <w:multiLevelType w:val="hybridMultilevel"/>
    <w:tmpl w:val="61987976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10580C"/>
    <w:multiLevelType w:val="hybridMultilevel"/>
    <w:tmpl w:val="7742B97E"/>
    <w:lvl w:ilvl="0" w:tplc="792C2316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8256EE4"/>
    <w:multiLevelType w:val="multilevel"/>
    <w:tmpl w:val="A07410EA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>
    <w:nsid w:val="79092D4B"/>
    <w:multiLevelType w:val="hybridMultilevel"/>
    <w:tmpl w:val="F650FA88"/>
    <w:lvl w:ilvl="0" w:tplc="E50CA70C">
      <w:start w:val="2"/>
      <w:numFmt w:val="decimal"/>
      <w:lvlText w:val="%1)"/>
      <w:lvlJc w:val="left"/>
      <w:pPr>
        <w:ind w:left="128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7C4C43A9"/>
    <w:multiLevelType w:val="hybridMultilevel"/>
    <w:tmpl w:val="FFD665D6"/>
    <w:lvl w:ilvl="0" w:tplc="8A3457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7EF14104"/>
    <w:multiLevelType w:val="hybridMultilevel"/>
    <w:tmpl w:val="11E28DA6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FDF54CF"/>
    <w:multiLevelType w:val="hybridMultilevel"/>
    <w:tmpl w:val="A78AD672"/>
    <w:lvl w:ilvl="0" w:tplc="0405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3"/>
  </w:num>
  <w:num w:numId="3">
    <w:abstractNumId w:val="5"/>
  </w:num>
  <w:num w:numId="4">
    <w:abstractNumId w:val="30"/>
  </w:num>
  <w:num w:numId="5">
    <w:abstractNumId w:val="37"/>
  </w:num>
  <w:num w:numId="6">
    <w:abstractNumId w:val="15"/>
  </w:num>
  <w:num w:numId="7">
    <w:abstractNumId w:val="22"/>
  </w:num>
  <w:num w:numId="8">
    <w:abstractNumId w:val="21"/>
  </w:num>
  <w:num w:numId="9">
    <w:abstractNumId w:val="33"/>
  </w:num>
  <w:num w:numId="10">
    <w:abstractNumId w:val="13"/>
  </w:num>
  <w:num w:numId="11">
    <w:abstractNumId w:val="14"/>
  </w:num>
  <w:num w:numId="12">
    <w:abstractNumId w:val="1"/>
  </w:num>
  <w:num w:numId="13">
    <w:abstractNumId w:val="8"/>
  </w:num>
  <w:num w:numId="14">
    <w:abstractNumId w:val="18"/>
  </w:num>
  <w:num w:numId="15">
    <w:abstractNumId w:val="19"/>
  </w:num>
  <w:num w:numId="16">
    <w:abstractNumId w:val="12"/>
  </w:num>
  <w:num w:numId="17">
    <w:abstractNumId w:val="31"/>
  </w:num>
  <w:num w:numId="18">
    <w:abstractNumId w:val="17"/>
  </w:num>
  <w:num w:numId="19">
    <w:abstractNumId w:val="25"/>
  </w:num>
  <w:num w:numId="20">
    <w:abstractNumId w:val="20"/>
  </w:num>
  <w:num w:numId="21">
    <w:abstractNumId w:val="26"/>
  </w:num>
  <w:num w:numId="22">
    <w:abstractNumId w:val="7"/>
  </w:num>
  <w:num w:numId="23">
    <w:abstractNumId w:val="10"/>
  </w:num>
  <w:num w:numId="24">
    <w:abstractNumId w:val="29"/>
  </w:num>
  <w:num w:numId="25">
    <w:abstractNumId w:val="3"/>
  </w:num>
  <w:num w:numId="26">
    <w:abstractNumId w:val="4"/>
  </w:num>
  <w:num w:numId="27">
    <w:abstractNumId w:val="24"/>
  </w:num>
  <w:num w:numId="28">
    <w:abstractNumId w:val="0"/>
  </w:num>
  <w:num w:numId="29">
    <w:abstractNumId w:val="35"/>
  </w:num>
  <w:num w:numId="30">
    <w:abstractNumId w:val="2"/>
  </w:num>
  <w:num w:numId="31">
    <w:abstractNumId w:val="16"/>
  </w:num>
  <w:num w:numId="32">
    <w:abstractNumId w:val="11"/>
  </w:num>
  <w:num w:numId="33">
    <w:abstractNumId w:val="32"/>
  </w:num>
  <w:num w:numId="34">
    <w:abstractNumId w:val="36"/>
  </w:num>
  <w:num w:numId="35">
    <w:abstractNumId w:val="28"/>
  </w:num>
  <w:num w:numId="36">
    <w:abstractNumId w:val="27"/>
  </w:num>
  <w:num w:numId="37">
    <w:abstractNumId w:val="6"/>
  </w:num>
  <w:num w:numId="38">
    <w:abstractNumId w:val="34"/>
  </w:num>
  <w:num w:numId="39">
    <w:abstractNumId w:val="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rawingGridHorizontalSpacing w:val="100"/>
  <w:drawingGridVerticalSpacing w:val="181"/>
  <w:displayHorizontalDrawingGridEvery w:val="0"/>
  <w:displayVerticalDrawingGridEvery w:val="0"/>
  <w:noPunctuationKerning/>
  <w:characterSpacingControl w:val="doNotCompress"/>
  <w:hdrShapeDefaults>
    <o:shapedefaults v:ext="edit" spidmax="2072" fillcolor="white">
      <v:fill color="white"/>
      <o:colormru v:ext="edit" colors="lime,#f60,#d60093,blue,#f06"/>
      <o:colormenu v:ext="edit" fillcolor="none" strokecolor="none"/>
    </o:shapedefaults>
    <o:shapelayout v:ext="edit">
      <o:idmap v:ext="edit" data="2"/>
      <o:regrouptable v:ext="edit">
        <o:entry new="1" old="0"/>
      </o:regrouptable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A29"/>
    <w:rsid w:val="00000F93"/>
    <w:rsid w:val="0000491D"/>
    <w:rsid w:val="00011A3D"/>
    <w:rsid w:val="00011BCC"/>
    <w:rsid w:val="000136CE"/>
    <w:rsid w:val="00014165"/>
    <w:rsid w:val="00015648"/>
    <w:rsid w:val="000158D7"/>
    <w:rsid w:val="00017BAA"/>
    <w:rsid w:val="00023F43"/>
    <w:rsid w:val="00026C2C"/>
    <w:rsid w:val="00030BAE"/>
    <w:rsid w:val="00031D95"/>
    <w:rsid w:val="00032C1E"/>
    <w:rsid w:val="00037CB2"/>
    <w:rsid w:val="00043C72"/>
    <w:rsid w:val="000458FD"/>
    <w:rsid w:val="000558BB"/>
    <w:rsid w:val="00056120"/>
    <w:rsid w:val="00061839"/>
    <w:rsid w:val="00062E4A"/>
    <w:rsid w:val="000713A8"/>
    <w:rsid w:val="00073CFF"/>
    <w:rsid w:val="0007565E"/>
    <w:rsid w:val="000756FB"/>
    <w:rsid w:val="00076D66"/>
    <w:rsid w:val="00076DB4"/>
    <w:rsid w:val="00077CA3"/>
    <w:rsid w:val="000815F6"/>
    <w:rsid w:val="00093F58"/>
    <w:rsid w:val="00096C85"/>
    <w:rsid w:val="00097A1E"/>
    <w:rsid w:val="000A09D3"/>
    <w:rsid w:val="000A3F36"/>
    <w:rsid w:val="000A5A02"/>
    <w:rsid w:val="000A60EC"/>
    <w:rsid w:val="000B3A7C"/>
    <w:rsid w:val="000B50A9"/>
    <w:rsid w:val="000C1E11"/>
    <w:rsid w:val="000C391C"/>
    <w:rsid w:val="000C42A7"/>
    <w:rsid w:val="000C47D5"/>
    <w:rsid w:val="000C49F8"/>
    <w:rsid w:val="000D1B70"/>
    <w:rsid w:val="000D2082"/>
    <w:rsid w:val="000D2639"/>
    <w:rsid w:val="000D2D83"/>
    <w:rsid w:val="000D3287"/>
    <w:rsid w:val="000D498A"/>
    <w:rsid w:val="000D6439"/>
    <w:rsid w:val="000D6F9E"/>
    <w:rsid w:val="000E0490"/>
    <w:rsid w:val="000E151C"/>
    <w:rsid w:val="000E4084"/>
    <w:rsid w:val="000E60DD"/>
    <w:rsid w:val="000E6A97"/>
    <w:rsid w:val="000E7005"/>
    <w:rsid w:val="000F0005"/>
    <w:rsid w:val="000F1FDF"/>
    <w:rsid w:val="000F2DA9"/>
    <w:rsid w:val="000F47DC"/>
    <w:rsid w:val="001007F8"/>
    <w:rsid w:val="0010338A"/>
    <w:rsid w:val="00105C17"/>
    <w:rsid w:val="001230C9"/>
    <w:rsid w:val="00124423"/>
    <w:rsid w:val="0014282F"/>
    <w:rsid w:val="00145D04"/>
    <w:rsid w:val="0015393C"/>
    <w:rsid w:val="00154A32"/>
    <w:rsid w:val="00156032"/>
    <w:rsid w:val="00157D6F"/>
    <w:rsid w:val="00166A60"/>
    <w:rsid w:val="00173D66"/>
    <w:rsid w:val="00175DDD"/>
    <w:rsid w:val="0018165A"/>
    <w:rsid w:val="001858B2"/>
    <w:rsid w:val="00185AE6"/>
    <w:rsid w:val="00190A68"/>
    <w:rsid w:val="001961AE"/>
    <w:rsid w:val="001A151F"/>
    <w:rsid w:val="001B0F89"/>
    <w:rsid w:val="001B211D"/>
    <w:rsid w:val="001B4BDF"/>
    <w:rsid w:val="001B53D0"/>
    <w:rsid w:val="001C165E"/>
    <w:rsid w:val="001C7EEF"/>
    <w:rsid w:val="001D1BC5"/>
    <w:rsid w:val="001D7C31"/>
    <w:rsid w:val="001E68BC"/>
    <w:rsid w:val="001F3707"/>
    <w:rsid w:val="001F3EA3"/>
    <w:rsid w:val="002039F4"/>
    <w:rsid w:val="002135CD"/>
    <w:rsid w:val="00217BEE"/>
    <w:rsid w:val="00220562"/>
    <w:rsid w:val="00223693"/>
    <w:rsid w:val="00223FCB"/>
    <w:rsid w:val="00224E5B"/>
    <w:rsid w:val="00226B0D"/>
    <w:rsid w:val="002300FB"/>
    <w:rsid w:val="00237E06"/>
    <w:rsid w:val="002411E9"/>
    <w:rsid w:val="002432F3"/>
    <w:rsid w:val="00253535"/>
    <w:rsid w:val="002537A7"/>
    <w:rsid w:val="002574F7"/>
    <w:rsid w:val="002638F3"/>
    <w:rsid w:val="00264C78"/>
    <w:rsid w:val="00265178"/>
    <w:rsid w:val="00271207"/>
    <w:rsid w:val="00273AEB"/>
    <w:rsid w:val="00280DAF"/>
    <w:rsid w:val="00281242"/>
    <w:rsid w:val="00285303"/>
    <w:rsid w:val="00286E35"/>
    <w:rsid w:val="00291F13"/>
    <w:rsid w:val="00294A45"/>
    <w:rsid w:val="0029661B"/>
    <w:rsid w:val="00296918"/>
    <w:rsid w:val="00296E02"/>
    <w:rsid w:val="002A2E78"/>
    <w:rsid w:val="002A3F7C"/>
    <w:rsid w:val="002B094A"/>
    <w:rsid w:val="002B3750"/>
    <w:rsid w:val="002B5472"/>
    <w:rsid w:val="002B5FA4"/>
    <w:rsid w:val="002B6632"/>
    <w:rsid w:val="002C3087"/>
    <w:rsid w:val="002C36BF"/>
    <w:rsid w:val="002C60BD"/>
    <w:rsid w:val="002D1844"/>
    <w:rsid w:val="002E5373"/>
    <w:rsid w:val="002E7558"/>
    <w:rsid w:val="002E79DB"/>
    <w:rsid w:val="002F1BCA"/>
    <w:rsid w:val="002F2948"/>
    <w:rsid w:val="002F3E35"/>
    <w:rsid w:val="0031060A"/>
    <w:rsid w:val="00310B67"/>
    <w:rsid w:val="00314D1A"/>
    <w:rsid w:val="00314D69"/>
    <w:rsid w:val="003168D1"/>
    <w:rsid w:val="0032786A"/>
    <w:rsid w:val="00330520"/>
    <w:rsid w:val="00336FE3"/>
    <w:rsid w:val="00342C20"/>
    <w:rsid w:val="00343F02"/>
    <w:rsid w:val="00354A8F"/>
    <w:rsid w:val="0035513B"/>
    <w:rsid w:val="00355AE2"/>
    <w:rsid w:val="00365E49"/>
    <w:rsid w:val="00373780"/>
    <w:rsid w:val="00377BA9"/>
    <w:rsid w:val="00380C61"/>
    <w:rsid w:val="0038323C"/>
    <w:rsid w:val="0039029B"/>
    <w:rsid w:val="00397190"/>
    <w:rsid w:val="003A0881"/>
    <w:rsid w:val="003A2E92"/>
    <w:rsid w:val="003A33DE"/>
    <w:rsid w:val="003B471B"/>
    <w:rsid w:val="003B5F92"/>
    <w:rsid w:val="003C03AA"/>
    <w:rsid w:val="003C2A78"/>
    <w:rsid w:val="003C4EB0"/>
    <w:rsid w:val="003D2222"/>
    <w:rsid w:val="003D265E"/>
    <w:rsid w:val="003D288E"/>
    <w:rsid w:val="003D46CD"/>
    <w:rsid w:val="003D5516"/>
    <w:rsid w:val="003D5A29"/>
    <w:rsid w:val="003D6565"/>
    <w:rsid w:val="003E16F8"/>
    <w:rsid w:val="003E6A6D"/>
    <w:rsid w:val="003E7457"/>
    <w:rsid w:val="00411CE0"/>
    <w:rsid w:val="004125DB"/>
    <w:rsid w:val="004213F9"/>
    <w:rsid w:val="00427681"/>
    <w:rsid w:val="004309DE"/>
    <w:rsid w:val="00430A89"/>
    <w:rsid w:val="00441625"/>
    <w:rsid w:val="00443C01"/>
    <w:rsid w:val="0044558A"/>
    <w:rsid w:val="00451B4B"/>
    <w:rsid w:val="004560E0"/>
    <w:rsid w:val="00460C8D"/>
    <w:rsid w:val="00461BD6"/>
    <w:rsid w:val="00462F8C"/>
    <w:rsid w:val="00464610"/>
    <w:rsid w:val="00464B87"/>
    <w:rsid w:val="00467A38"/>
    <w:rsid w:val="004703A3"/>
    <w:rsid w:val="00472C71"/>
    <w:rsid w:val="004752DA"/>
    <w:rsid w:val="00481572"/>
    <w:rsid w:val="00482651"/>
    <w:rsid w:val="00486049"/>
    <w:rsid w:val="0048702F"/>
    <w:rsid w:val="0049035F"/>
    <w:rsid w:val="004945C7"/>
    <w:rsid w:val="004B0F5B"/>
    <w:rsid w:val="004B3180"/>
    <w:rsid w:val="004B719B"/>
    <w:rsid w:val="004C2B22"/>
    <w:rsid w:val="004C5D40"/>
    <w:rsid w:val="004C79CF"/>
    <w:rsid w:val="004C7F83"/>
    <w:rsid w:val="004D316D"/>
    <w:rsid w:val="004D476F"/>
    <w:rsid w:val="004E0D49"/>
    <w:rsid w:val="004E368D"/>
    <w:rsid w:val="004E3FBD"/>
    <w:rsid w:val="004E5E9B"/>
    <w:rsid w:val="004F045B"/>
    <w:rsid w:val="004F15E2"/>
    <w:rsid w:val="004F4B2D"/>
    <w:rsid w:val="004F7123"/>
    <w:rsid w:val="00505783"/>
    <w:rsid w:val="00511BE1"/>
    <w:rsid w:val="0051389C"/>
    <w:rsid w:val="00522707"/>
    <w:rsid w:val="005302E8"/>
    <w:rsid w:val="00530723"/>
    <w:rsid w:val="00536497"/>
    <w:rsid w:val="0054147C"/>
    <w:rsid w:val="0055112A"/>
    <w:rsid w:val="00553EA2"/>
    <w:rsid w:val="0056039C"/>
    <w:rsid w:val="005629AC"/>
    <w:rsid w:val="0057184A"/>
    <w:rsid w:val="00571CCC"/>
    <w:rsid w:val="00574F4F"/>
    <w:rsid w:val="0058076A"/>
    <w:rsid w:val="00584B1F"/>
    <w:rsid w:val="00585840"/>
    <w:rsid w:val="00587007"/>
    <w:rsid w:val="00591223"/>
    <w:rsid w:val="00591329"/>
    <w:rsid w:val="0059662E"/>
    <w:rsid w:val="005A2A8B"/>
    <w:rsid w:val="005B06E5"/>
    <w:rsid w:val="005B109C"/>
    <w:rsid w:val="005B28AF"/>
    <w:rsid w:val="005B4C86"/>
    <w:rsid w:val="005B60D2"/>
    <w:rsid w:val="005C620C"/>
    <w:rsid w:val="005C797C"/>
    <w:rsid w:val="005D1007"/>
    <w:rsid w:val="005D15C9"/>
    <w:rsid w:val="005D4170"/>
    <w:rsid w:val="005D4C22"/>
    <w:rsid w:val="005D6C7E"/>
    <w:rsid w:val="005F16E5"/>
    <w:rsid w:val="005F3BC5"/>
    <w:rsid w:val="005F70C3"/>
    <w:rsid w:val="00601AB4"/>
    <w:rsid w:val="00602540"/>
    <w:rsid w:val="00604B50"/>
    <w:rsid w:val="006072EC"/>
    <w:rsid w:val="00607FE7"/>
    <w:rsid w:val="0062205E"/>
    <w:rsid w:val="0062275D"/>
    <w:rsid w:val="006239A7"/>
    <w:rsid w:val="0062412F"/>
    <w:rsid w:val="00633AAD"/>
    <w:rsid w:val="00642C5F"/>
    <w:rsid w:val="00647D6C"/>
    <w:rsid w:val="00653809"/>
    <w:rsid w:val="006542C4"/>
    <w:rsid w:val="006600F4"/>
    <w:rsid w:val="00662FE7"/>
    <w:rsid w:val="0067390E"/>
    <w:rsid w:val="00676C41"/>
    <w:rsid w:val="0069043C"/>
    <w:rsid w:val="006906B7"/>
    <w:rsid w:val="006925B5"/>
    <w:rsid w:val="006A310F"/>
    <w:rsid w:val="006A792D"/>
    <w:rsid w:val="006B4638"/>
    <w:rsid w:val="006B6D00"/>
    <w:rsid w:val="006D0BC9"/>
    <w:rsid w:val="006D25E5"/>
    <w:rsid w:val="006D35EF"/>
    <w:rsid w:val="006D3D10"/>
    <w:rsid w:val="006D5B96"/>
    <w:rsid w:val="006D6706"/>
    <w:rsid w:val="006E36FE"/>
    <w:rsid w:val="006E4454"/>
    <w:rsid w:val="006E4CCC"/>
    <w:rsid w:val="006E6661"/>
    <w:rsid w:val="006F0A47"/>
    <w:rsid w:val="006F2120"/>
    <w:rsid w:val="006F6359"/>
    <w:rsid w:val="006F7F67"/>
    <w:rsid w:val="00700497"/>
    <w:rsid w:val="007014DC"/>
    <w:rsid w:val="00703EC0"/>
    <w:rsid w:val="00707128"/>
    <w:rsid w:val="00707F04"/>
    <w:rsid w:val="00712C01"/>
    <w:rsid w:val="00713696"/>
    <w:rsid w:val="0071503A"/>
    <w:rsid w:val="00716243"/>
    <w:rsid w:val="0072718E"/>
    <w:rsid w:val="00732706"/>
    <w:rsid w:val="0074497D"/>
    <w:rsid w:val="007537CD"/>
    <w:rsid w:val="007549B7"/>
    <w:rsid w:val="007641CD"/>
    <w:rsid w:val="00777E56"/>
    <w:rsid w:val="00780A9E"/>
    <w:rsid w:val="00783B5F"/>
    <w:rsid w:val="007848C1"/>
    <w:rsid w:val="007A0208"/>
    <w:rsid w:val="007A360B"/>
    <w:rsid w:val="007A4467"/>
    <w:rsid w:val="007A4BD6"/>
    <w:rsid w:val="007A579A"/>
    <w:rsid w:val="007A5D82"/>
    <w:rsid w:val="007B011C"/>
    <w:rsid w:val="007B2091"/>
    <w:rsid w:val="007B3A38"/>
    <w:rsid w:val="007C0FCB"/>
    <w:rsid w:val="007C1FFA"/>
    <w:rsid w:val="007D41A6"/>
    <w:rsid w:val="007F0522"/>
    <w:rsid w:val="007F212A"/>
    <w:rsid w:val="007F22E5"/>
    <w:rsid w:val="007F2A34"/>
    <w:rsid w:val="00801463"/>
    <w:rsid w:val="00804236"/>
    <w:rsid w:val="00805882"/>
    <w:rsid w:val="008074B9"/>
    <w:rsid w:val="00812A23"/>
    <w:rsid w:val="00813229"/>
    <w:rsid w:val="0082199D"/>
    <w:rsid w:val="00840509"/>
    <w:rsid w:val="0084485D"/>
    <w:rsid w:val="00845B24"/>
    <w:rsid w:val="008503A7"/>
    <w:rsid w:val="00860593"/>
    <w:rsid w:val="008712EE"/>
    <w:rsid w:val="00871637"/>
    <w:rsid w:val="0087414B"/>
    <w:rsid w:val="008829EF"/>
    <w:rsid w:val="00883538"/>
    <w:rsid w:val="008911B1"/>
    <w:rsid w:val="0089526F"/>
    <w:rsid w:val="008A6339"/>
    <w:rsid w:val="008B0783"/>
    <w:rsid w:val="008B2637"/>
    <w:rsid w:val="008B34B3"/>
    <w:rsid w:val="008B46B6"/>
    <w:rsid w:val="008B7307"/>
    <w:rsid w:val="008B7A11"/>
    <w:rsid w:val="008C513D"/>
    <w:rsid w:val="008C5250"/>
    <w:rsid w:val="008D0BF7"/>
    <w:rsid w:val="008D436D"/>
    <w:rsid w:val="008D4DB8"/>
    <w:rsid w:val="008D7B08"/>
    <w:rsid w:val="008E2327"/>
    <w:rsid w:val="008F0C0C"/>
    <w:rsid w:val="008F4CDA"/>
    <w:rsid w:val="00905388"/>
    <w:rsid w:val="0091226C"/>
    <w:rsid w:val="00914D55"/>
    <w:rsid w:val="00914E5A"/>
    <w:rsid w:val="0091551F"/>
    <w:rsid w:val="00921B4D"/>
    <w:rsid w:val="00924153"/>
    <w:rsid w:val="009266C5"/>
    <w:rsid w:val="00936FAE"/>
    <w:rsid w:val="00937F97"/>
    <w:rsid w:val="00950B25"/>
    <w:rsid w:val="00950B89"/>
    <w:rsid w:val="009514FC"/>
    <w:rsid w:val="00953A93"/>
    <w:rsid w:val="00962297"/>
    <w:rsid w:val="00963EC9"/>
    <w:rsid w:val="00964B67"/>
    <w:rsid w:val="00970C43"/>
    <w:rsid w:val="00973349"/>
    <w:rsid w:val="009804E2"/>
    <w:rsid w:val="00980917"/>
    <w:rsid w:val="00995496"/>
    <w:rsid w:val="00997015"/>
    <w:rsid w:val="009A17AC"/>
    <w:rsid w:val="009B0FE9"/>
    <w:rsid w:val="009B1BAF"/>
    <w:rsid w:val="009B242A"/>
    <w:rsid w:val="009D2B79"/>
    <w:rsid w:val="009D4797"/>
    <w:rsid w:val="009E0A1D"/>
    <w:rsid w:val="009E66D1"/>
    <w:rsid w:val="009E76FB"/>
    <w:rsid w:val="009F08F6"/>
    <w:rsid w:val="009F4CE3"/>
    <w:rsid w:val="009F5F16"/>
    <w:rsid w:val="00A04BD5"/>
    <w:rsid w:val="00A05441"/>
    <w:rsid w:val="00A058FF"/>
    <w:rsid w:val="00A05C93"/>
    <w:rsid w:val="00A065A5"/>
    <w:rsid w:val="00A11F4F"/>
    <w:rsid w:val="00A13DB0"/>
    <w:rsid w:val="00A16215"/>
    <w:rsid w:val="00A16768"/>
    <w:rsid w:val="00A21424"/>
    <w:rsid w:val="00A22B14"/>
    <w:rsid w:val="00A31067"/>
    <w:rsid w:val="00A31FE6"/>
    <w:rsid w:val="00A327DB"/>
    <w:rsid w:val="00A33492"/>
    <w:rsid w:val="00A35090"/>
    <w:rsid w:val="00A35FF3"/>
    <w:rsid w:val="00A44662"/>
    <w:rsid w:val="00A5207A"/>
    <w:rsid w:val="00A524DE"/>
    <w:rsid w:val="00A54059"/>
    <w:rsid w:val="00A67EAF"/>
    <w:rsid w:val="00A71134"/>
    <w:rsid w:val="00A73CDD"/>
    <w:rsid w:val="00A745C4"/>
    <w:rsid w:val="00A761B2"/>
    <w:rsid w:val="00A804D7"/>
    <w:rsid w:val="00A805CB"/>
    <w:rsid w:val="00A80E4A"/>
    <w:rsid w:val="00A86C5B"/>
    <w:rsid w:val="00A93B1D"/>
    <w:rsid w:val="00A9455C"/>
    <w:rsid w:val="00A9480C"/>
    <w:rsid w:val="00A9510A"/>
    <w:rsid w:val="00AA0378"/>
    <w:rsid w:val="00AA15C9"/>
    <w:rsid w:val="00AA7240"/>
    <w:rsid w:val="00AB56E7"/>
    <w:rsid w:val="00AC0FE6"/>
    <w:rsid w:val="00AC10D6"/>
    <w:rsid w:val="00AD00E1"/>
    <w:rsid w:val="00AD1B09"/>
    <w:rsid w:val="00AD611C"/>
    <w:rsid w:val="00AD7635"/>
    <w:rsid w:val="00AD7AAD"/>
    <w:rsid w:val="00AE58B6"/>
    <w:rsid w:val="00AE6294"/>
    <w:rsid w:val="00AE64F3"/>
    <w:rsid w:val="00B0260B"/>
    <w:rsid w:val="00B05D26"/>
    <w:rsid w:val="00B12B74"/>
    <w:rsid w:val="00B2009A"/>
    <w:rsid w:val="00B223A8"/>
    <w:rsid w:val="00B2411C"/>
    <w:rsid w:val="00B42CEA"/>
    <w:rsid w:val="00B4304C"/>
    <w:rsid w:val="00B46419"/>
    <w:rsid w:val="00B556F9"/>
    <w:rsid w:val="00B60B9A"/>
    <w:rsid w:val="00B6126D"/>
    <w:rsid w:val="00B62746"/>
    <w:rsid w:val="00B645AB"/>
    <w:rsid w:val="00B67909"/>
    <w:rsid w:val="00B74235"/>
    <w:rsid w:val="00B837B1"/>
    <w:rsid w:val="00B85003"/>
    <w:rsid w:val="00B867EB"/>
    <w:rsid w:val="00B91CE4"/>
    <w:rsid w:val="00BA2671"/>
    <w:rsid w:val="00BA606C"/>
    <w:rsid w:val="00BB4052"/>
    <w:rsid w:val="00BC0FF7"/>
    <w:rsid w:val="00BC5AEF"/>
    <w:rsid w:val="00BC5BEB"/>
    <w:rsid w:val="00BD00FF"/>
    <w:rsid w:val="00BD0809"/>
    <w:rsid w:val="00BD5DA7"/>
    <w:rsid w:val="00BE4709"/>
    <w:rsid w:val="00BE75D1"/>
    <w:rsid w:val="00BF46FA"/>
    <w:rsid w:val="00C005E0"/>
    <w:rsid w:val="00C008AE"/>
    <w:rsid w:val="00C03F00"/>
    <w:rsid w:val="00C062B0"/>
    <w:rsid w:val="00C075BD"/>
    <w:rsid w:val="00C075D4"/>
    <w:rsid w:val="00C221E8"/>
    <w:rsid w:val="00C229DC"/>
    <w:rsid w:val="00C2353B"/>
    <w:rsid w:val="00C25A53"/>
    <w:rsid w:val="00C37510"/>
    <w:rsid w:val="00C40278"/>
    <w:rsid w:val="00C502B8"/>
    <w:rsid w:val="00C50BCC"/>
    <w:rsid w:val="00C55932"/>
    <w:rsid w:val="00C60390"/>
    <w:rsid w:val="00C7202E"/>
    <w:rsid w:val="00C72251"/>
    <w:rsid w:val="00C82116"/>
    <w:rsid w:val="00C90D28"/>
    <w:rsid w:val="00C958EB"/>
    <w:rsid w:val="00C95F40"/>
    <w:rsid w:val="00C97B6E"/>
    <w:rsid w:val="00CB6411"/>
    <w:rsid w:val="00CC2197"/>
    <w:rsid w:val="00CC4BA9"/>
    <w:rsid w:val="00CD1018"/>
    <w:rsid w:val="00CD45D7"/>
    <w:rsid w:val="00CD5D96"/>
    <w:rsid w:val="00CD6502"/>
    <w:rsid w:val="00CD7DF2"/>
    <w:rsid w:val="00CE372B"/>
    <w:rsid w:val="00CE472D"/>
    <w:rsid w:val="00CE4745"/>
    <w:rsid w:val="00CE680A"/>
    <w:rsid w:val="00CF475D"/>
    <w:rsid w:val="00CF6936"/>
    <w:rsid w:val="00CF6C51"/>
    <w:rsid w:val="00D011E9"/>
    <w:rsid w:val="00D01C75"/>
    <w:rsid w:val="00D205B5"/>
    <w:rsid w:val="00D20C8D"/>
    <w:rsid w:val="00D24E84"/>
    <w:rsid w:val="00D26ABB"/>
    <w:rsid w:val="00D2714D"/>
    <w:rsid w:val="00D33CBB"/>
    <w:rsid w:val="00D37149"/>
    <w:rsid w:val="00D420B9"/>
    <w:rsid w:val="00D47023"/>
    <w:rsid w:val="00D5307E"/>
    <w:rsid w:val="00D53F2E"/>
    <w:rsid w:val="00D5498A"/>
    <w:rsid w:val="00D553F2"/>
    <w:rsid w:val="00D556C3"/>
    <w:rsid w:val="00D60E50"/>
    <w:rsid w:val="00D62F08"/>
    <w:rsid w:val="00D63538"/>
    <w:rsid w:val="00D71F35"/>
    <w:rsid w:val="00D773E8"/>
    <w:rsid w:val="00D80164"/>
    <w:rsid w:val="00D86DB5"/>
    <w:rsid w:val="00D91204"/>
    <w:rsid w:val="00D94F40"/>
    <w:rsid w:val="00D96765"/>
    <w:rsid w:val="00DA030F"/>
    <w:rsid w:val="00DA3C7F"/>
    <w:rsid w:val="00DA6D26"/>
    <w:rsid w:val="00DB0826"/>
    <w:rsid w:val="00DB3DCB"/>
    <w:rsid w:val="00DC47D7"/>
    <w:rsid w:val="00DC654F"/>
    <w:rsid w:val="00DC667B"/>
    <w:rsid w:val="00DE0611"/>
    <w:rsid w:val="00DE2AB4"/>
    <w:rsid w:val="00DE364D"/>
    <w:rsid w:val="00DF347D"/>
    <w:rsid w:val="00DF4256"/>
    <w:rsid w:val="00DF59C9"/>
    <w:rsid w:val="00DF6FBF"/>
    <w:rsid w:val="00E00E57"/>
    <w:rsid w:val="00E025B3"/>
    <w:rsid w:val="00E026C9"/>
    <w:rsid w:val="00E0329E"/>
    <w:rsid w:val="00E0446E"/>
    <w:rsid w:val="00E06DB7"/>
    <w:rsid w:val="00E07F6A"/>
    <w:rsid w:val="00E13FF4"/>
    <w:rsid w:val="00E14A45"/>
    <w:rsid w:val="00E2216E"/>
    <w:rsid w:val="00E25BF5"/>
    <w:rsid w:val="00E301D8"/>
    <w:rsid w:val="00E437E1"/>
    <w:rsid w:val="00E43D58"/>
    <w:rsid w:val="00E43D5D"/>
    <w:rsid w:val="00E4678A"/>
    <w:rsid w:val="00E55563"/>
    <w:rsid w:val="00E60B75"/>
    <w:rsid w:val="00E6214D"/>
    <w:rsid w:val="00E67E60"/>
    <w:rsid w:val="00E765A3"/>
    <w:rsid w:val="00E76B53"/>
    <w:rsid w:val="00E86290"/>
    <w:rsid w:val="00E9097B"/>
    <w:rsid w:val="00EA1FEE"/>
    <w:rsid w:val="00EA5EF9"/>
    <w:rsid w:val="00EB1160"/>
    <w:rsid w:val="00EB4ABB"/>
    <w:rsid w:val="00EB5576"/>
    <w:rsid w:val="00EB566C"/>
    <w:rsid w:val="00EB7B39"/>
    <w:rsid w:val="00ED3237"/>
    <w:rsid w:val="00ED5A24"/>
    <w:rsid w:val="00EE037A"/>
    <w:rsid w:val="00EF0562"/>
    <w:rsid w:val="00EF21FB"/>
    <w:rsid w:val="00EF38C4"/>
    <w:rsid w:val="00EF4E48"/>
    <w:rsid w:val="00F03A85"/>
    <w:rsid w:val="00F047F5"/>
    <w:rsid w:val="00F1401C"/>
    <w:rsid w:val="00F14DD7"/>
    <w:rsid w:val="00F154D1"/>
    <w:rsid w:val="00F16234"/>
    <w:rsid w:val="00F30AAE"/>
    <w:rsid w:val="00F31FBB"/>
    <w:rsid w:val="00F3658F"/>
    <w:rsid w:val="00F37F65"/>
    <w:rsid w:val="00F41BE2"/>
    <w:rsid w:val="00F52C33"/>
    <w:rsid w:val="00F553A9"/>
    <w:rsid w:val="00F559F7"/>
    <w:rsid w:val="00F70E3F"/>
    <w:rsid w:val="00F763DF"/>
    <w:rsid w:val="00F83D5C"/>
    <w:rsid w:val="00F851E0"/>
    <w:rsid w:val="00F97096"/>
    <w:rsid w:val="00FA343F"/>
    <w:rsid w:val="00FA5DC0"/>
    <w:rsid w:val="00FA72B9"/>
    <w:rsid w:val="00FA7FBC"/>
    <w:rsid w:val="00FB3E40"/>
    <w:rsid w:val="00FB428E"/>
    <w:rsid w:val="00FB59DF"/>
    <w:rsid w:val="00FC3ACB"/>
    <w:rsid w:val="00FC3DC9"/>
    <w:rsid w:val="00FC7668"/>
    <w:rsid w:val="00FD21DF"/>
    <w:rsid w:val="00FD3496"/>
    <w:rsid w:val="00FD7DB4"/>
    <w:rsid w:val="00FE2801"/>
    <w:rsid w:val="00FF425E"/>
    <w:rsid w:val="00FF62FE"/>
    <w:rsid w:val="00FF6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2" fillcolor="white">
      <v:fill color="white"/>
      <o:colormru v:ext="edit" colors="lime,#f60,#d60093,blue,#f06"/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C5D40"/>
    <w:pPr>
      <w:spacing w:line="300" w:lineRule="exact"/>
      <w:ind w:firstLine="567"/>
    </w:pPr>
    <w:rPr>
      <w:rFonts w:ascii="Microsoft Sans Serif" w:hAnsi="Microsoft Sans Serif"/>
    </w:rPr>
  </w:style>
  <w:style w:type="paragraph" w:styleId="Nadpis1">
    <w:name w:val="heading 1"/>
    <w:basedOn w:val="Normln"/>
    <w:next w:val="Normln"/>
    <w:autoRedefine/>
    <w:qFormat/>
    <w:rsid w:val="004C5D40"/>
    <w:pPr>
      <w:keepNext/>
      <w:numPr>
        <w:numId w:val="9"/>
      </w:numPr>
      <w:spacing w:line="240" w:lineRule="auto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autoRedefine/>
    <w:qFormat/>
    <w:rsid w:val="009B1BAF"/>
    <w:pPr>
      <w:keepNext/>
      <w:spacing w:after="120" w:line="360" w:lineRule="auto"/>
      <w:ind w:firstLine="0"/>
      <w:jc w:val="center"/>
      <w:outlineLvl w:val="1"/>
    </w:pPr>
    <w:rPr>
      <w:b/>
      <w:sz w:val="24"/>
    </w:rPr>
  </w:style>
  <w:style w:type="paragraph" w:styleId="Nadpis3">
    <w:name w:val="heading 3"/>
    <w:basedOn w:val="Normln"/>
    <w:next w:val="Normln"/>
    <w:autoRedefine/>
    <w:qFormat/>
    <w:rsid w:val="002C3087"/>
    <w:pPr>
      <w:keepNext/>
      <w:numPr>
        <w:ilvl w:val="2"/>
        <w:numId w:val="9"/>
      </w:numPr>
      <w:spacing w:after="120"/>
      <w:outlineLvl w:val="2"/>
    </w:pPr>
    <w:rPr>
      <w:rFonts w:ascii="Calibri" w:hAnsi="Calibri"/>
      <w:b/>
    </w:rPr>
  </w:style>
  <w:style w:type="paragraph" w:styleId="Nadpis4">
    <w:name w:val="heading 4"/>
    <w:basedOn w:val="Normln"/>
    <w:next w:val="Normln"/>
    <w:qFormat/>
    <w:rsid w:val="004C5D40"/>
    <w:pPr>
      <w:keepNext/>
      <w:numPr>
        <w:ilvl w:val="3"/>
        <w:numId w:val="9"/>
      </w:numPr>
      <w:jc w:val="center"/>
      <w:outlineLvl w:val="3"/>
    </w:pPr>
    <w:rPr>
      <w:rFonts w:ascii="Arial" w:hAnsi="Arial"/>
      <w:b/>
      <w:snapToGrid w:val="0"/>
      <w:color w:val="000000"/>
    </w:rPr>
  </w:style>
  <w:style w:type="paragraph" w:styleId="Nadpis5">
    <w:name w:val="heading 5"/>
    <w:basedOn w:val="Normln"/>
    <w:next w:val="Normln"/>
    <w:qFormat/>
    <w:rsid w:val="004C5D40"/>
    <w:pPr>
      <w:keepNext/>
      <w:numPr>
        <w:ilvl w:val="4"/>
        <w:numId w:val="9"/>
      </w:numPr>
      <w:jc w:val="center"/>
      <w:outlineLvl w:val="4"/>
    </w:pPr>
    <w:rPr>
      <w:b/>
      <w:bCs/>
      <w:sz w:val="24"/>
    </w:rPr>
  </w:style>
  <w:style w:type="paragraph" w:styleId="Nadpis6">
    <w:name w:val="heading 6"/>
    <w:basedOn w:val="Normln"/>
    <w:next w:val="Normln"/>
    <w:qFormat/>
    <w:rsid w:val="004C5D40"/>
    <w:pPr>
      <w:keepNext/>
      <w:numPr>
        <w:ilvl w:val="5"/>
        <w:numId w:val="9"/>
      </w:numPr>
      <w:jc w:val="center"/>
      <w:outlineLvl w:val="5"/>
    </w:pPr>
    <w:rPr>
      <w:rFonts w:ascii="Arial" w:hAnsi="Arial" w:cs="Arial"/>
      <w:b/>
      <w:bCs/>
      <w:sz w:val="16"/>
      <w:szCs w:val="14"/>
    </w:rPr>
  </w:style>
  <w:style w:type="paragraph" w:styleId="Nadpis7">
    <w:name w:val="heading 7"/>
    <w:basedOn w:val="Normln"/>
    <w:next w:val="Normln"/>
    <w:qFormat/>
    <w:rsid w:val="004C5D40"/>
    <w:pPr>
      <w:keepNext/>
      <w:numPr>
        <w:ilvl w:val="6"/>
        <w:numId w:val="9"/>
      </w:numPr>
      <w:spacing w:after="120"/>
      <w:jc w:val="both"/>
      <w:outlineLvl w:val="6"/>
    </w:pPr>
    <w:rPr>
      <w:b/>
      <w:sz w:val="24"/>
    </w:rPr>
  </w:style>
  <w:style w:type="paragraph" w:styleId="Nadpis8">
    <w:name w:val="heading 8"/>
    <w:basedOn w:val="Normln"/>
    <w:next w:val="Normln"/>
    <w:qFormat/>
    <w:rsid w:val="004C5D40"/>
    <w:pPr>
      <w:keepNext/>
      <w:numPr>
        <w:ilvl w:val="7"/>
        <w:numId w:val="9"/>
      </w:numPr>
      <w:jc w:val="center"/>
      <w:outlineLvl w:val="7"/>
    </w:pPr>
    <w:rPr>
      <w:rFonts w:ascii="Arial" w:hAnsi="Arial"/>
      <w:b/>
      <w:bCs/>
    </w:rPr>
  </w:style>
  <w:style w:type="paragraph" w:styleId="Nadpis9">
    <w:name w:val="heading 9"/>
    <w:basedOn w:val="Normln"/>
    <w:next w:val="Normln"/>
    <w:qFormat/>
    <w:rsid w:val="004C5D40"/>
    <w:pPr>
      <w:keepNext/>
      <w:numPr>
        <w:ilvl w:val="8"/>
        <w:numId w:val="9"/>
      </w:numPr>
      <w:outlineLvl w:val="8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rsid w:val="002B5472"/>
    <w:pPr>
      <w:shd w:val="clear" w:color="auto" w:fill="000080"/>
    </w:pPr>
    <w:rPr>
      <w:rFonts w:ascii="Tahoma" w:hAnsi="Tahoma"/>
    </w:rPr>
  </w:style>
  <w:style w:type="paragraph" w:customStyle="1" w:styleId="Popisdilaprvnistrana">
    <w:name w:val="Popis dila prvni strana"/>
    <w:basedOn w:val="Normln"/>
    <w:autoRedefine/>
    <w:rsid w:val="00BE4709"/>
    <w:pPr>
      <w:pBdr>
        <w:top w:val="double" w:sz="24" w:space="1" w:color="0000FF"/>
        <w:left w:val="double" w:sz="24" w:space="4" w:color="0000FF"/>
        <w:bottom w:val="double" w:sz="24" w:space="1" w:color="0000FF"/>
        <w:right w:val="double" w:sz="24" w:space="4" w:color="0000FF"/>
      </w:pBdr>
      <w:spacing w:before="360" w:line="480" w:lineRule="auto"/>
      <w:ind w:left="284" w:firstLine="0"/>
      <w:jc w:val="center"/>
    </w:pPr>
    <w:rPr>
      <w:rFonts w:ascii="Calibri" w:hAnsi="Calibri"/>
      <w:b/>
      <w:bCs/>
      <w:color w:val="0000FF"/>
      <w:sz w:val="36"/>
    </w:rPr>
  </w:style>
  <w:style w:type="paragraph" w:styleId="Zkladntextodsazen">
    <w:name w:val="Body Text Indent"/>
    <w:basedOn w:val="Normln"/>
    <w:rsid w:val="002B5472"/>
    <w:pPr>
      <w:ind w:firstLine="495"/>
      <w:jc w:val="both"/>
    </w:pPr>
  </w:style>
  <w:style w:type="paragraph" w:customStyle="1" w:styleId="Stylseznamu1">
    <w:name w:val="Styl_seznamu_1"/>
    <w:basedOn w:val="Obsah1"/>
    <w:autoRedefine/>
    <w:rsid w:val="00D86DB5"/>
    <w:pPr>
      <w:tabs>
        <w:tab w:val="right" w:leader="dot" w:pos="13467"/>
      </w:tabs>
    </w:pPr>
    <w:rPr>
      <w:rFonts w:cs="Microsoft Sans Serif"/>
    </w:rPr>
  </w:style>
  <w:style w:type="paragraph" w:styleId="Seznam">
    <w:name w:val="List"/>
    <w:basedOn w:val="Normln"/>
    <w:rsid w:val="002B5472"/>
    <w:pPr>
      <w:ind w:left="283" w:hanging="283"/>
    </w:pPr>
  </w:style>
  <w:style w:type="paragraph" w:styleId="Seznam3">
    <w:name w:val="List 3"/>
    <w:basedOn w:val="Normln"/>
    <w:rsid w:val="002B5472"/>
    <w:pPr>
      <w:ind w:left="849" w:hanging="283"/>
    </w:pPr>
  </w:style>
  <w:style w:type="paragraph" w:styleId="Zpat">
    <w:name w:val="footer"/>
    <w:basedOn w:val="Normln"/>
    <w:rsid w:val="002B5472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2B5472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2B5472"/>
    <w:pPr>
      <w:spacing w:after="120"/>
      <w:jc w:val="both"/>
    </w:pPr>
  </w:style>
  <w:style w:type="paragraph" w:styleId="Obsah1">
    <w:name w:val="toc 1"/>
    <w:basedOn w:val="Normln"/>
    <w:next w:val="Normln"/>
    <w:autoRedefine/>
    <w:uiPriority w:val="39"/>
    <w:rsid w:val="003E6A6D"/>
    <w:pPr>
      <w:tabs>
        <w:tab w:val="left" w:pos="1000"/>
        <w:tab w:val="right" w:leader="dot" w:pos="9781"/>
      </w:tabs>
      <w:spacing w:before="120" w:after="120"/>
      <w:ind w:right="352" w:hanging="567"/>
    </w:pPr>
    <w:rPr>
      <w:b/>
      <w:bCs/>
      <w:caps/>
      <w:noProof/>
      <w:sz w:val="24"/>
    </w:rPr>
  </w:style>
  <w:style w:type="paragraph" w:styleId="Obsah2">
    <w:name w:val="toc 2"/>
    <w:basedOn w:val="Normln"/>
    <w:next w:val="Normln"/>
    <w:autoRedefine/>
    <w:uiPriority w:val="39"/>
    <w:rsid w:val="003E6A6D"/>
    <w:pPr>
      <w:tabs>
        <w:tab w:val="right" w:leader="dot" w:pos="9781"/>
      </w:tabs>
      <w:ind w:left="199" w:right="352" w:hanging="709"/>
    </w:pPr>
    <w:rPr>
      <w:smallCaps/>
      <w:sz w:val="22"/>
    </w:rPr>
  </w:style>
  <w:style w:type="paragraph" w:styleId="Obsah3">
    <w:name w:val="toc 3"/>
    <w:basedOn w:val="Normln"/>
    <w:next w:val="Normln"/>
    <w:autoRedefine/>
    <w:uiPriority w:val="39"/>
    <w:rsid w:val="003E6A6D"/>
    <w:pPr>
      <w:tabs>
        <w:tab w:val="right" w:leader="dot" w:pos="9781"/>
      </w:tabs>
      <w:ind w:left="400" w:right="352" w:hanging="709"/>
    </w:pPr>
    <w:rPr>
      <w:iCs/>
    </w:rPr>
  </w:style>
  <w:style w:type="paragraph" w:styleId="Obsah4">
    <w:name w:val="toc 4"/>
    <w:basedOn w:val="Normln"/>
    <w:next w:val="Normln"/>
    <w:autoRedefine/>
    <w:semiHidden/>
    <w:rsid w:val="002B5472"/>
    <w:pPr>
      <w:ind w:left="600"/>
    </w:pPr>
    <w:rPr>
      <w:rFonts w:ascii="Times New Roman" w:hAnsi="Times New Roman"/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2B5472"/>
    <w:pPr>
      <w:ind w:left="800"/>
    </w:pPr>
    <w:rPr>
      <w:rFonts w:ascii="Times New Roman" w:hAnsi="Times New Roman"/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2B5472"/>
    <w:pPr>
      <w:ind w:left="1000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2B5472"/>
    <w:pPr>
      <w:ind w:left="1200"/>
    </w:pPr>
    <w:rPr>
      <w:rFonts w:ascii="Times New Roman" w:hAnsi="Times New Roman"/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2B5472"/>
    <w:pPr>
      <w:ind w:left="1400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2B5472"/>
    <w:pPr>
      <w:ind w:left="1600"/>
    </w:pPr>
    <w:rPr>
      <w:rFonts w:ascii="Times New Roman" w:hAnsi="Times New Roman"/>
      <w:sz w:val="18"/>
      <w:szCs w:val="18"/>
    </w:rPr>
  </w:style>
  <w:style w:type="paragraph" w:styleId="Zkladntextodsazen3">
    <w:name w:val="Body Text Indent 3"/>
    <w:basedOn w:val="Normln"/>
    <w:rsid w:val="002B5472"/>
    <w:pPr>
      <w:spacing w:after="120"/>
      <w:ind w:left="284" w:hanging="284"/>
      <w:jc w:val="both"/>
    </w:pPr>
    <w:rPr>
      <w:sz w:val="24"/>
    </w:rPr>
  </w:style>
  <w:style w:type="paragraph" w:styleId="Zkladntext3">
    <w:name w:val="Body Text 3"/>
    <w:basedOn w:val="Normln"/>
    <w:rsid w:val="002B5472"/>
    <w:pPr>
      <w:spacing w:after="120"/>
      <w:jc w:val="center"/>
    </w:pPr>
    <w:rPr>
      <w:b/>
    </w:rPr>
  </w:style>
  <w:style w:type="paragraph" w:customStyle="1" w:styleId="xl24">
    <w:name w:val="xl24"/>
    <w:basedOn w:val="Normln"/>
    <w:rsid w:val="002B5472"/>
    <w:pPr>
      <w:pBdr>
        <w:top w:val="double" w:sz="6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25">
    <w:name w:val="xl25"/>
    <w:basedOn w:val="Normln"/>
    <w:rsid w:val="002B5472"/>
    <w:pPr>
      <w:pBdr>
        <w:left w:val="double" w:sz="6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26">
    <w:name w:val="xl26"/>
    <w:basedOn w:val="Normln"/>
    <w:rsid w:val="002B5472"/>
    <w:pPr>
      <w:pBdr>
        <w:right w:val="double" w:sz="6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27">
    <w:name w:val="xl27"/>
    <w:basedOn w:val="Normln"/>
    <w:rsid w:val="002B5472"/>
    <w:pP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28">
    <w:name w:val="xl28"/>
    <w:basedOn w:val="Normln"/>
    <w:rsid w:val="002B5472"/>
    <w:pPr>
      <w:pBdr>
        <w:left w:val="double" w:sz="6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29">
    <w:name w:val="xl29"/>
    <w:basedOn w:val="Normln"/>
    <w:rsid w:val="002B5472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30">
    <w:name w:val="xl30"/>
    <w:basedOn w:val="Normln"/>
    <w:rsid w:val="002B5472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31">
    <w:name w:val="xl31"/>
    <w:basedOn w:val="Normln"/>
    <w:rsid w:val="002B5472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32">
    <w:name w:val="xl32"/>
    <w:basedOn w:val="Normln"/>
    <w:rsid w:val="002B5472"/>
    <w:pPr>
      <w:pBdr>
        <w:left w:val="single" w:sz="4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33">
    <w:name w:val="xl33"/>
    <w:basedOn w:val="Normln"/>
    <w:rsid w:val="002B5472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34">
    <w:name w:val="xl34"/>
    <w:basedOn w:val="Normln"/>
    <w:rsid w:val="002B5472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35">
    <w:name w:val="xl35"/>
    <w:basedOn w:val="Normln"/>
    <w:rsid w:val="002B5472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36">
    <w:name w:val="xl36"/>
    <w:basedOn w:val="Normln"/>
    <w:rsid w:val="002B5472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37">
    <w:name w:val="xl37"/>
    <w:basedOn w:val="Normln"/>
    <w:rsid w:val="002B5472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38">
    <w:name w:val="xl38"/>
    <w:basedOn w:val="Normln"/>
    <w:rsid w:val="002B5472"/>
    <w:pPr>
      <w:pBdr>
        <w:top w:val="double" w:sz="6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39">
    <w:name w:val="xl39"/>
    <w:basedOn w:val="Normln"/>
    <w:rsid w:val="002B5472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40">
    <w:name w:val="xl40"/>
    <w:basedOn w:val="Normln"/>
    <w:rsid w:val="002B5472"/>
    <w:pPr>
      <w:pBdr>
        <w:top w:val="double" w:sz="6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41">
    <w:name w:val="xl41"/>
    <w:basedOn w:val="Normln"/>
    <w:rsid w:val="002B5472"/>
    <w:pPr>
      <w:pBdr>
        <w:top w:val="double" w:sz="6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42">
    <w:name w:val="xl42"/>
    <w:basedOn w:val="Normln"/>
    <w:rsid w:val="002B5472"/>
    <w:pPr>
      <w:pBdr>
        <w:left w:val="double" w:sz="6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43">
    <w:name w:val="xl43"/>
    <w:basedOn w:val="Normln"/>
    <w:rsid w:val="002B5472"/>
    <w:pPr>
      <w:pBdr>
        <w:top w:val="double" w:sz="6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44">
    <w:name w:val="xl44"/>
    <w:basedOn w:val="Normln"/>
    <w:rsid w:val="002B5472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45">
    <w:name w:val="xl45"/>
    <w:basedOn w:val="Normln"/>
    <w:rsid w:val="002B5472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46">
    <w:name w:val="xl46"/>
    <w:basedOn w:val="Normln"/>
    <w:rsid w:val="002B54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47">
    <w:name w:val="xl47"/>
    <w:basedOn w:val="Normln"/>
    <w:rsid w:val="002B54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48">
    <w:name w:val="xl48"/>
    <w:basedOn w:val="Normln"/>
    <w:rsid w:val="002B5472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49">
    <w:name w:val="xl49"/>
    <w:basedOn w:val="Normln"/>
    <w:rsid w:val="002B5472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50">
    <w:name w:val="xl50"/>
    <w:basedOn w:val="Normln"/>
    <w:rsid w:val="002B5472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51">
    <w:name w:val="xl51"/>
    <w:basedOn w:val="Normln"/>
    <w:rsid w:val="002B5472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52">
    <w:name w:val="xl52"/>
    <w:basedOn w:val="Normln"/>
    <w:rsid w:val="002B5472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53">
    <w:name w:val="xl53"/>
    <w:basedOn w:val="Normln"/>
    <w:rsid w:val="002B5472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54">
    <w:name w:val="xl54"/>
    <w:basedOn w:val="Normln"/>
    <w:rsid w:val="002B54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55">
    <w:name w:val="xl55"/>
    <w:basedOn w:val="Normln"/>
    <w:rsid w:val="002B5472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auto" w:fill="C0C0C0"/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56">
    <w:name w:val="xl56"/>
    <w:basedOn w:val="Normln"/>
    <w:rsid w:val="002B5472"/>
    <w:pPr>
      <w:pBdr>
        <w:top w:val="double" w:sz="6" w:space="0" w:color="auto"/>
        <w:left w:val="single" w:sz="4" w:space="0" w:color="auto"/>
        <w:bottom w:val="double" w:sz="6" w:space="0" w:color="auto"/>
        <w:right w:val="double" w:sz="6" w:space="0" w:color="auto"/>
      </w:pBdr>
      <w:shd w:val="clear" w:color="auto" w:fill="C0C0C0"/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57">
    <w:name w:val="xl57"/>
    <w:basedOn w:val="Normln"/>
    <w:rsid w:val="002B5472"/>
    <w:pPr>
      <w:pBdr>
        <w:left w:val="single" w:sz="4" w:space="0" w:color="auto"/>
        <w:bottom w:val="double" w:sz="6" w:space="0" w:color="auto"/>
        <w:right w:val="double" w:sz="6" w:space="0" w:color="auto"/>
      </w:pBdr>
      <w:shd w:val="clear" w:color="auto" w:fill="C0C0C0"/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58">
    <w:name w:val="xl58"/>
    <w:basedOn w:val="Normln"/>
    <w:rsid w:val="002B5472"/>
    <w:pPr>
      <w:pBdr>
        <w:top w:val="double" w:sz="6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59">
    <w:name w:val="xl59"/>
    <w:basedOn w:val="Normln"/>
    <w:rsid w:val="002B5472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60">
    <w:name w:val="xl60"/>
    <w:basedOn w:val="Normln"/>
    <w:rsid w:val="002B5472"/>
    <w:pPr>
      <w:pBdr>
        <w:top w:val="single" w:sz="4" w:space="0" w:color="auto"/>
        <w:left w:val="single" w:sz="4" w:space="0" w:color="auto"/>
        <w:right w:val="double" w:sz="6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61">
    <w:name w:val="xl61"/>
    <w:basedOn w:val="Normln"/>
    <w:rsid w:val="002B547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62">
    <w:name w:val="xl62"/>
    <w:basedOn w:val="Normln"/>
    <w:rsid w:val="002B5472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63">
    <w:name w:val="xl63"/>
    <w:basedOn w:val="Normln"/>
    <w:rsid w:val="002B54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64">
    <w:name w:val="xl64"/>
    <w:basedOn w:val="Normln"/>
    <w:rsid w:val="002B5472"/>
    <w:pPr>
      <w:pBdr>
        <w:left w:val="double" w:sz="6" w:space="0" w:color="auto"/>
        <w:bottom w:val="double" w:sz="6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65">
    <w:name w:val="xl65"/>
    <w:basedOn w:val="Normln"/>
    <w:rsid w:val="002B5472"/>
    <w:pPr>
      <w:pBdr>
        <w:bottom w:val="double" w:sz="6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66">
    <w:name w:val="xl66"/>
    <w:basedOn w:val="Normln"/>
    <w:rsid w:val="002B5472"/>
    <w:pPr>
      <w:spacing w:before="100" w:beforeAutospacing="1" w:after="100" w:afterAutospacing="1"/>
    </w:pPr>
    <w:rPr>
      <w:rFonts w:ascii="Arial" w:eastAsia="Arial Unicode MS" w:hAnsi="Arial" w:cs="Arial Unicode MS"/>
      <w:sz w:val="12"/>
      <w:szCs w:val="12"/>
    </w:rPr>
  </w:style>
  <w:style w:type="paragraph" w:customStyle="1" w:styleId="xl67">
    <w:name w:val="xl67"/>
    <w:basedOn w:val="Normln"/>
    <w:rsid w:val="002B5472"/>
    <w:pPr>
      <w:pBdr>
        <w:top w:val="single" w:sz="8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68">
    <w:name w:val="xl68"/>
    <w:basedOn w:val="Normln"/>
    <w:rsid w:val="002B5472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69">
    <w:name w:val="xl69"/>
    <w:basedOn w:val="Normln"/>
    <w:rsid w:val="002B54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70">
    <w:name w:val="xl70"/>
    <w:basedOn w:val="Normln"/>
    <w:rsid w:val="002B5472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71">
    <w:name w:val="xl71"/>
    <w:basedOn w:val="Normln"/>
    <w:rsid w:val="002B5472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72">
    <w:name w:val="xl72"/>
    <w:basedOn w:val="Normln"/>
    <w:rsid w:val="002B5472"/>
    <w:pPr>
      <w:pBdr>
        <w:left w:val="double" w:sz="6" w:space="0" w:color="auto"/>
        <w:right w:val="double" w:sz="6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73">
    <w:name w:val="xl73"/>
    <w:basedOn w:val="Normln"/>
    <w:rsid w:val="002B5472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74">
    <w:name w:val="xl74"/>
    <w:basedOn w:val="Normln"/>
    <w:rsid w:val="002B5472"/>
    <w:pPr>
      <w:pBdr>
        <w:left w:val="double" w:sz="6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75">
    <w:name w:val="xl75"/>
    <w:basedOn w:val="Normln"/>
    <w:rsid w:val="002B5472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76">
    <w:name w:val="xl76"/>
    <w:basedOn w:val="Normln"/>
    <w:rsid w:val="002B5472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77">
    <w:name w:val="xl77"/>
    <w:basedOn w:val="Normln"/>
    <w:rsid w:val="002B5472"/>
    <w:pPr>
      <w:pBdr>
        <w:left w:val="double" w:sz="6" w:space="0" w:color="auto"/>
      </w:pBd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78">
    <w:name w:val="xl78"/>
    <w:basedOn w:val="Normln"/>
    <w:rsid w:val="002B5472"/>
    <w:pPr>
      <w:pBdr>
        <w:top w:val="single" w:sz="4" w:space="0" w:color="auto"/>
        <w:left w:val="single" w:sz="4" w:space="0" w:color="auto"/>
        <w:right w:val="double" w:sz="6" w:space="0" w:color="auto"/>
      </w:pBd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79">
    <w:name w:val="xl79"/>
    <w:basedOn w:val="Normln"/>
    <w:rsid w:val="002B5472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80">
    <w:name w:val="xl80"/>
    <w:basedOn w:val="Normln"/>
    <w:rsid w:val="002B547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81">
    <w:name w:val="xl81"/>
    <w:basedOn w:val="Normln"/>
    <w:rsid w:val="002B5472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font5">
    <w:name w:val="font5"/>
    <w:basedOn w:val="Normln"/>
    <w:rsid w:val="002B5472"/>
    <w:pP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font6">
    <w:name w:val="font6"/>
    <w:basedOn w:val="Normln"/>
    <w:rsid w:val="002B5472"/>
    <w:pP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82">
    <w:name w:val="xl82"/>
    <w:basedOn w:val="Normln"/>
    <w:rsid w:val="002B547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sz w:val="18"/>
      <w:szCs w:val="18"/>
    </w:rPr>
  </w:style>
  <w:style w:type="paragraph" w:customStyle="1" w:styleId="xl83">
    <w:name w:val="xl83"/>
    <w:basedOn w:val="Normln"/>
    <w:rsid w:val="002B54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sz w:val="18"/>
      <w:szCs w:val="18"/>
    </w:rPr>
  </w:style>
  <w:style w:type="paragraph" w:customStyle="1" w:styleId="xl84">
    <w:name w:val="xl84"/>
    <w:basedOn w:val="Normln"/>
    <w:rsid w:val="002B5472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85">
    <w:name w:val="xl85"/>
    <w:basedOn w:val="Normln"/>
    <w:rsid w:val="002B5472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86">
    <w:name w:val="xl86"/>
    <w:basedOn w:val="Normln"/>
    <w:rsid w:val="002B5472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87">
    <w:name w:val="xl87"/>
    <w:basedOn w:val="Normln"/>
    <w:rsid w:val="002B5472"/>
    <w:pPr>
      <w:pBdr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xl88">
    <w:name w:val="xl88"/>
    <w:basedOn w:val="Normln"/>
    <w:rsid w:val="002B5472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89">
    <w:name w:val="xl89"/>
    <w:basedOn w:val="Normln"/>
    <w:rsid w:val="002B5472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90">
    <w:name w:val="xl90"/>
    <w:basedOn w:val="Normln"/>
    <w:rsid w:val="002B5472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sz w:val="18"/>
      <w:szCs w:val="18"/>
    </w:rPr>
  </w:style>
  <w:style w:type="paragraph" w:customStyle="1" w:styleId="xl91">
    <w:name w:val="xl91"/>
    <w:basedOn w:val="Normln"/>
    <w:rsid w:val="002B5472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xl92">
    <w:name w:val="xl92"/>
    <w:basedOn w:val="Normln"/>
    <w:rsid w:val="002B5472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18"/>
      <w:szCs w:val="18"/>
    </w:rPr>
  </w:style>
  <w:style w:type="paragraph" w:customStyle="1" w:styleId="xl93">
    <w:name w:val="xl93"/>
    <w:basedOn w:val="Normln"/>
    <w:rsid w:val="002B5472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94">
    <w:name w:val="xl94"/>
    <w:basedOn w:val="Normln"/>
    <w:rsid w:val="002B5472"/>
    <w:pPr>
      <w:pBdr>
        <w:top w:val="double" w:sz="6" w:space="0" w:color="auto"/>
        <w:bottom w:val="double" w:sz="6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95">
    <w:name w:val="xl95"/>
    <w:basedOn w:val="Normln"/>
    <w:rsid w:val="002B5472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96">
    <w:name w:val="xl96"/>
    <w:basedOn w:val="Normln"/>
    <w:rsid w:val="002B5472"/>
    <w:pPr>
      <w:pBdr>
        <w:top w:val="double" w:sz="6" w:space="0" w:color="auto"/>
        <w:bottom w:val="double" w:sz="6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97">
    <w:name w:val="xl97"/>
    <w:basedOn w:val="Normln"/>
    <w:rsid w:val="002B5472"/>
    <w:pPr>
      <w:pBdr>
        <w:top w:val="double" w:sz="6" w:space="0" w:color="auto"/>
        <w:left w:val="double" w:sz="6" w:space="0" w:color="auto"/>
        <w:bottom w:val="double" w:sz="6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98">
    <w:name w:val="xl98"/>
    <w:basedOn w:val="Normln"/>
    <w:rsid w:val="002B5472"/>
    <w:pPr>
      <w:pBdr>
        <w:top w:val="double" w:sz="6" w:space="0" w:color="auto"/>
        <w:left w:val="single" w:sz="4" w:space="0" w:color="auto"/>
        <w:bottom w:val="double" w:sz="6" w:space="0" w:color="auto"/>
        <w:right w:val="double" w:sz="6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99">
    <w:name w:val="xl99"/>
    <w:basedOn w:val="Normln"/>
    <w:rsid w:val="002B5472"/>
    <w:pPr>
      <w:pBdr>
        <w:top w:val="double" w:sz="6" w:space="0" w:color="auto"/>
        <w:left w:val="double" w:sz="6" w:space="0" w:color="auto"/>
        <w:bottom w:val="double" w:sz="6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100">
    <w:name w:val="xl100"/>
    <w:basedOn w:val="Normln"/>
    <w:rsid w:val="002B5472"/>
    <w:pPr>
      <w:pBdr>
        <w:top w:val="double" w:sz="6" w:space="0" w:color="auto"/>
        <w:left w:val="single" w:sz="4" w:space="0" w:color="auto"/>
        <w:bottom w:val="double" w:sz="6" w:space="0" w:color="auto"/>
        <w:right w:val="double" w:sz="6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101">
    <w:name w:val="xl101"/>
    <w:basedOn w:val="Normln"/>
    <w:rsid w:val="002B5472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102">
    <w:name w:val="xl102"/>
    <w:basedOn w:val="Normln"/>
    <w:rsid w:val="002B5472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 w:val="12"/>
      <w:szCs w:val="12"/>
    </w:rPr>
  </w:style>
  <w:style w:type="paragraph" w:customStyle="1" w:styleId="xl103">
    <w:name w:val="xl103"/>
    <w:basedOn w:val="Normln"/>
    <w:rsid w:val="002B5472"/>
    <w:pPr>
      <w:spacing w:before="100" w:beforeAutospacing="1" w:after="100" w:afterAutospacing="1"/>
    </w:pPr>
    <w:rPr>
      <w:rFonts w:ascii="Arial" w:eastAsia="Arial Unicode MS" w:hAnsi="Arial" w:cs="Arial"/>
      <w:sz w:val="12"/>
      <w:szCs w:val="12"/>
    </w:rPr>
  </w:style>
  <w:style w:type="paragraph" w:customStyle="1" w:styleId="xl104">
    <w:name w:val="xl104"/>
    <w:basedOn w:val="Normln"/>
    <w:rsid w:val="002B5472"/>
    <w:pPr>
      <w:spacing w:before="100" w:beforeAutospacing="1" w:after="100" w:afterAutospacing="1"/>
      <w:jc w:val="right"/>
    </w:pPr>
    <w:rPr>
      <w:rFonts w:ascii="Arial" w:eastAsia="Arial Unicode MS" w:hAnsi="Arial" w:cs="Arial"/>
      <w:sz w:val="12"/>
      <w:szCs w:val="12"/>
    </w:rPr>
  </w:style>
  <w:style w:type="paragraph" w:customStyle="1" w:styleId="xl105">
    <w:name w:val="xl105"/>
    <w:basedOn w:val="Normln"/>
    <w:rsid w:val="002B5472"/>
    <w:pPr>
      <w:pBdr>
        <w:top w:val="single" w:sz="8" w:space="0" w:color="auto"/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</w:rPr>
  </w:style>
  <w:style w:type="paragraph" w:customStyle="1" w:styleId="xl106">
    <w:name w:val="xl106"/>
    <w:basedOn w:val="Normln"/>
    <w:rsid w:val="002B5472"/>
    <w:pPr>
      <w:pBdr>
        <w:top w:val="double" w:sz="6" w:space="0" w:color="auto"/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</w:rPr>
  </w:style>
  <w:style w:type="paragraph" w:customStyle="1" w:styleId="xl107">
    <w:name w:val="xl107"/>
    <w:basedOn w:val="Normln"/>
    <w:rsid w:val="002B5472"/>
    <w:pPr>
      <w:pBdr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</w:rPr>
  </w:style>
  <w:style w:type="paragraph" w:customStyle="1" w:styleId="xl108">
    <w:name w:val="xl108"/>
    <w:basedOn w:val="Normln"/>
    <w:rsid w:val="002B5472"/>
    <w:pPr>
      <w:pBdr>
        <w:left w:val="double" w:sz="6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</w:rPr>
  </w:style>
  <w:style w:type="paragraph" w:customStyle="1" w:styleId="xl109">
    <w:name w:val="xl109"/>
    <w:basedOn w:val="Normln"/>
    <w:rsid w:val="002B5472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16"/>
      <w:szCs w:val="16"/>
    </w:rPr>
  </w:style>
  <w:style w:type="paragraph" w:customStyle="1" w:styleId="xl110">
    <w:name w:val="xl110"/>
    <w:basedOn w:val="Normln"/>
    <w:rsid w:val="002B5472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111">
    <w:name w:val="xl111"/>
    <w:basedOn w:val="Normln"/>
    <w:rsid w:val="002B5472"/>
    <w:pPr>
      <w:pBdr>
        <w:top w:val="double" w:sz="6" w:space="0" w:color="auto"/>
        <w:bottom w:val="double" w:sz="6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112">
    <w:name w:val="xl112"/>
    <w:basedOn w:val="Normln"/>
    <w:rsid w:val="002B5472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113">
    <w:name w:val="xl113"/>
    <w:basedOn w:val="Normln"/>
    <w:rsid w:val="002B54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</w:rPr>
  </w:style>
  <w:style w:type="paragraph" w:customStyle="1" w:styleId="xl114">
    <w:name w:val="xl114"/>
    <w:basedOn w:val="Normln"/>
    <w:rsid w:val="002B547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</w:rPr>
  </w:style>
  <w:style w:type="paragraph" w:customStyle="1" w:styleId="xl115">
    <w:name w:val="xl115"/>
    <w:basedOn w:val="Normln"/>
    <w:rsid w:val="002B54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</w:rPr>
  </w:style>
  <w:style w:type="paragraph" w:customStyle="1" w:styleId="xl116">
    <w:name w:val="xl116"/>
    <w:basedOn w:val="Normln"/>
    <w:rsid w:val="002B54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</w:rPr>
  </w:style>
  <w:style w:type="paragraph" w:customStyle="1" w:styleId="xl117">
    <w:name w:val="xl117"/>
    <w:basedOn w:val="Normln"/>
    <w:rsid w:val="002B5472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</w:rPr>
  </w:style>
  <w:style w:type="paragraph" w:customStyle="1" w:styleId="xl118">
    <w:name w:val="xl118"/>
    <w:basedOn w:val="Normln"/>
    <w:rsid w:val="002B5472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</w:rPr>
  </w:style>
  <w:style w:type="paragraph" w:customStyle="1" w:styleId="xl119">
    <w:name w:val="xl119"/>
    <w:basedOn w:val="Normln"/>
    <w:rsid w:val="002B5472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8"/>
      <w:szCs w:val="18"/>
    </w:rPr>
  </w:style>
  <w:style w:type="paragraph" w:customStyle="1" w:styleId="xl120">
    <w:name w:val="xl120"/>
    <w:basedOn w:val="Normln"/>
    <w:rsid w:val="002B5472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8"/>
      <w:szCs w:val="18"/>
    </w:rPr>
  </w:style>
  <w:style w:type="paragraph" w:customStyle="1" w:styleId="xl121">
    <w:name w:val="xl121"/>
    <w:basedOn w:val="Normln"/>
    <w:rsid w:val="002B547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</w:rPr>
  </w:style>
  <w:style w:type="paragraph" w:customStyle="1" w:styleId="xl122">
    <w:name w:val="xl122"/>
    <w:basedOn w:val="Normln"/>
    <w:rsid w:val="002B5472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4"/>
      <w:szCs w:val="14"/>
    </w:rPr>
  </w:style>
  <w:style w:type="paragraph" w:customStyle="1" w:styleId="xl123">
    <w:name w:val="xl123"/>
    <w:basedOn w:val="Normln"/>
    <w:rsid w:val="002B54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4"/>
      <w:szCs w:val="14"/>
    </w:rPr>
  </w:style>
  <w:style w:type="paragraph" w:customStyle="1" w:styleId="xl124">
    <w:name w:val="xl124"/>
    <w:basedOn w:val="Normln"/>
    <w:rsid w:val="002B54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4"/>
      <w:szCs w:val="14"/>
    </w:rPr>
  </w:style>
  <w:style w:type="paragraph" w:customStyle="1" w:styleId="xl125">
    <w:name w:val="xl125"/>
    <w:basedOn w:val="Normln"/>
    <w:rsid w:val="002B5472"/>
    <w:pPr>
      <w:spacing w:before="100" w:beforeAutospacing="1" w:after="100" w:afterAutospacing="1"/>
    </w:pPr>
    <w:rPr>
      <w:rFonts w:ascii="Arial" w:eastAsia="Arial Unicode MS" w:hAnsi="Arial" w:cs="Arial"/>
      <w:sz w:val="12"/>
      <w:szCs w:val="12"/>
    </w:rPr>
  </w:style>
  <w:style w:type="paragraph" w:customStyle="1" w:styleId="xl126">
    <w:name w:val="xl126"/>
    <w:basedOn w:val="Normln"/>
    <w:rsid w:val="002B5472"/>
    <w:pPr>
      <w:spacing w:before="100" w:beforeAutospacing="1" w:after="100" w:afterAutospacing="1"/>
      <w:jc w:val="right"/>
    </w:pPr>
    <w:rPr>
      <w:rFonts w:ascii="Arial" w:eastAsia="Arial Unicode MS" w:hAnsi="Arial" w:cs="Arial"/>
      <w:sz w:val="12"/>
      <w:szCs w:val="12"/>
    </w:rPr>
  </w:style>
  <w:style w:type="paragraph" w:customStyle="1" w:styleId="xl127">
    <w:name w:val="xl127"/>
    <w:basedOn w:val="Normln"/>
    <w:rsid w:val="002B5472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28">
    <w:name w:val="xl128"/>
    <w:basedOn w:val="Normln"/>
    <w:rsid w:val="002B5472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29">
    <w:name w:val="xl129"/>
    <w:basedOn w:val="Normln"/>
    <w:rsid w:val="002B5472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0">
    <w:name w:val="xl130"/>
    <w:basedOn w:val="Normln"/>
    <w:rsid w:val="002B5472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1">
    <w:name w:val="xl131"/>
    <w:basedOn w:val="Normln"/>
    <w:rsid w:val="002B5472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2">
    <w:name w:val="xl132"/>
    <w:basedOn w:val="Normln"/>
    <w:rsid w:val="002B5472"/>
    <w:pPr>
      <w:pBdr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18"/>
      <w:szCs w:val="18"/>
    </w:rPr>
  </w:style>
  <w:style w:type="paragraph" w:customStyle="1" w:styleId="xl133">
    <w:name w:val="xl133"/>
    <w:basedOn w:val="Normln"/>
    <w:rsid w:val="002B5472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xl134">
    <w:name w:val="xl134"/>
    <w:basedOn w:val="Normln"/>
    <w:rsid w:val="002B5472"/>
    <w:pPr>
      <w:spacing w:before="100" w:beforeAutospacing="1" w:after="100" w:afterAutospacing="1"/>
    </w:pPr>
    <w:rPr>
      <w:rFonts w:ascii="Arial" w:eastAsia="Arial Unicode MS" w:hAnsi="Arial" w:cs="Arial"/>
      <w:sz w:val="12"/>
      <w:szCs w:val="12"/>
    </w:rPr>
  </w:style>
  <w:style w:type="paragraph" w:customStyle="1" w:styleId="xl135">
    <w:name w:val="xl135"/>
    <w:basedOn w:val="Normln"/>
    <w:rsid w:val="002B5472"/>
    <w:pPr>
      <w:spacing w:before="100" w:beforeAutospacing="1" w:after="100" w:afterAutospacing="1"/>
      <w:jc w:val="right"/>
    </w:pPr>
    <w:rPr>
      <w:rFonts w:ascii="Arial" w:eastAsia="Arial Unicode MS" w:hAnsi="Arial" w:cs="Arial"/>
      <w:sz w:val="12"/>
      <w:szCs w:val="12"/>
    </w:rPr>
  </w:style>
  <w:style w:type="character" w:styleId="Hypertextovodkaz">
    <w:name w:val="Hyperlink"/>
    <w:uiPriority w:val="99"/>
    <w:rsid w:val="00D86DB5"/>
    <w:rPr>
      <w:rFonts w:ascii="Microsoft Sans Serif" w:hAnsi="Microsoft Sans Serif"/>
      <w:color w:val="0000FF"/>
      <w:sz w:val="24"/>
      <w:u w:val="none"/>
    </w:rPr>
  </w:style>
  <w:style w:type="character" w:styleId="Sledovanodkaz">
    <w:name w:val="FollowedHyperlink"/>
    <w:basedOn w:val="Standardnpsmoodstavce"/>
    <w:uiPriority w:val="99"/>
    <w:rsid w:val="002B5472"/>
    <w:rPr>
      <w:color w:val="800080"/>
      <w:u w:val="single"/>
    </w:rPr>
  </w:style>
  <w:style w:type="paragraph" w:customStyle="1" w:styleId="xl22">
    <w:name w:val="xl22"/>
    <w:basedOn w:val="Normln"/>
    <w:rsid w:val="002B5472"/>
    <w:pP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xl23">
    <w:name w:val="xl23"/>
    <w:basedOn w:val="Normln"/>
    <w:rsid w:val="002B5472"/>
    <w:pPr>
      <w:pBdr>
        <w:top w:val="double" w:sz="6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sz w:val="24"/>
      <w:szCs w:val="24"/>
    </w:rPr>
  </w:style>
  <w:style w:type="paragraph" w:customStyle="1" w:styleId="xl139">
    <w:name w:val="xl139"/>
    <w:basedOn w:val="Normln"/>
    <w:rsid w:val="002B5472"/>
    <w:pPr>
      <w:pBdr>
        <w:top w:val="double" w:sz="6" w:space="0" w:color="auto"/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40">
    <w:name w:val="xl140"/>
    <w:basedOn w:val="Normln"/>
    <w:rsid w:val="002B5472"/>
    <w:pPr>
      <w:pBdr>
        <w:top w:val="single" w:sz="8" w:space="0" w:color="auto"/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24"/>
      <w:szCs w:val="24"/>
    </w:rPr>
  </w:style>
  <w:style w:type="paragraph" w:customStyle="1" w:styleId="xl141">
    <w:name w:val="xl141"/>
    <w:basedOn w:val="Normln"/>
    <w:rsid w:val="002B5472"/>
    <w:pPr>
      <w:pBdr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24"/>
      <w:szCs w:val="24"/>
    </w:rPr>
  </w:style>
  <w:style w:type="paragraph" w:customStyle="1" w:styleId="xl142">
    <w:name w:val="xl142"/>
    <w:basedOn w:val="Normln"/>
    <w:rsid w:val="002B5472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24"/>
      <w:szCs w:val="24"/>
    </w:rPr>
  </w:style>
  <w:style w:type="paragraph" w:customStyle="1" w:styleId="xl143">
    <w:name w:val="xl143"/>
    <w:basedOn w:val="Normln"/>
    <w:rsid w:val="002B5472"/>
    <w:pPr>
      <w:pBdr>
        <w:left w:val="double" w:sz="6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24"/>
      <w:szCs w:val="24"/>
    </w:rPr>
  </w:style>
  <w:style w:type="paragraph" w:customStyle="1" w:styleId="xl144">
    <w:name w:val="xl144"/>
    <w:basedOn w:val="Normln"/>
    <w:rsid w:val="002B547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</w:rPr>
  </w:style>
  <w:style w:type="paragraph" w:customStyle="1" w:styleId="xl145">
    <w:name w:val="xl145"/>
    <w:basedOn w:val="Normln"/>
    <w:rsid w:val="002B5472"/>
    <w:pPr>
      <w:pBdr>
        <w:top w:val="double" w:sz="6" w:space="0" w:color="auto"/>
        <w:left w:val="single" w:sz="4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</w:rPr>
  </w:style>
  <w:style w:type="paragraph" w:customStyle="1" w:styleId="xl146">
    <w:name w:val="xl146"/>
    <w:basedOn w:val="Normln"/>
    <w:rsid w:val="002B5472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sz w:val="16"/>
      <w:szCs w:val="16"/>
    </w:rPr>
  </w:style>
  <w:style w:type="paragraph" w:customStyle="1" w:styleId="font7">
    <w:name w:val="font7"/>
    <w:basedOn w:val="Normln"/>
    <w:rsid w:val="002B5472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styleId="Normlnweb">
    <w:name w:val="Normal (Web)"/>
    <w:basedOn w:val="Normln"/>
    <w:rsid w:val="002B5472"/>
    <w:pPr>
      <w:spacing w:before="100" w:beforeAutospacing="1" w:after="100" w:afterAutospacing="1"/>
    </w:pPr>
    <w:rPr>
      <w:sz w:val="24"/>
      <w:szCs w:val="24"/>
    </w:rPr>
  </w:style>
  <w:style w:type="character" w:styleId="Siln">
    <w:name w:val="Strong"/>
    <w:basedOn w:val="Standardnpsmoodstavce"/>
    <w:qFormat/>
    <w:rsid w:val="004C5D40"/>
    <w:rPr>
      <w:b/>
      <w:bCs/>
    </w:rPr>
  </w:style>
  <w:style w:type="character" w:styleId="Zvraznn">
    <w:name w:val="Emphasis"/>
    <w:basedOn w:val="Standardnpsmoodstavce"/>
    <w:qFormat/>
    <w:rsid w:val="004C5D40"/>
    <w:rPr>
      <w:i/>
      <w:iCs/>
    </w:rPr>
  </w:style>
  <w:style w:type="paragraph" w:customStyle="1" w:styleId="Nazevdila">
    <w:name w:val="Nazev dila"/>
    <w:basedOn w:val="Nadpis2"/>
    <w:autoRedefine/>
    <w:rsid w:val="00FD7DB4"/>
    <w:pPr>
      <w:pBdr>
        <w:top w:val="thinThickThinSmallGap" w:sz="24" w:space="25" w:color="0066FF"/>
        <w:left w:val="thinThickThinSmallGap" w:sz="24" w:space="4" w:color="0066FF"/>
        <w:bottom w:val="thinThickThinSmallGap" w:sz="24" w:space="27" w:color="0066FF"/>
        <w:right w:val="thinThickThinSmallGap" w:sz="24" w:space="4" w:color="0066FF"/>
      </w:pBdr>
    </w:pPr>
    <w:rPr>
      <w:bCs/>
      <w:caps/>
      <w:color w:val="0066FF"/>
      <w:spacing w:val="68"/>
      <w:sz w:val="44"/>
      <w:szCs w:val="44"/>
    </w:rPr>
  </w:style>
  <w:style w:type="table" w:styleId="Mkatabulky">
    <w:name w:val="Table Grid"/>
    <w:basedOn w:val="Normlntabulka"/>
    <w:rsid w:val="002A2E78"/>
    <w:pPr>
      <w:spacing w:line="300" w:lineRule="exact"/>
      <w:ind w:firstLine="56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jstk1">
    <w:name w:val="index 1"/>
    <w:basedOn w:val="Normln"/>
    <w:next w:val="Normln"/>
    <w:autoRedefine/>
    <w:semiHidden/>
    <w:rsid w:val="00D86DB5"/>
    <w:pPr>
      <w:ind w:left="200" w:hanging="200"/>
    </w:pPr>
  </w:style>
  <w:style w:type="paragraph" w:styleId="Titulek">
    <w:name w:val="caption"/>
    <w:basedOn w:val="Normln"/>
    <w:next w:val="Normln"/>
    <w:qFormat/>
    <w:rsid w:val="004C5D40"/>
    <w:rPr>
      <w:b/>
      <w:bCs/>
    </w:rPr>
  </w:style>
  <w:style w:type="paragraph" w:styleId="Zkladntext">
    <w:name w:val="Body Text"/>
    <w:basedOn w:val="Normln"/>
    <w:link w:val="ZkladntextChar"/>
    <w:rsid w:val="002B5FA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2B5FA4"/>
    <w:rPr>
      <w:rFonts w:ascii="Microsoft Sans Serif" w:hAnsi="Microsoft Sans Serif"/>
    </w:rPr>
  </w:style>
  <w:style w:type="paragraph" w:styleId="Textbubliny">
    <w:name w:val="Balloon Text"/>
    <w:basedOn w:val="Normln"/>
    <w:link w:val="TextbublinyChar"/>
    <w:rsid w:val="009B1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9B1BA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8165A"/>
    <w:pPr>
      <w:ind w:left="720"/>
      <w:contextualSpacing/>
    </w:pPr>
  </w:style>
  <w:style w:type="paragraph" w:styleId="Nzev">
    <w:name w:val="Title"/>
    <w:basedOn w:val="Normln"/>
    <w:link w:val="NzevChar"/>
    <w:qFormat/>
    <w:rsid w:val="00BE4709"/>
    <w:pPr>
      <w:ind w:firstLine="709"/>
      <w:jc w:val="center"/>
    </w:pPr>
    <w:rPr>
      <w:rFonts w:ascii="Tahoma" w:hAnsi="Tahoma"/>
      <w:b/>
      <w:bCs/>
      <w:szCs w:val="24"/>
      <w:u w:val="single"/>
    </w:rPr>
  </w:style>
  <w:style w:type="character" w:customStyle="1" w:styleId="NzevChar">
    <w:name w:val="Název Char"/>
    <w:basedOn w:val="Standardnpsmoodstavce"/>
    <w:link w:val="Nzev"/>
    <w:rsid w:val="00BE4709"/>
    <w:rPr>
      <w:rFonts w:ascii="Tahoma" w:hAnsi="Tahoma"/>
      <w:b/>
      <w:bCs/>
      <w:szCs w:val="24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C5D40"/>
    <w:pPr>
      <w:spacing w:line="300" w:lineRule="exact"/>
      <w:ind w:firstLine="567"/>
    </w:pPr>
    <w:rPr>
      <w:rFonts w:ascii="Microsoft Sans Serif" w:hAnsi="Microsoft Sans Serif"/>
    </w:rPr>
  </w:style>
  <w:style w:type="paragraph" w:styleId="Nadpis1">
    <w:name w:val="heading 1"/>
    <w:basedOn w:val="Normln"/>
    <w:next w:val="Normln"/>
    <w:autoRedefine/>
    <w:qFormat/>
    <w:rsid w:val="004C5D40"/>
    <w:pPr>
      <w:keepNext/>
      <w:numPr>
        <w:numId w:val="9"/>
      </w:numPr>
      <w:spacing w:line="240" w:lineRule="auto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autoRedefine/>
    <w:qFormat/>
    <w:rsid w:val="009B1BAF"/>
    <w:pPr>
      <w:keepNext/>
      <w:spacing w:after="120" w:line="360" w:lineRule="auto"/>
      <w:ind w:firstLine="0"/>
      <w:jc w:val="center"/>
      <w:outlineLvl w:val="1"/>
    </w:pPr>
    <w:rPr>
      <w:b/>
      <w:sz w:val="24"/>
    </w:rPr>
  </w:style>
  <w:style w:type="paragraph" w:styleId="Nadpis3">
    <w:name w:val="heading 3"/>
    <w:basedOn w:val="Normln"/>
    <w:next w:val="Normln"/>
    <w:autoRedefine/>
    <w:qFormat/>
    <w:rsid w:val="002C3087"/>
    <w:pPr>
      <w:keepNext/>
      <w:numPr>
        <w:ilvl w:val="2"/>
        <w:numId w:val="9"/>
      </w:numPr>
      <w:spacing w:after="120"/>
      <w:outlineLvl w:val="2"/>
    </w:pPr>
    <w:rPr>
      <w:rFonts w:ascii="Calibri" w:hAnsi="Calibri"/>
      <w:b/>
    </w:rPr>
  </w:style>
  <w:style w:type="paragraph" w:styleId="Nadpis4">
    <w:name w:val="heading 4"/>
    <w:basedOn w:val="Normln"/>
    <w:next w:val="Normln"/>
    <w:qFormat/>
    <w:rsid w:val="004C5D40"/>
    <w:pPr>
      <w:keepNext/>
      <w:numPr>
        <w:ilvl w:val="3"/>
        <w:numId w:val="9"/>
      </w:numPr>
      <w:jc w:val="center"/>
      <w:outlineLvl w:val="3"/>
    </w:pPr>
    <w:rPr>
      <w:rFonts w:ascii="Arial" w:hAnsi="Arial"/>
      <w:b/>
      <w:snapToGrid w:val="0"/>
      <w:color w:val="000000"/>
    </w:rPr>
  </w:style>
  <w:style w:type="paragraph" w:styleId="Nadpis5">
    <w:name w:val="heading 5"/>
    <w:basedOn w:val="Normln"/>
    <w:next w:val="Normln"/>
    <w:qFormat/>
    <w:rsid w:val="004C5D40"/>
    <w:pPr>
      <w:keepNext/>
      <w:numPr>
        <w:ilvl w:val="4"/>
        <w:numId w:val="9"/>
      </w:numPr>
      <w:jc w:val="center"/>
      <w:outlineLvl w:val="4"/>
    </w:pPr>
    <w:rPr>
      <w:b/>
      <w:bCs/>
      <w:sz w:val="24"/>
    </w:rPr>
  </w:style>
  <w:style w:type="paragraph" w:styleId="Nadpis6">
    <w:name w:val="heading 6"/>
    <w:basedOn w:val="Normln"/>
    <w:next w:val="Normln"/>
    <w:qFormat/>
    <w:rsid w:val="004C5D40"/>
    <w:pPr>
      <w:keepNext/>
      <w:numPr>
        <w:ilvl w:val="5"/>
        <w:numId w:val="9"/>
      </w:numPr>
      <w:jc w:val="center"/>
      <w:outlineLvl w:val="5"/>
    </w:pPr>
    <w:rPr>
      <w:rFonts w:ascii="Arial" w:hAnsi="Arial" w:cs="Arial"/>
      <w:b/>
      <w:bCs/>
      <w:sz w:val="16"/>
      <w:szCs w:val="14"/>
    </w:rPr>
  </w:style>
  <w:style w:type="paragraph" w:styleId="Nadpis7">
    <w:name w:val="heading 7"/>
    <w:basedOn w:val="Normln"/>
    <w:next w:val="Normln"/>
    <w:qFormat/>
    <w:rsid w:val="004C5D40"/>
    <w:pPr>
      <w:keepNext/>
      <w:numPr>
        <w:ilvl w:val="6"/>
        <w:numId w:val="9"/>
      </w:numPr>
      <w:spacing w:after="120"/>
      <w:jc w:val="both"/>
      <w:outlineLvl w:val="6"/>
    </w:pPr>
    <w:rPr>
      <w:b/>
      <w:sz w:val="24"/>
    </w:rPr>
  </w:style>
  <w:style w:type="paragraph" w:styleId="Nadpis8">
    <w:name w:val="heading 8"/>
    <w:basedOn w:val="Normln"/>
    <w:next w:val="Normln"/>
    <w:qFormat/>
    <w:rsid w:val="004C5D40"/>
    <w:pPr>
      <w:keepNext/>
      <w:numPr>
        <w:ilvl w:val="7"/>
        <w:numId w:val="9"/>
      </w:numPr>
      <w:jc w:val="center"/>
      <w:outlineLvl w:val="7"/>
    </w:pPr>
    <w:rPr>
      <w:rFonts w:ascii="Arial" w:hAnsi="Arial"/>
      <w:b/>
      <w:bCs/>
    </w:rPr>
  </w:style>
  <w:style w:type="paragraph" w:styleId="Nadpis9">
    <w:name w:val="heading 9"/>
    <w:basedOn w:val="Normln"/>
    <w:next w:val="Normln"/>
    <w:qFormat/>
    <w:rsid w:val="004C5D40"/>
    <w:pPr>
      <w:keepNext/>
      <w:numPr>
        <w:ilvl w:val="8"/>
        <w:numId w:val="9"/>
      </w:numPr>
      <w:outlineLvl w:val="8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rsid w:val="002B5472"/>
    <w:pPr>
      <w:shd w:val="clear" w:color="auto" w:fill="000080"/>
    </w:pPr>
    <w:rPr>
      <w:rFonts w:ascii="Tahoma" w:hAnsi="Tahoma"/>
    </w:rPr>
  </w:style>
  <w:style w:type="paragraph" w:customStyle="1" w:styleId="Popisdilaprvnistrana">
    <w:name w:val="Popis dila prvni strana"/>
    <w:basedOn w:val="Normln"/>
    <w:autoRedefine/>
    <w:rsid w:val="00BE4709"/>
    <w:pPr>
      <w:pBdr>
        <w:top w:val="double" w:sz="24" w:space="1" w:color="0000FF"/>
        <w:left w:val="double" w:sz="24" w:space="4" w:color="0000FF"/>
        <w:bottom w:val="double" w:sz="24" w:space="1" w:color="0000FF"/>
        <w:right w:val="double" w:sz="24" w:space="4" w:color="0000FF"/>
      </w:pBdr>
      <w:spacing w:before="360" w:line="480" w:lineRule="auto"/>
      <w:ind w:left="284" w:firstLine="0"/>
      <w:jc w:val="center"/>
    </w:pPr>
    <w:rPr>
      <w:rFonts w:ascii="Calibri" w:hAnsi="Calibri"/>
      <w:b/>
      <w:bCs/>
      <w:color w:val="0000FF"/>
      <w:sz w:val="36"/>
    </w:rPr>
  </w:style>
  <w:style w:type="paragraph" w:styleId="Zkladntextodsazen">
    <w:name w:val="Body Text Indent"/>
    <w:basedOn w:val="Normln"/>
    <w:rsid w:val="002B5472"/>
    <w:pPr>
      <w:ind w:firstLine="495"/>
      <w:jc w:val="both"/>
    </w:pPr>
  </w:style>
  <w:style w:type="paragraph" w:customStyle="1" w:styleId="Stylseznamu1">
    <w:name w:val="Styl_seznamu_1"/>
    <w:basedOn w:val="Obsah1"/>
    <w:autoRedefine/>
    <w:rsid w:val="00D86DB5"/>
    <w:pPr>
      <w:tabs>
        <w:tab w:val="right" w:leader="dot" w:pos="13467"/>
      </w:tabs>
    </w:pPr>
    <w:rPr>
      <w:rFonts w:cs="Microsoft Sans Serif"/>
    </w:rPr>
  </w:style>
  <w:style w:type="paragraph" w:styleId="Seznam">
    <w:name w:val="List"/>
    <w:basedOn w:val="Normln"/>
    <w:rsid w:val="002B5472"/>
    <w:pPr>
      <w:ind w:left="283" w:hanging="283"/>
    </w:pPr>
  </w:style>
  <w:style w:type="paragraph" w:styleId="Seznam3">
    <w:name w:val="List 3"/>
    <w:basedOn w:val="Normln"/>
    <w:rsid w:val="002B5472"/>
    <w:pPr>
      <w:ind w:left="849" w:hanging="283"/>
    </w:pPr>
  </w:style>
  <w:style w:type="paragraph" w:styleId="Zpat">
    <w:name w:val="footer"/>
    <w:basedOn w:val="Normln"/>
    <w:rsid w:val="002B5472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2B5472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2B5472"/>
    <w:pPr>
      <w:spacing w:after="120"/>
      <w:jc w:val="both"/>
    </w:pPr>
  </w:style>
  <w:style w:type="paragraph" w:styleId="Obsah1">
    <w:name w:val="toc 1"/>
    <w:basedOn w:val="Normln"/>
    <w:next w:val="Normln"/>
    <w:autoRedefine/>
    <w:uiPriority w:val="39"/>
    <w:rsid w:val="003E6A6D"/>
    <w:pPr>
      <w:tabs>
        <w:tab w:val="left" w:pos="1000"/>
        <w:tab w:val="right" w:leader="dot" w:pos="9781"/>
      </w:tabs>
      <w:spacing w:before="120" w:after="120"/>
      <w:ind w:right="352" w:hanging="567"/>
    </w:pPr>
    <w:rPr>
      <w:b/>
      <w:bCs/>
      <w:caps/>
      <w:noProof/>
      <w:sz w:val="24"/>
    </w:rPr>
  </w:style>
  <w:style w:type="paragraph" w:styleId="Obsah2">
    <w:name w:val="toc 2"/>
    <w:basedOn w:val="Normln"/>
    <w:next w:val="Normln"/>
    <w:autoRedefine/>
    <w:uiPriority w:val="39"/>
    <w:rsid w:val="003E6A6D"/>
    <w:pPr>
      <w:tabs>
        <w:tab w:val="right" w:leader="dot" w:pos="9781"/>
      </w:tabs>
      <w:ind w:left="199" w:right="352" w:hanging="709"/>
    </w:pPr>
    <w:rPr>
      <w:smallCaps/>
      <w:sz w:val="22"/>
    </w:rPr>
  </w:style>
  <w:style w:type="paragraph" w:styleId="Obsah3">
    <w:name w:val="toc 3"/>
    <w:basedOn w:val="Normln"/>
    <w:next w:val="Normln"/>
    <w:autoRedefine/>
    <w:uiPriority w:val="39"/>
    <w:rsid w:val="003E6A6D"/>
    <w:pPr>
      <w:tabs>
        <w:tab w:val="right" w:leader="dot" w:pos="9781"/>
      </w:tabs>
      <w:ind w:left="400" w:right="352" w:hanging="709"/>
    </w:pPr>
    <w:rPr>
      <w:iCs/>
    </w:rPr>
  </w:style>
  <w:style w:type="paragraph" w:styleId="Obsah4">
    <w:name w:val="toc 4"/>
    <w:basedOn w:val="Normln"/>
    <w:next w:val="Normln"/>
    <w:autoRedefine/>
    <w:semiHidden/>
    <w:rsid w:val="002B5472"/>
    <w:pPr>
      <w:ind w:left="600"/>
    </w:pPr>
    <w:rPr>
      <w:rFonts w:ascii="Times New Roman" w:hAnsi="Times New Roman"/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2B5472"/>
    <w:pPr>
      <w:ind w:left="800"/>
    </w:pPr>
    <w:rPr>
      <w:rFonts w:ascii="Times New Roman" w:hAnsi="Times New Roman"/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2B5472"/>
    <w:pPr>
      <w:ind w:left="1000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2B5472"/>
    <w:pPr>
      <w:ind w:left="1200"/>
    </w:pPr>
    <w:rPr>
      <w:rFonts w:ascii="Times New Roman" w:hAnsi="Times New Roman"/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2B5472"/>
    <w:pPr>
      <w:ind w:left="1400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2B5472"/>
    <w:pPr>
      <w:ind w:left="1600"/>
    </w:pPr>
    <w:rPr>
      <w:rFonts w:ascii="Times New Roman" w:hAnsi="Times New Roman"/>
      <w:sz w:val="18"/>
      <w:szCs w:val="18"/>
    </w:rPr>
  </w:style>
  <w:style w:type="paragraph" w:styleId="Zkladntextodsazen3">
    <w:name w:val="Body Text Indent 3"/>
    <w:basedOn w:val="Normln"/>
    <w:rsid w:val="002B5472"/>
    <w:pPr>
      <w:spacing w:after="120"/>
      <w:ind w:left="284" w:hanging="284"/>
      <w:jc w:val="both"/>
    </w:pPr>
    <w:rPr>
      <w:sz w:val="24"/>
    </w:rPr>
  </w:style>
  <w:style w:type="paragraph" w:styleId="Zkladntext3">
    <w:name w:val="Body Text 3"/>
    <w:basedOn w:val="Normln"/>
    <w:rsid w:val="002B5472"/>
    <w:pPr>
      <w:spacing w:after="120"/>
      <w:jc w:val="center"/>
    </w:pPr>
    <w:rPr>
      <w:b/>
    </w:rPr>
  </w:style>
  <w:style w:type="paragraph" w:customStyle="1" w:styleId="xl24">
    <w:name w:val="xl24"/>
    <w:basedOn w:val="Normln"/>
    <w:rsid w:val="002B5472"/>
    <w:pPr>
      <w:pBdr>
        <w:top w:val="double" w:sz="6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25">
    <w:name w:val="xl25"/>
    <w:basedOn w:val="Normln"/>
    <w:rsid w:val="002B5472"/>
    <w:pPr>
      <w:pBdr>
        <w:left w:val="double" w:sz="6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26">
    <w:name w:val="xl26"/>
    <w:basedOn w:val="Normln"/>
    <w:rsid w:val="002B5472"/>
    <w:pPr>
      <w:pBdr>
        <w:right w:val="double" w:sz="6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27">
    <w:name w:val="xl27"/>
    <w:basedOn w:val="Normln"/>
    <w:rsid w:val="002B5472"/>
    <w:pP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28">
    <w:name w:val="xl28"/>
    <w:basedOn w:val="Normln"/>
    <w:rsid w:val="002B5472"/>
    <w:pPr>
      <w:pBdr>
        <w:left w:val="double" w:sz="6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29">
    <w:name w:val="xl29"/>
    <w:basedOn w:val="Normln"/>
    <w:rsid w:val="002B5472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30">
    <w:name w:val="xl30"/>
    <w:basedOn w:val="Normln"/>
    <w:rsid w:val="002B5472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31">
    <w:name w:val="xl31"/>
    <w:basedOn w:val="Normln"/>
    <w:rsid w:val="002B5472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32">
    <w:name w:val="xl32"/>
    <w:basedOn w:val="Normln"/>
    <w:rsid w:val="002B5472"/>
    <w:pPr>
      <w:pBdr>
        <w:left w:val="single" w:sz="4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33">
    <w:name w:val="xl33"/>
    <w:basedOn w:val="Normln"/>
    <w:rsid w:val="002B5472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34">
    <w:name w:val="xl34"/>
    <w:basedOn w:val="Normln"/>
    <w:rsid w:val="002B5472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35">
    <w:name w:val="xl35"/>
    <w:basedOn w:val="Normln"/>
    <w:rsid w:val="002B5472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36">
    <w:name w:val="xl36"/>
    <w:basedOn w:val="Normln"/>
    <w:rsid w:val="002B5472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37">
    <w:name w:val="xl37"/>
    <w:basedOn w:val="Normln"/>
    <w:rsid w:val="002B5472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38">
    <w:name w:val="xl38"/>
    <w:basedOn w:val="Normln"/>
    <w:rsid w:val="002B5472"/>
    <w:pPr>
      <w:pBdr>
        <w:top w:val="double" w:sz="6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39">
    <w:name w:val="xl39"/>
    <w:basedOn w:val="Normln"/>
    <w:rsid w:val="002B5472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40">
    <w:name w:val="xl40"/>
    <w:basedOn w:val="Normln"/>
    <w:rsid w:val="002B5472"/>
    <w:pPr>
      <w:pBdr>
        <w:top w:val="double" w:sz="6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41">
    <w:name w:val="xl41"/>
    <w:basedOn w:val="Normln"/>
    <w:rsid w:val="002B5472"/>
    <w:pPr>
      <w:pBdr>
        <w:top w:val="double" w:sz="6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42">
    <w:name w:val="xl42"/>
    <w:basedOn w:val="Normln"/>
    <w:rsid w:val="002B5472"/>
    <w:pPr>
      <w:pBdr>
        <w:left w:val="double" w:sz="6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43">
    <w:name w:val="xl43"/>
    <w:basedOn w:val="Normln"/>
    <w:rsid w:val="002B5472"/>
    <w:pPr>
      <w:pBdr>
        <w:top w:val="double" w:sz="6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44">
    <w:name w:val="xl44"/>
    <w:basedOn w:val="Normln"/>
    <w:rsid w:val="002B5472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45">
    <w:name w:val="xl45"/>
    <w:basedOn w:val="Normln"/>
    <w:rsid w:val="002B5472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46">
    <w:name w:val="xl46"/>
    <w:basedOn w:val="Normln"/>
    <w:rsid w:val="002B54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47">
    <w:name w:val="xl47"/>
    <w:basedOn w:val="Normln"/>
    <w:rsid w:val="002B54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48">
    <w:name w:val="xl48"/>
    <w:basedOn w:val="Normln"/>
    <w:rsid w:val="002B5472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49">
    <w:name w:val="xl49"/>
    <w:basedOn w:val="Normln"/>
    <w:rsid w:val="002B5472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50">
    <w:name w:val="xl50"/>
    <w:basedOn w:val="Normln"/>
    <w:rsid w:val="002B5472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51">
    <w:name w:val="xl51"/>
    <w:basedOn w:val="Normln"/>
    <w:rsid w:val="002B5472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52">
    <w:name w:val="xl52"/>
    <w:basedOn w:val="Normln"/>
    <w:rsid w:val="002B5472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53">
    <w:name w:val="xl53"/>
    <w:basedOn w:val="Normln"/>
    <w:rsid w:val="002B5472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54">
    <w:name w:val="xl54"/>
    <w:basedOn w:val="Normln"/>
    <w:rsid w:val="002B54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55">
    <w:name w:val="xl55"/>
    <w:basedOn w:val="Normln"/>
    <w:rsid w:val="002B5472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auto" w:fill="C0C0C0"/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56">
    <w:name w:val="xl56"/>
    <w:basedOn w:val="Normln"/>
    <w:rsid w:val="002B5472"/>
    <w:pPr>
      <w:pBdr>
        <w:top w:val="double" w:sz="6" w:space="0" w:color="auto"/>
        <w:left w:val="single" w:sz="4" w:space="0" w:color="auto"/>
        <w:bottom w:val="double" w:sz="6" w:space="0" w:color="auto"/>
        <w:right w:val="double" w:sz="6" w:space="0" w:color="auto"/>
      </w:pBdr>
      <w:shd w:val="clear" w:color="auto" w:fill="C0C0C0"/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57">
    <w:name w:val="xl57"/>
    <w:basedOn w:val="Normln"/>
    <w:rsid w:val="002B5472"/>
    <w:pPr>
      <w:pBdr>
        <w:left w:val="single" w:sz="4" w:space="0" w:color="auto"/>
        <w:bottom w:val="double" w:sz="6" w:space="0" w:color="auto"/>
        <w:right w:val="double" w:sz="6" w:space="0" w:color="auto"/>
      </w:pBdr>
      <w:shd w:val="clear" w:color="auto" w:fill="C0C0C0"/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58">
    <w:name w:val="xl58"/>
    <w:basedOn w:val="Normln"/>
    <w:rsid w:val="002B5472"/>
    <w:pPr>
      <w:pBdr>
        <w:top w:val="double" w:sz="6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59">
    <w:name w:val="xl59"/>
    <w:basedOn w:val="Normln"/>
    <w:rsid w:val="002B5472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60">
    <w:name w:val="xl60"/>
    <w:basedOn w:val="Normln"/>
    <w:rsid w:val="002B5472"/>
    <w:pPr>
      <w:pBdr>
        <w:top w:val="single" w:sz="4" w:space="0" w:color="auto"/>
        <w:left w:val="single" w:sz="4" w:space="0" w:color="auto"/>
        <w:right w:val="double" w:sz="6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61">
    <w:name w:val="xl61"/>
    <w:basedOn w:val="Normln"/>
    <w:rsid w:val="002B547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62">
    <w:name w:val="xl62"/>
    <w:basedOn w:val="Normln"/>
    <w:rsid w:val="002B5472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63">
    <w:name w:val="xl63"/>
    <w:basedOn w:val="Normln"/>
    <w:rsid w:val="002B54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64">
    <w:name w:val="xl64"/>
    <w:basedOn w:val="Normln"/>
    <w:rsid w:val="002B5472"/>
    <w:pPr>
      <w:pBdr>
        <w:left w:val="double" w:sz="6" w:space="0" w:color="auto"/>
        <w:bottom w:val="double" w:sz="6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65">
    <w:name w:val="xl65"/>
    <w:basedOn w:val="Normln"/>
    <w:rsid w:val="002B5472"/>
    <w:pPr>
      <w:pBdr>
        <w:bottom w:val="double" w:sz="6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66">
    <w:name w:val="xl66"/>
    <w:basedOn w:val="Normln"/>
    <w:rsid w:val="002B5472"/>
    <w:pPr>
      <w:spacing w:before="100" w:beforeAutospacing="1" w:after="100" w:afterAutospacing="1"/>
    </w:pPr>
    <w:rPr>
      <w:rFonts w:ascii="Arial" w:eastAsia="Arial Unicode MS" w:hAnsi="Arial" w:cs="Arial Unicode MS"/>
      <w:sz w:val="12"/>
      <w:szCs w:val="12"/>
    </w:rPr>
  </w:style>
  <w:style w:type="paragraph" w:customStyle="1" w:styleId="xl67">
    <w:name w:val="xl67"/>
    <w:basedOn w:val="Normln"/>
    <w:rsid w:val="002B5472"/>
    <w:pPr>
      <w:pBdr>
        <w:top w:val="single" w:sz="8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68">
    <w:name w:val="xl68"/>
    <w:basedOn w:val="Normln"/>
    <w:rsid w:val="002B5472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69">
    <w:name w:val="xl69"/>
    <w:basedOn w:val="Normln"/>
    <w:rsid w:val="002B54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70">
    <w:name w:val="xl70"/>
    <w:basedOn w:val="Normln"/>
    <w:rsid w:val="002B5472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71">
    <w:name w:val="xl71"/>
    <w:basedOn w:val="Normln"/>
    <w:rsid w:val="002B5472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72">
    <w:name w:val="xl72"/>
    <w:basedOn w:val="Normln"/>
    <w:rsid w:val="002B5472"/>
    <w:pPr>
      <w:pBdr>
        <w:left w:val="double" w:sz="6" w:space="0" w:color="auto"/>
        <w:right w:val="double" w:sz="6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73">
    <w:name w:val="xl73"/>
    <w:basedOn w:val="Normln"/>
    <w:rsid w:val="002B5472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74">
    <w:name w:val="xl74"/>
    <w:basedOn w:val="Normln"/>
    <w:rsid w:val="002B5472"/>
    <w:pPr>
      <w:pBdr>
        <w:left w:val="double" w:sz="6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75">
    <w:name w:val="xl75"/>
    <w:basedOn w:val="Normln"/>
    <w:rsid w:val="002B5472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76">
    <w:name w:val="xl76"/>
    <w:basedOn w:val="Normln"/>
    <w:rsid w:val="002B5472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77">
    <w:name w:val="xl77"/>
    <w:basedOn w:val="Normln"/>
    <w:rsid w:val="002B5472"/>
    <w:pPr>
      <w:pBdr>
        <w:left w:val="double" w:sz="6" w:space="0" w:color="auto"/>
      </w:pBd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78">
    <w:name w:val="xl78"/>
    <w:basedOn w:val="Normln"/>
    <w:rsid w:val="002B5472"/>
    <w:pPr>
      <w:pBdr>
        <w:top w:val="single" w:sz="4" w:space="0" w:color="auto"/>
        <w:left w:val="single" w:sz="4" w:space="0" w:color="auto"/>
        <w:right w:val="double" w:sz="6" w:space="0" w:color="auto"/>
      </w:pBd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79">
    <w:name w:val="xl79"/>
    <w:basedOn w:val="Normln"/>
    <w:rsid w:val="002B5472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80">
    <w:name w:val="xl80"/>
    <w:basedOn w:val="Normln"/>
    <w:rsid w:val="002B547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81">
    <w:name w:val="xl81"/>
    <w:basedOn w:val="Normln"/>
    <w:rsid w:val="002B5472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font5">
    <w:name w:val="font5"/>
    <w:basedOn w:val="Normln"/>
    <w:rsid w:val="002B5472"/>
    <w:pP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font6">
    <w:name w:val="font6"/>
    <w:basedOn w:val="Normln"/>
    <w:rsid w:val="002B5472"/>
    <w:pP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82">
    <w:name w:val="xl82"/>
    <w:basedOn w:val="Normln"/>
    <w:rsid w:val="002B547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sz w:val="18"/>
      <w:szCs w:val="18"/>
    </w:rPr>
  </w:style>
  <w:style w:type="paragraph" w:customStyle="1" w:styleId="xl83">
    <w:name w:val="xl83"/>
    <w:basedOn w:val="Normln"/>
    <w:rsid w:val="002B54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sz w:val="18"/>
      <w:szCs w:val="18"/>
    </w:rPr>
  </w:style>
  <w:style w:type="paragraph" w:customStyle="1" w:styleId="xl84">
    <w:name w:val="xl84"/>
    <w:basedOn w:val="Normln"/>
    <w:rsid w:val="002B5472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85">
    <w:name w:val="xl85"/>
    <w:basedOn w:val="Normln"/>
    <w:rsid w:val="002B5472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86">
    <w:name w:val="xl86"/>
    <w:basedOn w:val="Normln"/>
    <w:rsid w:val="002B5472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87">
    <w:name w:val="xl87"/>
    <w:basedOn w:val="Normln"/>
    <w:rsid w:val="002B5472"/>
    <w:pPr>
      <w:pBdr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xl88">
    <w:name w:val="xl88"/>
    <w:basedOn w:val="Normln"/>
    <w:rsid w:val="002B5472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89">
    <w:name w:val="xl89"/>
    <w:basedOn w:val="Normln"/>
    <w:rsid w:val="002B5472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90">
    <w:name w:val="xl90"/>
    <w:basedOn w:val="Normln"/>
    <w:rsid w:val="002B5472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sz w:val="18"/>
      <w:szCs w:val="18"/>
    </w:rPr>
  </w:style>
  <w:style w:type="paragraph" w:customStyle="1" w:styleId="xl91">
    <w:name w:val="xl91"/>
    <w:basedOn w:val="Normln"/>
    <w:rsid w:val="002B5472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xl92">
    <w:name w:val="xl92"/>
    <w:basedOn w:val="Normln"/>
    <w:rsid w:val="002B5472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18"/>
      <w:szCs w:val="18"/>
    </w:rPr>
  </w:style>
  <w:style w:type="paragraph" w:customStyle="1" w:styleId="xl93">
    <w:name w:val="xl93"/>
    <w:basedOn w:val="Normln"/>
    <w:rsid w:val="002B5472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94">
    <w:name w:val="xl94"/>
    <w:basedOn w:val="Normln"/>
    <w:rsid w:val="002B5472"/>
    <w:pPr>
      <w:pBdr>
        <w:top w:val="double" w:sz="6" w:space="0" w:color="auto"/>
        <w:bottom w:val="double" w:sz="6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95">
    <w:name w:val="xl95"/>
    <w:basedOn w:val="Normln"/>
    <w:rsid w:val="002B5472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96">
    <w:name w:val="xl96"/>
    <w:basedOn w:val="Normln"/>
    <w:rsid w:val="002B5472"/>
    <w:pPr>
      <w:pBdr>
        <w:top w:val="double" w:sz="6" w:space="0" w:color="auto"/>
        <w:bottom w:val="double" w:sz="6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97">
    <w:name w:val="xl97"/>
    <w:basedOn w:val="Normln"/>
    <w:rsid w:val="002B5472"/>
    <w:pPr>
      <w:pBdr>
        <w:top w:val="double" w:sz="6" w:space="0" w:color="auto"/>
        <w:left w:val="double" w:sz="6" w:space="0" w:color="auto"/>
        <w:bottom w:val="double" w:sz="6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98">
    <w:name w:val="xl98"/>
    <w:basedOn w:val="Normln"/>
    <w:rsid w:val="002B5472"/>
    <w:pPr>
      <w:pBdr>
        <w:top w:val="double" w:sz="6" w:space="0" w:color="auto"/>
        <w:left w:val="single" w:sz="4" w:space="0" w:color="auto"/>
        <w:bottom w:val="double" w:sz="6" w:space="0" w:color="auto"/>
        <w:right w:val="double" w:sz="6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99">
    <w:name w:val="xl99"/>
    <w:basedOn w:val="Normln"/>
    <w:rsid w:val="002B5472"/>
    <w:pPr>
      <w:pBdr>
        <w:top w:val="double" w:sz="6" w:space="0" w:color="auto"/>
        <w:left w:val="double" w:sz="6" w:space="0" w:color="auto"/>
        <w:bottom w:val="double" w:sz="6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100">
    <w:name w:val="xl100"/>
    <w:basedOn w:val="Normln"/>
    <w:rsid w:val="002B5472"/>
    <w:pPr>
      <w:pBdr>
        <w:top w:val="double" w:sz="6" w:space="0" w:color="auto"/>
        <w:left w:val="single" w:sz="4" w:space="0" w:color="auto"/>
        <w:bottom w:val="double" w:sz="6" w:space="0" w:color="auto"/>
        <w:right w:val="double" w:sz="6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101">
    <w:name w:val="xl101"/>
    <w:basedOn w:val="Normln"/>
    <w:rsid w:val="002B5472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102">
    <w:name w:val="xl102"/>
    <w:basedOn w:val="Normln"/>
    <w:rsid w:val="002B5472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 w:val="12"/>
      <w:szCs w:val="12"/>
    </w:rPr>
  </w:style>
  <w:style w:type="paragraph" w:customStyle="1" w:styleId="xl103">
    <w:name w:val="xl103"/>
    <w:basedOn w:val="Normln"/>
    <w:rsid w:val="002B5472"/>
    <w:pPr>
      <w:spacing w:before="100" w:beforeAutospacing="1" w:after="100" w:afterAutospacing="1"/>
    </w:pPr>
    <w:rPr>
      <w:rFonts w:ascii="Arial" w:eastAsia="Arial Unicode MS" w:hAnsi="Arial" w:cs="Arial"/>
      <w:sz w:val="12"/>
      <w:szCs w:val="12"/>
    </w:rPr>
  </w:style>
  <w:style w:type="paragraph" w:customStyle="1" w:styleId="xl104">
    <w:name w:val="xl104"/>
    <w:basedOn w:val="Normln"/>
    <w:rsid w:val="002B5472"/>
    <w:pPr>
      <w:spacing w:before="100" w:beforeAutospacing="1" w:after="100" w:afterAutospacing="1"/>
      <w:jc w:val="right"/>
    </w:pPr>
    <w:rPr>
      <w:rFonts w:ascii="Arial" w:eastAsia="Arial Unicode MS" w:hAnsi="Arial" w:cs="Arial"/>
      <w:sz w:val="12"/>
      <w:szCs w:val="12"/>
    </w:rPr>
  </w:style>
  <w:style w:type="paragraph" w:customStyle="1" w:styleId="xl105">
    <w:name w:val="xl105"/>
    <w:basedOn w:val="Normln"/>
    <w:rsid w:val="002B5472"/>
    <w:pPr>
      <w:pBdr>
        <w:top w:val="single" w:sz="8" w:space="0" w:color="auto"/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</w:rPr>
  </w:style>
  <w:style w:type="paragraph" w:customStyle="1" w:styleId="xl106">
    <w:name w:val="xl106"/>
    <w:basedOn w:val="Normln"/>
    <w:rsid w:val="002B5472"/>
    <w:pPr>
      <w:pBdr>
        <w:top w:val="double" w:sz="6" w:space="0" w:color="auto"/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</w:rPr>
  </w:style>
  <w:style w:type="paragraph" w:customStyle="1" w:styleId="xl107">
    <w:name w:val="xl107"/>
    <w:basedOn w:val="Normln"/>
    <w:rsid w:val="002B5472"/>
    <w:pPr>
      <w:pBdr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</w:rPr>
  </w:style>
  <w:style w:type="paragraph" w:customStyle="1" w:styleId="xl108">
    <w:name w:val="xl108"/>
    <w:basedOn w:val="Normln"/>
    <w:rsid w:val="002B5472"/>
    <w:pPr>
      <w:pBdr>
        <w:left w:val="double" w:sz="6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</w:rPr>
  </w:style>
  <w:style w:type="paragraph" w:customStyle="1" w:styleId="xl109">
    <w:name w:val="xl109"/>
    <w:basedOn w:val="Normln"/>
    <w:rsid w:val="002B5472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16"/>
      <w:szCs w:val="16"/>
    </w:rPr>
  </w:style>
  <w:style w:type="paragraph" w:customStyle="1" w:styleId="xl110">
    <w:name w:val="xl110"/>
    <w:basedOn w:val="Normln"/>
    <w:rsid w:val="002B5472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111">
    <w:name w:val="xl111"/>
    <w:basedOn w:val="Normln"/>
    <w:rsid w:val="002B5472"/>
    <w:pPr>
      <w:pBdr>
        <w:top w:val="double" w:sz="6" w:space="0" w:color="auto"/>
        <w:bottom w:val="double" w:sz="6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112">
    <w:name w:val="xl112"/>
    <w:basedOn w:val="Normln"/>
    <w:rsid w:val="002B5472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113">
    <w:name w:val="xl113"/>
    <w:basedOn w:val="Normln"/>
    <w:rsid w:val="002B54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</w:rPr>
  </w:style>
  <w:style w:type="paragraph" w:customStyle="1" w:styleId="xl114">
    <w:name w:val="xl114"/>
    <w:basedOn w:val="Normln"/>
    <w:rsid w:val="002B547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</w:rPr>
  </w:style>
  <w:style w:type="paragraph" w:customStyle="1" w:styleId="xl115">
    <w:name w:val="xl115"/>
    <w:basedOn w:val="Normln"/>
    <w:rsid w:val="002B54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</w:rPr>
  </w:style>
  <w:style w:type="paragraph" w:customStyle="1" w:styleId="xl116">
    <w:name w:val="xl116"/>
    <w:basedOn w:val="Normln"/>
    <w:rsid w:val="002B54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</w:rPr>
  </w:style>
  <w:style w:type="paragraph" w:customStyle="1" w:styleId="xl117">
    <w:name w:val="xl117"/>
    <w:basedOn w:val="Normln"/>
    <w:rsid w:val="002B5472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</w:rPr>
  </w:style>
  <w:style w:type="paragraph" w:customStyle="1" w:styleId="xl118">
    <w:name w:val="xl118"/>
    <w:basedOn w:val="Normln"/>
    <w:rsid w:val="002B5472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</w:rPr>
  </w:style>
  <w:style w:type="paragraph" w:customStyle="1" w:styleId="xl119">
    <w:name w:val="xl119"/>
    <w:basedOn w:val="Normln"/>
    <w:rsid w:val="002B5472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8"/>
      <w:szCs w:val="18"/>
    </w:rPr>
  </w:style>
  <w:style w:type="paragraph" w:customStyle="1" w:styleId="xl120">
    <w:name w:val="xl120"/>
    <w:basedOn w:val="Normln"/>
    <w:rsid w:val="002B5472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8"/>
      <w:szCs w:val="18"/>
    </w:rPr>
  </w:style>
  <w:style w:type="paragraph" w:customStyle="1" w:styleId="xl121">
    <w:name w:val="xl121"/>
    <w:basedOn w:val="Normln"/>
    <w:rsid w:val="002B547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</w:rPr>
  </w:style>
  <w:style w:type="paragraph" w:customStyle="1" w:styleId="xl122">
    <w:name w:val="xl122"/>
    <w:basedOn w:val="Normln"/>
    <w:rsid w:val="002B5472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4"/>
      <w:szCs w:val="14"/>
    </w:rPr>
  </w:style>
  <w:style w:type="paragraph" w:customStyle="1" w:styleId="xl123">
    <w:name w:val="xl123"/>
    <w:basedOn w:val="Normln"/>
    <w:rsid w:val="002B54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4"/>
      <w:szCs w:val="14"/>
    </w:rPr>
  </w:style>
  <w:style w:type="paragraph" w:customStyle="1" w:styleId="xl124">
    <w:name w:val="xl124"/>
    <w:basedOn w:val="Normln"/>
    <w:rsid w:val="002B54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4"/>
      <w:szCs w:val="14"/>
    </w:rPr>
  </w:style>
  <w:style w:type="paragraph" w:customStyle="1" w:styleId="xl125">
    <w:name w:val="xl125"/>
    <w:basedOn w:val="Normln"/>
    <w:rsid w:val="002B5472"/>
    <w:pPr>
      <w:spacing w:before="100" w:beforeAutospacing="1" w:after="100" w:afterAutospacing="1"/>
    </w:pPr>
    <w:rPr>
      <w:rFonts w:ascii="Arial" w:eastAsia="Arial Unicode MS" w:hAnsi="Arial" w:cs="Arial"/>
      <w:sz w:val="12"/>
      <w:szCs w:val="12"/>
    </w:rPr>
  </w:style>
  <w:style w:type="paragraph" w:customStyle="1" w:styleId="xl126">
    <w:name w:val="xl126"/>
    <w:basedOn w:val="Normln"/>
    <w:rsid w:val="002B5472"/>
    <w:pPr>
      <w:spacing w:before="100" w:beforeAutospacing="1" w:after="100" w:afterAutospacing="1"/>
      <w:jc w:val="right"/>
    </w:pPr>
    <w:rPr>
      <w:rFonts w:ascii="Arial" w:eastAsia="Arial Unicode MS" w:hAnsi="Arial" w:cs="Arial"/>
      <w:sz w:val="12"/>
      <w:szCs w:val="12"/>
    </w:rPr>
  </w:style>
  <w:style w:type="paragraph" w:customStyle="1" w:styleId="xl127">
    <w:name w:val="xl127"/>
    <w:basedOn w:val="Normln"/>
    <w:rsid w:val="002B5472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28">
    <w:name w:val="xl128"/>
    <w:basedOn w:val="Normln"/>
    <w:rsid w:val="002B5472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29">
    <w:name w:val="xl129"/>
    <w:basedOn w:val="Normln"/>
    <w:rsid w:val="002B5472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0">
    <w:name w:val="xl130"/>
    <w:basedOn w:val="Normln"/>
    <w:rsid w:val="002B5472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1">
    <w:name w:val="xl131"/>
    <w:basedOn w:val="Normln"/>
    <w:rsid w:val="002B5472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2">
    <w:name w:val="xl132"/>
    <w:basedOn w:val="Normln"/>
    <w:rsid w:val="002B5472"/>
    <w:pPr>
      <w:pBdr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18"/>
      <w:szCs w:val="18"/>
    </w:rPr>
  </w:style>
  <w:style w:type="paragraph" w:customStyle="1" w:styleId="xl133">
    <w:name w:val="xl133"/>
    <w:basedOn w:val="Normln"/>
    <w:rsid w:val="002B5472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xl134">
    <w:name w:val="xl134"/>
    <w:basedOn w:val="Normln"/>
    <w:rsid w:val="002B5472"/>
    <w:pPr>
      <w:spacing w:before="100" w:beforeAutospacing="1" w:after="100" w:afterAutospacing="1"/>
    </w:pPr>
    <w:rPr>
      <w:rFonts w:ascii="Arial" w:eastAsia="Arial Unicode MS" w:hAnsi="Arial" w:cs="Arial"/>
      <w:sz w:val="12"/>
      <w:szCs w:val="12"/>
    </w:rPr>
  </w:style>
  <w:style w:type="paragraph" w:customStyle="1" w:styleId="xl135">
    <w:name w:val="xl135"/>
    <w:basedOn w:val="Normln"/>
    <w:rsid w:val="002B5472"/>
    <w:pPr>
      <w:spacing w:before="100" w:beforeAutospacing="1" w:after="100" w:afterAutospacing="1"/>
      <w:jc w:val="right"/>
    </w:pPr>
    <w:rPr>
      <w:rFonts w:ascii="Arial" w:eastAsia="Arial Unicode MS" w:hAnsi="Arial" w:cs="Arial"/>
      <w:sz w:val="12"/>
      <w:szCs w:val="12"/>
    </w:rPr>
  </w:style>
  <w:style w:type="character" w:styleId="Hypertextovodkaz">
    <w:name w:val="Hyperlink"/>
    <w:uiPriority w:val="99"/>
    <w:rsid w:val="00D86DB5"/>
    <w:rPr>
      <w:rFonts w:ascii="Microsoft Sans Serif" w:hAnsi="Microsoft Sans Serif"/>
      <w:color w:val="0000FF"/>
      <w:sz w:val="24"/>
      <w:u w:val="none"/>
    </w:rPr>
  </w:style>
  <w:style w:type="character" w:styleId="Sledovanodkaz">
    <w:name w:val="FollowedHyperlink"/>
    <w:basedOn w:val="Standardnpsmoodstavce"/>
    <w:uiPriority w:val="99"/>
    <w:rsid w:val="002B5472"/>
    <w:rPr>
      <w:color w:val="800080"/>
      <w:u w:val="single"/>
    </w:rPr>
  </w:style>
  <w:style w:type="paragraph" w:customStyle="1" w:styleId="xl22">
    <w:name w:val="xl22"/>
    <w:basedOn w:val="Normln"/>
    <w:rsid w:val="002B5472"/>
    <w:pP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xl23">
    <w:name w:val="xl23"/>
    <w:basedOn w:val="Normln"/>
    <w:rsid w:val="002B5472"/>
    <w:pPr>
      <w:pBdr>
        <w:top w:val="double" w:sz="6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sz w:val="24"/>
      <w:szCs w:val="24"/>
    </w:rPr>
  </w:style>
  <w:style w:type="paragraph" w:customStyle="1" w:styleId="xl139">
    <w:name w:val="xl139"/>
    <w:basedOn w:val="Normln"/>
    <w:rsid w:val="002B5472"/>
    <w:pPr>
      <w:pBdr>
        <w:top w:val="double" w:sz="6" w:space="0" w:color="auto"/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40">
    <w:name w:val="xl140"/>
    <w:basedOn w:val="Normln"/>
    <w:rsid w:val="002B5472"/>
    <w:pPr>
      <w:pBdr>
        <w:top w:val="single" w:sz="8" w:space="0" w:color="auto"/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24"/>
      <w:szCs w:val="24"/>
    </w:rPr>
  </w:style>
  <w:style w:type="paragraph" w:customStyle="1" w:styleId="xl141">
    <w:name w:val="xl141"/>
    <w:basedOn w:val="Normln"/>
    <w:rsid w:val="002B5472"/>
    <w:pPr>
      <w:pBdr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24"/>
      <w:szCs w:val="24"/>
    </w:rPr>
  </w:style>
  <w:style w:type="paragraph" w:customStyle="1" w:styleId="xl142">
    <w:name w:val="xl142"/>
    <w:basedOn w:val="Normln"/>
    <w:rsid w:val="002B5472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24"/>
      <w:szCs w:val="24"/>
    </w:rPr>
  </w:style>
  <w:style w:type="paragraph" w:customStyle="1" w:styleId="xl143">
    <w:name w:val="xl143"/>
    <w:basedOn w:val="Normln"/>
    <w:rsid w:val="002B5472"/>
    <w:pPr>
      <w:pBdr>
        <w:left w:val="double" w:sz="6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24"/>
      <w:szCs w:val="24"/>
    </w:rPr>
  </w:style>
  <w:style w:type="paragraph" w:customStyle="1" w:styleId="xl144">
    <w:name w:val="xl144"/>
    <w:basedOn w:val="Normln"/>
    <w:rsid w:val="002B547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</w:rPr>
  </w:style>
  <w:style w:type="paragraph" w:customStyle="1" w:styleId="xl145">
    <w:name w:val="xl145"/>
    <w:basedOn w:val="Normln"/>
    <w:rsid w:val="002B5472"/>
    <w:pPr>
      <w:pBdr>
        <w:top w:val="double" w:sz="6" w:space="0" w:color="auto"/>
        <w:left w:val="single" w:sz="4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</w:rPr>
  </w:style>
  <w:style w:type="paragraph" w:customStyle="1" w:styleId="xl146">
    <w:name w:val="xl146"/>
    <w:basedOn w:val="Normln"/>
    <w:rsid w:val="002B5472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sz w:val="16"/>
      <w:szCs w:val="16"/>
    </w:rPr>
  </w:style>
  <w:style w:type="paragraph" w:customStyle="1" w:styleId="font7">
    <w:name w:val="font7"/>
    <w:basedOn w:val="Normln"/>
    <w:rsid w:val="002B5472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styleId="Normlnweb">
    <w:name w:val="Normal (Web)"/>
    <w:basedOn w:val="Normln"/>
    <w:rsid w:val="002B5472"/>
    <w:pPr>
      <w:spacing w:before="100" w:beforeAutospacing="1" w:after="100" w:afterAutospacing="1"/>
    </w:pPr>
    <w:rPr>
      <w:sz w:val="24"/>
      <w:szCs w:val="24"/>
    </w:rPr>
  </w:style>
  <w:style w:type="character" w:styleId="Siln">
    <w:name w:val="Strong"/>
    <w:basedOn w:val="Standardnpsmoodstavce"/>
    <w:qFormat/>
    <w:rsid w:val="004C5D40"/>
    <w:rPr>
      <w:b/>
      <w:bCs/>
    </w:rPr>
  </w:style>
  <w:style w:type="character" w:styleId="Zvraznn">
    <w:name w:val="Emphasis"/>
    <w:basedOn w:val="Standardnpsmoodstavce"/>
    <w:qFormat/>
    <w:rsid w:val="004C5D40"/>
    <w:rPr>
      <w:i/>
      <w:iCs/>
    </w:rPr>
  </w:style>
  <w:style w:type="paragraph" w:customStyle="1" w:styleId="Nazevdila">
    <w:name w:val="Nazev dila"/>
    <w:basedOn w:val="Nadpis2"/>
    <w:autoRedefine/>
    <w:rsid w:val="00FD7DB4"/>
    <w:pPr>
      <w:pBdr>
        <w:top w:val="thinThickThinSmallGap" w:sz="24" w:space="25" w:color="0066FF"/>
        <w:left w:val="thinThickThinSmallGap" w:sz="24" w:space="4" w:color="0066FF"/>
        <w:bottom w:val="thinThickThinSmallGap" w:sz="24" w:space="27" w:color="0066FF"/>
        <w:right w:val="thinThickThinSmallGap" w:sz="24" w:space="4" w:color="0066FF"/>
      </w:pBdr>
    </w:pPr>
    <w:rPr>
      <w:bCs/>
      <w:caps/>
      <w:color w:val="0066FF"/>
      <w:spacing w:val="68"/>
      <w:sz w:val="44"/>
      <w:szCs w:val="44"/>
    </w:rPr>
  </w:style>
  <w:style w:type="table" w:styleId="Mkatabulky">
    <w:name w:val="Table Grid"/>
    <w:basedOn w:val="Normlntabulka"/>
    <w:rsid w:val="002A2E78"/>
    <w:pPr>
      <w:spacing w:line="300" w:lineRule="exact"/>
      <w:ind w:firstLine="56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jstk1">
    <w:name w:val="index 1"/>
    <w:basedOn w:val="Normln"/>
    <w:next w:val="Normln"/>
    <w:autoRedefine/>
    <w:semiHidden/>
    <w:rsid w:val="00D86DB5"/>
    <w:pPr>
      <w:ind w:left="200" w:hanging="200"/>
    </w:pPr>
  </w:style>
  <w:style w:type="paragraph" w:styleId="Titulek">
    <w:name w:val="caption"/>
    <w:basedOn w:val="Normln"/>
    <w:next w:val="Normln"/>
    <w:qFormat/>
    <w:rsid w:val="004C5D40"/>
    <w:rPr>
      <w:b/>
      <w:bCs/>
    </w:rPr>
  </w:style>
  <w:style w:type="paragraph" w:styleId="Zkladntext">
    <w:name w:val="Body Text"/>
    <w:basedOn w:val="Normln"/>
    <w:link w:val="ZkladntextChar"/>
    <w:rsid w:val="002B5FA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2B5FA4"/>
    <w:rPr>
      <w:rFonts w:ascii="Microsoft Sans Serif" w:hAnsi="Microsoft Sans Serif"/>
    </w:rPr>
  </w:style>
  <w:style w:type="paragraph" w:styleId="Textbubliny">
    <w:name w:val="Balloon Text"/>
    <w:basedOn w:val="Normln"/>
    <w:link w:val="TextbublinyChar"/>
    <w:rsid w:val="009B1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9B1BA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8165A"/>
    <w:pPr>
      <w:ind w:left="720"/>
      <w:contextualSpacing/>
    </w:pPr>
  </w:style>
  <w:style w:type="paragraph" w:styleId="Nzev">
    <w:name w:val="Title"/>
    <w:basedOn w:val="Normln"/>
    <w:link w:val="NzevChar"/>
    <w:qFormat/>
    <w:rsid w:val="00BE4709"/>
    <w:pPr>
      <w:ind w:firstLine="709"/>
      <w:jc w:val="center"/>
    </w:pPr>
    <w:rPr>
      <w:rFonts w:ascii="Tahoma" w:hAnsi="Tahoma"/>
      <w:b/>
      <w:bCs/>
      <w:szCs w:val="24"/>
      <w:u w:val="single"/>
    </w:rPr>
  </w:style>
  <w:style w:type="character" w:customStyle="1" w:styleId="NzevChar">
    <w:name w:val="Název Char"/>
    <w:basedOn w:val="Standardnpsmoodstavce"/>
    <w:link w:val="Nzev"/>
    <w:rsid w:val="00BE4709"/>
    <w:rPr>
      <w:rFonts w:ascii="Tahoma" w:hAnsi="Tahoma"/>
      <w:b/>
      <w:bCs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6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9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0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oz-c.cz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oz-c.cz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oz-c.cz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3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etr\Data%20aplikac&#237;\Microsoft\&#352;ablony\TEXT_ANALYZA_A3_NALEZATO_S_HISTORII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077A7-7E3A-42EB-8F34-E4A18F8EF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TEXT_ANALYZA_A3_NALEZATO_S_HISTORII.dot</Template>
  <TotalTime>36</TotalTime>
  <Pages>52</Pages>
  <Words>19478</Words>
  <Characters>114923</Characters>
  <Application>Microsoft Office Word</Application>
  <DocSecurity>0</DocSecurity>
  <Lines>957</Lines>
  <Paragraphs>268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kf</vt:lpstr>
    </vt:vector>
  </TitlesOfParts>
  <Company>M. O. Z. consult</Company>
  <LinksUpToDate>false</LinksUpToDate>
  <CharactersWithSpaces>134133</CharactersWithSpaces>
  <SharedDoc>false</SharedDoc>
  <HLinks>
    <vt:vector size="6" baseType="variant">
      <vt:variant>
        <vt:i4>1245254</vt:i4>
      </vt:variant>
      <vt:variant>
        <vt:i4>3</vt:i4>
      </vt:variant>
      <vt:variant>
        <vt:i4>0</vt:i4>
      </vt:variant>
      <vt:variant>
        <vt:i4>5</vt:i4>
      </vt:variant>
      <vt:variant>
        <vt:lpwstr>http://www.moz-c.cz/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kf</dc:title>
  <dc:creator>Petr Horský</dc:creator>
  <cp:lastModifiedBy>Horsky Petr</cp:lastModifiedBy>
  <cp:revision>3</cp:revision>
  <cp:lastPrinted>2012-05-18T08:36:00Z</cp:lastPrinted>
  <dcterms:created xsi:type="dcterms:W3CDTF">2012-11-06T16:31:00Z</dcterms:created>
  <dcterms:modified xsi:type="dcterms:W3CDTF">2012-11-06T17:07:00Z</dcterms:modified>
</cp:coreProperties>
</file>